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095151" w:rsidRDefault="001532E8" w:rsidP="00C30D59">
      <w:pPr>
        <w:pStyle w:val="Nzev"/>
        <w:jc w:val="center"/>
        <w:rPr>
          <w:rFonts w:ascii="Arial" w:hAnsi="Arial" w:cs="Arial"/>
          <w:b/>
          <w:color w:val="000000"/>
          <w:sz w:val="36"/>
          <w:szCs w:val="36"/>
        </w:rPr>
      </w:pPr>
      <w:bookmarkStart w:id="0" w:name="_GoBack"/>
      <w:bookmarkEnd w:id="0"/>
      <w:r>
        <w:rPr>
          <w:rFonts w:ascii="Arial" w:hAnsi="Arial" w:cs="Arial"/>
          <w:b/>
          <w:color w:val="000000"/>
          <w:sz w:val="36"/>
          <w:szCs w:val="36"/>
        </w:rPr>
        <w:t>RÁMCOVÁ</w:t>
      </w:r>
      <w:r w:rsidR="007343C9" w:rsidRPr="00095151">
        <w:rPr>
          <w:rFonts w:ascii="Arial" w:hAnsi="Arial" w:cs="Arial"/>
          <w:b/>
          <w:color w:val="000000"/>
          <w:sz w:val="36"/>
          <w:szCs w:val="36"/>
        </w:rPr>
        <w:t xml:space="preserve"> </w:t>
      </w:r>
      <w:r w:rsidR="00993FC2">
        <w:rPr>
          <w:rFonts w:ascii="Arial" w:hAnsi="Arial" w:cs="Arial"/>
          <w:b/>
          <w:color w:val="000000"/>
          <w:sz w:val="36"/>
          <w:szCs w:val="36"/>
        </w:rPr>
        <w:t>DOHODA</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 xml:space="preserve">Kupujícího </w:t>
      </w:r>
      <w:r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C30D59" w:rsidP="00C30D59">
      <w:pPr>
        <w:pStyle w:val="Nzev"/>
        <w:jc w:val="center"/>
        <w:rPr>
          <w:rFonts w:ascii="Arial" w:hAnsi="Arial" w:cs="Arial"/>
          <w:color w:val="000000"/>
          <w:sz w:val="24"/>
          <w:szCs w:val="24"/>
        </w:rPr>
      </w:pPr>
    </w:p>
    <w:p w:rsidR="00C30D59" w:rsidRDefault="00582816" w:rsidP="00095151">
      <w:pPr>
        <w:pStyle w:val="Nzev"/>
        <w:tabs>
          <w:tab w:val="center" w:pos="4536"/>
          <w:tab w:val="left" w:pos="6345"/>
        </w:tabs>
        <w:rPr>
          <w:rFonts w:ascii="Arial" w:hAnsi="Arial" w:cs="Arial"/>
          <w:color w:val="000000"/>
          <w:sz w:val="24"/>
          <w:szCs w:val="24"/>
        </w:rPr>
      </w:pPr>
      <w:r>
        <w:rPr>
          <w:rFonts w:ascii="Arial" w:hAnsi="Arial" w:cs="Arial"/>
          <w:color w:val="000000"/>
          <w:sz w:val="24"/>
          <w:szCs w:val="24"/>
        </w:rPr>
        <w:tab/>
      </w:r>
      <w:r w:rsidR="00993FC2">
        <w:rPr>
          <w:rFonts w:ascii="Arial" w:hAnsi="Arial" w:cs="Arial"/>
          <w:color w:val="000000"/>
          <w:sz w:val="24"/>
          <w:szCs w:val="24"/>
        </w:rPr>
        <w:t xml:space="preserve">Dodávky kontejnerů pro výdej </w:t>
      </w:r>
      <w:proofErr w:type="spellStart"/>
      <w:r w:rsidR="00993FC2">
        <w:rPr>
          <w:rFonts w:ascii="Arial" w:hAnsi="Arial" w:cs="Arial"/>
          <w:color w:val="000000"/>
          <w:sz w:val="24"/>
          <w:szCs w:val="24"/>
        </w:rPr>
        <w:t>AdBlue</w:t>
      </w:r>
      <w:proofErr w:type="spellEnd"/>
      <w:r w:rsidR="00993FC2">
        <w:rPr>
          <w:rFonts w:ascii="Arial" w:hAnsi="Arial" w:cs="Arial"/>
          <w:color w:val="000000"/>
          <w:sz w:val="24"/>
          <w:szCs w:val="24"/>
        </w:rPr>
        <w:t xml:space="preserve"> na ČS </w:t>
      </w:r>
      <w:proofErr w:type="spellStart"/>
      <w:r w:rsidR="00993FC2">
        <w:rPr>
          <w:rFonts w:ascii="Arial" w:hAnsi="Arial" w:cs="Arial"/>
          <w:color w:val="000000"/>
          <w:sz w:val="24"/>
          <w:szCs w:val="24"/>
        </w:rPr>
        <w:t>EuroOil</w:t>
      </w:r>
      <w:proofErr w:type="spellEnd"/>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335A76" w:rsidP="00C30D59">
      <w:pPr>
        <w:pStyle w:val="Odstavec2"/>
        <w:rPr>
          <w:rFonts w:cs="Arial"/>
        </w:rPr>
      </w:pPr>
      <w:r>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rsidR="00C30D59" w:rsidRPr="009C078A" w:rsidRDefault="00C30D59" w:rsidP="00C30D59">
      <w:pPr>
        <w:rPr>
          <w:rFonts w:cs="Arial"/>
        </w:rPr>
      </w:pPr>
      <w:r w:rsidRPr="009C078A">
        <w:rPr>
          <w:rFonts w:cs="Arial"/>
        </w:rPr>
        <w:t xml:space="preserve">Osoby oprávněné jednat za </w:t>
      </w:r>
      <w:r w:rsidR="00335A76">
        <w:rPr>
          <w:rFonts w:cs="Arial"/>
        </w:rPr>
        <w:t>kupujícího</w:t>
      </w:r>
      <w:r w:rsidR="00095151">
        <w:rPr>
          <w:rFonts w:cs="Arial"/>
        </w:rPr>
        <w:t xml:space="preserve"> v rámci uzavřené </w:t>
      </w:r>
      <w:r w:rsidRPr="009C078A">
        <w:rPr>
          <w:rFonts w:cs="Arial"/>
        </w:rPr>
        <w:t>smlouvy:</w:t>
      </w:r>
    </w:p>
    <w:tbl>
      <w:tblPr>
        <w:tblStyle w:val="Mkatabulky"/>
        <w:tblW w:w="0" w:type="auto"/>
        <w:tblInd w:w="108" w:type="dxa"/>
        <w:tblLook w:val="04A0" w:firstRow="1" w:lastRow="0" w:firstColumn="1" w:lastColumn="0" w:noHBand="0" w:noVBand="1"/>
      </w:tblPr>
      <w:tblGrid>
        <w:gridCol w:w="1701"/>
        <w:gridCol w:w="2694"/>
        <w:gridCol w:w="1984"/>
        <w:gridCol w:w="2977"/>
      </w:tblGrid>
      <w:tr w:rsidR="00C30D59" w:rsidRPr="009C078A" w:rsidTr="00A97F53">
        <w:trPr>
          <w:trHeight w:val="210"/>
        </w:trPr>
        <w:tc>
          <w:tcPr>
            <w:tcW w:w="1701"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694"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jméno a příjmení:</w:t>
            </w:r>
          </w:p>
        </w:tc>
        <w:tc>
          <w:tcPr>
            <w:tcW w:w="1984"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telefon:</w:t>
            </w:r>
          </w:p>
        </w:tc>
        <w:tc>
          <w:tcPr>
            <w:tcW w:w="2977" w:type="dxa"/>
            <w:shd w:val="clear" w:color="auto" w:fill="auto"/>
            <w:vAlign w:val="center"/>
          </w:tcPr>
          <w:p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e-mail:</w:t>
            </w:r>
          </w:p>
        </w:tc>
      </w:tr>
      <w:tr w:rsidR="00993FC2" w:rsidRPr="009C078A" w:rsidTr="00233963">
        <w:trPr>
          <w:trHeight w:val="512"/>
        </w:trPr>
        <w:tc>
          <w:tcPr>
            <w:tcW w:w="1701" w:type="dxa"/>
          </w:tcPr>
          <w:p w:rsidR="00993FC2" w:rsidRPr="00A97F53" w:rsidRDefault="00993FC2" w:rsidP="00BA59A8">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t>smluvních vyjma změny či zániku této smlouvy</w:t>
            </w:r>
          </w:p>
        </w:tc>
        <w:tc>
          <w:tcPr>
            <w:tcW w:w="2694" w:type="dxa"/>
            <w:vAlign w:val="center"/>
          </w:tcPr>
          <w:p w:rsidR="00993FC2" w:rsidRDefault="00DB57EE" w:rsidP="006555D3">
            <w:pPr>
              <w:spacing w:after="0"/>
              <w:rPr>
                <w:rFonts w:cs="Arial"/>
                <w:color w:val="000000"/>
                <w:sz w:val="20"/>
                <w:szCs w:val="20"/>
              </w:rPr>
            </w:pPr>
            <w:r>
              <w:rPr>
                <w:rFonts w:cs="Arial"/>
                <w:color w:val="000000"/>
                <w:sz w:val="20"/>
                <w:szCs w:val="20"/>
              </w:rPr>
              <w:t>RNDr. Vladimír Vacek</w:t>
            </w:r>
          </w:p>
          <w:p w:rsidR="00DB57EE" w:rsidRDefault="00DB57EE" w:rsidP="006555D3">
            <w:pPr>
              <w:spacing w:after="0"/>
              <w:rPr>
                <w:rFonts w:cs="Arial"/>
                <w:color w:val="000000"/>
                <w:sz w:val="20"/>
                <w:szCs w:val="20"/>
              </w:rPr>
            </w:pPr>
          </w:p>
          <w:p w:rsidR="00DB57EE" w:rsidRPr="0096414A" w:rsidRDefault="00DB57EE" w:rsidP="006555D3">
            <w:pPr>
              <w:spacing w:after="0"/>
              <w:rPr>
                <w:rFonts w:cs="Arial"/>
                <w:color w:val="000000"/>
                <w:sz w:val="20"/>
                <w:szCs w:val="20"/>
              </w:rPr>
            </w:pPr>
            <w:r>
              <w:rPr>
                <w:rFonts w:cs="Arial"/>
                <w:color w:val="000000"/>
                <w:sz w:val="20"/>
                <w:szCs w:val="20"/>
              </w:rPr>
              <w:t>Ing. Václav Polanka</w:t>
            </w:r>
          </w:p>
        </w:tc>
        <w:tc>
          <w:tcPr>
            <w:tcW w:w="1984" w:type="dxa"/>
            <w:vAlign w:val="center"/>
          </w:tcPr>
          <w:p w:rsidR="00993FC2" w:rsidRDefault="00DB57EE" w:rsidP="006555D3">
            <w:pPr>
              <w:spacing w:after="0"/>
              <w:rPr>
                <w:rFonts w:cs="Arial"/>
                <w:color w:val="000000"/>
                <w:sz w:val="20"/>
                <w:szCs w:val="20"/>
              </w:rPr>
            </w:pPr>
            <w:r>
              <w:rPr>
                <w:rFonts w:cs="Arial"/>
                <w:color w:val="000000"/>
                <w:sz w:val="20"/>
                <w:szCs w:val="20"/>
              </w:rPr>
              <w:t>739 240 728</w:t>
            </w:r>
          </w:p>
          <w:p w:rsidR="00DB57EE" w:rsidRDefault="00DB57EE" w:rsidP="006555D3">
            <w:pPr>
              <w:spacing w:after="0"/>
              <w:rPr>
                <w:rFonts w:cs="Arial"/>
                <w:color w:val="000000"/>
                <w:sz w:val="20"/>
                <w:szCs w:val="20"/>
              </w:rPr>
            </w:pPr>
          </w:p>
          <w:p w:rsidR="00DB57EE" w:rsidRPr="0096414A" w:rsidRDefault="00DB57EE" w:rsidP="006555D3">
            <w:pPr>
              <w:spacing w:after="0"/>
              <w:rPr>
                <w:rFonts w:cs="Arial"/>
                <w:color w:val="000000"/>
                <w:sz w:val="20"/>
                <w:szCs w:val="20"/>
              </w:rPr>
            </w:pPr>
            <w:r>
              <w:rPr>
                <w:rFonts w:cs="Arial"/>
                <w:color w:val="000000"/>
                <w:sz w:val="20"/>
                <w:szCs w:val="20"/>
              </w:rPr>
              <w:t>724 006 221</w:t>
            </w:r>
          </w:p>
        </w:tc>
        <w:tc>
          <w:tcPr>
            <w:tcW w:w="2977" w:type="dxa"/>
            <w:vAlign w:val="center"/>
          </w:tcPr>
          <w:p w:rsidR="00DB57EE" w:rsidRDefault="00D07002" w:rsidP="006555D3">
            <w:pPr>
              <w:spacing w:after="0"/>
              <w:rPr>
                <w:rFonts w:cs="Arial"/>
                <w:color w:val="000000"/>
                <w:szCs w:val="20"/>
              </w:rPr>
            </w:pPr>
            <w:hyperlink r:id="rId9" w:history="1">
              <w:r w:rsidR="00DB57EE" w:rsidRPr="007F679F">
                <w:rPr>
                  <w:rStyle w:val="Hypertextovodkaz"/>
                  <w:rFonts w:cs="Arial"/>
                  <w:szCs w:val="20"/>
                </w:rPr>
                <w:t>vladimir.vacek@ceproas.cz</w:t>
              </w:r>
            </w:hyperlink>
          </w:p>
          <w:p w:rsidR="00DB57EE" w:rsidRDefault="00DB57EE" w:rsidP="006555D3">
            <w:pPr>
              <w:spacing w:after="0"/>
              <w:rPr>
                <w:rFonts w:cs="Arial"/>
                <w:color w:val="000000"/>
                <w:szCs w:val="20"/>
              </w:rPr>
            </w:pPr>
          </w:p>
          <w:p w:rsidR="00993FC2" w:rsidRPr="0096414A" w:rsidRDefault="00D07002" w:rsidP="006555D3">
            <w:pPr>
              <w:spacing w:after="0"/>
              <w:rPr>
                <w:rFonts w:cs="Arial"/>
                <w:color w:val="000000"/>
                <w:sz w:val="20"/>
                <w:szCs w:val="20"/>
              </w:rPr>
            </w:pPr>
            <w:hyperlink r:id="rId10" w:history="1">
              <w:r w:rsidR="00DB57EE" w:rsidRPr="007F679F">
                <w:rPr>
                  <w:rStyle w:val="Hypertextovodkaz"/>
                </w:rPr>
                <w:t>vaclav.polanka@ceproas.cz</w:t>
              </w:r>
            </w:hyperlink>
            <w:r w:rsidR="00DB57EE">
              <w:rPr>
                <w:color w:val="000000"/>
              </w:rPr>
              <w:t xml:space="preserve"> </w:t>
            </w:r>
            <w:r w:rsidR="00DB57EE">
              <w:rPr>
                <w:rFonts w:cs="Arial"/>
                <w:color w:val="000000"/>
                <w:sz w:val="20"/>
                <w:szCs w:val="20"/>
              </w:rPr>
              <w:t xml:space="preserve"> </w:t>
            </w:r>
          </w:p>
        </w:tc>
      </w:tr>
      <w:tr w:rsidR="00993FC2" w:rsidRPr="009C078A" w:rsidTr="00233963">
        <w:tc>
          <w:tcPr>
            <w:tcW w:w="1701" w:type="dxa"/>
          </w:tcPr>
          <w:p w:rsidR="00993FC2" w:rsidRPr="00A97F53" w:rsidRDefault="00993FC2" w:rsidP="007343C9">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t>převzetí</w:t>
            </w:r>
          </w:p>
        </w:tc>
        <w:tc>
          <w:tcPr>
            <w:tcW w:w="2694" w:type="dxa"/>
            <w:vAlign w:val="center"/>
          </w:tcPr>
          <w:p w:rsidR="00993FC2" w:rsidRPr="0096414A" w:rsidRDefault="00DB57EE" w:rsidP="006555D3">
            <w:pPr>
              <w:spacing w:after="0"/>
              <w:rPr>
                <w:rFonts w:cs="Arial"/>
                <w:color w:val="000000"/>
                <w:sz w:val="20"/>
                <w:szCs w:val="20"/>
              </w:rPr>
            </w:pPr>
            <w:r>
              <w:rPr>
                <w:rFonts w:cs="Arial"/>
                <w:color w:val="000000"/>
                <w:sz w:val="20"/>
                <w:szCs w:val="20"/>
              </w:rPr>
              <w:t>Václav</w:t>
            </w:r>
            <w:r>
              <w:rPr>
                <w:rFonts w:cs="Arial"/>
                <w:color w:val="000000"/>
              </w:rPr>
              <w:t xml:space="preserve"> Bartoň</w:t>
            </w:r>
          </w:p>
        </w:tc>
        <w:tc>
          <w:tcPr>
            <w:tcW w:w="1984" w:type="dxa"/>
            <w:vAlign w:val="center"/>
          </w:tcPr>
          <w:p w:rsidR="00993FC2" w:rsidRPr="0096414A" w:rsidRDefault="00DB57EE" w:rsidP="006555D3">
            <w:pPr>
              <w:spacing w:after="0"/>
              <w:rPr>
                <w:rFonts w:cs="Arial"/>
                <w:color w:val="000000"/>
                <w:sz w:val="20"/>
                <w:szCs w:val="20"/>
              </w:rPr>
            </w:pPr>
            <w:r>
              <w:rPr>
                <w:rFonts w:cs="Arial"/>
                <w:color w:val="000000"/>
                <w:sz w:val="20"/>
                <w:szCs w:val="20"/>
              </w:rPr>
              <w:t>7</w:t>
            </w:r>
            <w:r>
              <w:rPr>
                <w:color w:val="000000"/>
              </w:rPr>
              <w:t>39 240 379</w:t>
            </w:r>
          </w:p>
        </w:tc>
        <w:tc>
          <w:tcPr>
            <w:tcW w:w="2977" w:type="dxa"/>
            <w:vAlign w:val="center"/>
          </w:tcPr>
          <w:p w:rsidR="00993FC2" w:rsidRPr="0096414A" w:rsidRDefault="00D07002" w:rsidP="006555D3">
            <w:pPr>
              <w:spacing w:after="0"/>
              <w:rPr>
                <w:rFonts w:cs="Arial"/>
                <w:color w:val="000000"/>
                <w:sz w:val="20"/>
                <w:szCs w:val="20"/>
              </w:rPr>
            </w:pPr>
            <w:hyperlink r:id="rId11" w:history="1">
              <w:r w:rsidR="00DB57EE" w:rsidRPr="007F679F">
                <w:rPr>
                  <w:rStyle w:val="Hypertextovodkaz"/>
                  <w:rFonts w:cs="Arial"/>
                  <w:szCs w:val="20"/>
                </w:rPr>
                <w:t>v</w:t>
              </w:r>
              <w:r w:rsidR="00DB57EE" w:rsidRPr="007F679F">
                <w:rPr>
                  <w:rStyle w:val="Hypertextovodkaz"/>
                </w:rPr>
                <w:t>aclav.barton@ceproas.cz</w:t>
              </w:r>
            </w:hyperlink>
            <w:r w:rsidR="00DB57EE">
              <w:rPr>
                <w:color w:val="000000"/>
              </w:rPr>
              <w:t xml:space="preserve"> </w:t>
            </w:r>
          </w:p>
        </w:tc>
      </w:tr>
    </w:tbl>
    <w:p w:rsidR="00C30D59" w:rsidRPr="009C078A" w:rsidRDefault="00C30D59" w:rsidP="00095151">
      <w:pPr>
        <w:spacing w:before="120"/>
        <w:rPr>
          <w:rFonts w:cs="Arial"/>
        </w:rPr>
      </w:pPr>
      <w:r w:rsidRPr="009C078A">
        <w:rPr>
          <w:rFonts w:cs="Arial"/>
        </w:rPr>
        <w:t>(dále jen „</w:t>
      </w:r>
      <w:r w:rsidR="00335A76">
        <w:rPr>
          <w:rFonts w:cs="Arial"/>
          <w:b/>
          <w:i/>
        </w:rPr>
        <w:t>kupující</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D542F4" w:rsidRDefault="00335A76" w:rsidP="00C30D59">
      <w:pPr>
        <w:pStyle w:val="Odstavec2"/>
        <w:rPr>
          <w:rFonts w:cs="Arial"/>
          <w:highlight w:val="yellow"/>
        </w:rPr>
      </w:pPr>
      <w:bookmarkStart w:id="1" w:name="_Ref368326329"/>
      <w:r w:rsidRPr="00D542F4">
        <w:rPr>
          <w:rFonts w:cs="Arial"/>
          <w:highlight w:val="yellow"/>
        </w:rPr>
        <w:t>Prodávající</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b/>
          <w:highlight w:val="yellow"/>
        </w:rPr>
        <w:t>………………</w:t>
      </w:r>
      <w:bookmarkEnd w:id="1"/>
    </w:p>
    <w:p w:rsidR="00C30D59" w:rsidRPr="00D542F4" w:rsidRDefault="00C30D59" w:rsidP="00C30D59">
      <w:pPr>
        <w:ind w:left="283" w:firstLine="284"/>
        <w:rPr>
          <w:rFonts w:cs="Arial"/>
          <w:highlight w:val="yellow"/>
        </w:rPr>
      </w:pPr>
      <w:r w:rsidRPr="00D542F4">
        <w:rPr>
          <w:rFonts w:cs="Arial"/>
          <w:highlight w:val="yellow"/>
        </w:rPr>
        <w:t>se sídlem:</w:t>
      </w:r>
      <w:r w:rsidRPr="00D542F4">
        <w:rPr>
          <w:rFonts w:cs="Arial"/>
          <w:highlight w:val="yellow"/>
        </w:rPr>
        <w:tab/>
      </w:r>
      <w:r w:rsidRPr="00D542F4">
        <w:rPr>
          <w:rFonts w:cs="Arial"/>
          <w:highlight w:val="yellow"/>
        </w:rPr>
        <w:tab/>
      </w:r>
      <w:r w:rsidRPr="00D542F4">
        <w:rPr>
          <w:rFonts w:cs="Arial"/>
          <w:highlight w:val="yellow"/>
        </w:rPr>
        <w:tab/>
        <w:t>………………</w:t>
      </w:r>
    </w:p>
    <w:p w:rsidR="00C30D59" w:rsidRPr="00D542F4" w:rsidRDefault="00335A76" w:rsidP="00C30D59">
      <w:pPr>
        <w:ind w:left="283" w:firstLine="284"/>
        <w:rPr>
          <w:rFonts w:cs="Arial"/>
          <w:highlight w:val="yellow"/>
        </w:rPr>
      </w:pPr>
      <w:r w:rsidRPr="00D542F4">
        <w:rPr>
          <w:rFonts w:cs="Arial"/>
          <w:highlight w:val="yellow"/>
        </w:rPr>
        <w:t>spisová značka</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p>
    <w:p w:rsidR="00C30D59" w:rsidRPr="00D542F4" w:rsidRDefault="00C30D59" w:rsidP="00C30D59">
      <w:pPr>
        <w:ind w:left="283" w:firstLine="284"/>
        <w:rPr>
          <w:rFonts w:cs="Arial"/>
          <w:highlight w:val="yellow"/>
        </w:rPr>
      </w:pPr>
      <w:r w:rsidRPr="00D542F4">
        <w:rPr>
          <w:rFonts w:cs="Arial"/>
          <w:highlight w:val="yellow"/>
        </w:rPr>
        <w:t>bankovní spojení:</w:t>
      </w:r>
      <w:r w:rsidRPr="00D542F4">
        <w:rPr>
          <w:rFonts w:cs="Arial"/>
          <w:highlight w:val="yellow"/>
        </w:rPr>
        <w:tab/>
        <w:t>………………</w:t>
      </w:r>
    </w:p>
    <w:p w:rsidR="00C30D59" w:rsidRPr="00D542F4" w:rsidRDefault="00C30D59" w:rsidP="00C30D59">
      <w:pPr>
        <w:ind w:left="283" w:firstLine="284"/>
        <w:rPr>
          <w:rFonts w:cs="Arial"/>
          <w:highlight w:val="yellow"/>
        </w:rPr>
      </w:pPr>
      <w:r w:rsidRPr="00D542F4">
        <w:rPr>
          <w:rFonts w:cs="Arial"/>
          <w:highlight w:val="yellow"/>
        </w:rPr>
        <w:t>č.</w:t>
      </w:r>
      <w:r w:rsidR="00335A76" w:rsidRPr="00D542F4">
        <w:rPr>
          <w:rFonts w:cs="Arial"/>
          <w:highlight w:val="yellow"/>
        </w:rPr>
        <w:t xml:space="preserve"> </w:t>
      </w:r>
      <w:r w:rsidRPr="00D542F4">
        <w:rPr>
          <w:rFonts w:cs="Arial"/>
          <w:highlight w:val="yellow"/>
        </w:rPr>
        <w:t>účtu:</w:t>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rsidR="00C30D59" w:rsidRPr="00D542F4" w:rsidRDefault="00C30D59" w:rsidP="00C30D59">
      <w:pPr>
        <w:ind w:left="283" w:firstLine="284"/>
        <w:rPr>
          <w:rFonts w:cs="Arial"/>
          <w:highlight w:val="yellow"/>
        </w:rPr>
      </w:pPr>
      <w:r w:rsidRPr="00D542F4">
        <w:rPr>
          <w:rFonts w:cs="Arial"/>
          <w:highlight w:val="yellow"/>
        </w:rPr>
        <w:t>IČ</w:t>
      </w:r>
      <w:r w:rsidR="00582816" w:rsidRPr="00D542F4">
        <w:rPr>
          <w:rFonts w:cs="Arial"/>
          <w:highlight w:val="yellow"/>
        </w:rPr>
        <w:t>O:</w:t>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Pr="00D542F4">
        <w:rPr>
          <w:rFonts w:cs="Arial"/>
          <w:highlight w:val="yellow"/>
        </w:rPr>
        <w:t>………………</w:t>
      </w:r>
    </w:p>
    <w:p w:rsidR="00C30D59" w:rsidRPr="00D542F4" w:rsidRDefault="00C30D59" w:rsidP="00C30D59">
      <w:pPr>
        <w:ind w:left="283" w:firstLine="284"/>
        <w:rPr>
          <w:rFonts w:cs="Arial"/>
          <w:highlight w:val="yellow"/>
        </w:rPr>
      </w:pPr>
      <w:r w:rsidRPr="00D542F4">
        <w:rPr>
          <w:rFonts w:cs="Arial"/>
          <w:highlight w:val="yellow"/>
        </w:rPr>
        <w:t>DIČ:</w:t>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roofErr w:type="gramStart"/>
      <w:r w:rsidRPr="00D542F4">
        <w:rPr>
          <w:rFonts w:cs="Arial"/>
          <w:highlight w:val="yellow"/>
        </w:rPr>
        <w:t>…...</w:t>
      </w:r>
      <w:proofErr w:type="gramEnd"/>
    </w:p>
    <w:p w:rsidR="00C30D59" w:rsidRPr="00D542F4" w:rsidRDefault="00335A76" w:rsidP="00C30D59">
      <w:pPr>
        <w:ind w:left="283" w:firstLine="284"/>
        <w:rPr>
          <w:rFonts w:cs="Arial"/>
          <w:highlight w:val="yellow"/>
        </w:rPr>
      </w:pPr>
      <w:proofErr w:type="spellStart"/>
      <w:r w:rsidRPr="00D542F4">
        <w:rPr>
          <w:rFonts w:cs="Arial"/>
          <w:highlight w:val="yellow"/>
        </w:rPr>
        <w:t>zastupený</w:t>
      </w:r>
      <w:proofErr w:type="spellEnd"/>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highlight w:val="yellow"/>
        </w:rPr>
        <w:tab/>
        <w:t>………………</w:t>
      </w:r>
    </w:p>
    <w:p w:rsidR="00C30D59" w:rsidRPr="009C078A" w:rsidRDefault="00C30D59" w:rsidP="00C30D59">
      <w:pPr>
        <w:rPr>
          <w:rFonts w:cs="Arial"/>
        </w:rPr>
      </w:pP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rsidR="00C30D59" w:rsidRPr="009C078A" w:rsidRDefault="00C30D59" w:rsidP="00C30D59">
      <w:pPr>
        <w:rPr>
          <w:rFonts w:cs="Arial"/>
        </w:rPr>
      </w:pPr>
      <w:r w:rsidRPr="009C078A">
        <w:rPr>
          <w:rFonts w:cs="Arial"/>
        </w:rPr>
        <w:t xml:space="preserve">Osoby oprávněné jednat za </w:t>
      </w:r>
      <w:r w:rsidR="00335A76">
        <w:rPr>
          <w:rFonts w:cs="Arial"/>
        </w:rPr>
        <w:t>prodávajícího</w:t>
      </w:r>
      <w:r w:rsidR="007343C9" w:rsidRPr="009C078A">
        <w:rPr>
          <w:rFonts w:cs="Arial"/>
        </w:rPr>
        <w:t xml:space="preserve"> v rámci uzavřené smlouv</w:t>
      </w:r>
      <w:r w:rsidR="00371E55" w:rsidRPr="009C078A">
        <w:rPr>
          <w:rFonts w:cs="Arial"/>
        </w:rPr>
        <w:t>y</w:t>
      </w:r>
      <w:r w:rsidRPr="009C078A">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9C078A" w:rsidTr="00095151">
        <w:trPr>
          <w:trHeight w:val="438"/>
        </w:trPr>
        <w:tc>
          <w:tcPr>
            <w:tcW w:w="2552" w:type="dxa"/>
            <w:vAlign w:val="center"/>
          </w:tcPr>
          <w:p w:rsidR="00C30D59" w:rsidRPr="00D542F4" w:rsidRDefault="00C30D59" w:rsidP="00BA59A8">
            <w:pPr>
              <w:overflowPunct w:val="0"/>
              <w:autoSpaceDE w:val="0"/>
              <w:autoSpaceDN w:val="0"/>
              <w:adjustRightInd w:val="0"/>
              <w:jc w:val="center"/>
              <w:textAlignment w:val="baseline"/>
              <w:rPr>
                <w:rFonts w:cs="Arial"/>
                <w:color w:val="000000"/>
                <w:sz w:val="20"/>
                <w:szCs w:val="20"/>
                <w:highlight w:val="yellow"/>
              </w:rPr>
            </w:pPr>
            <w:r w:rsidRPr="00D542F4">
              <w:rPr>
                <w:rFonts w:cs="Arial"/>
                <w:color w:val="000000"/>
                <w:sz w:val="20"/>
                <w:szCs w:val="20"/>
                <w:highlight w:val="yellow"/>
              </w:rPr>
              <w:t>ve věcech:</w:t>
            </w:r>
          </w:p>
        </w:tc>
        <w:tc>
          <w:tcPr>
            <w:tcW w:w="2410" w:type="dxa"/>
            <w:vAlign w:val="center"/>
          </w:tcPr>
          <w:p w:rsidR="00C30D59" w:rsidRPr="00D542F4" w:rsidRDefault="00C30D59" w:rsidP="00BA59A8">
            <w:pPr>
              <w:overflowPunct w:val="0"/>
              <w:autoSpaceDE w:val="0"/>
              <w:autoSpaceDN w:val="0"/>
              <w:adjustRightInd w:val="0"/>
              <w:jc w:val="center"/>
              <w:textAlignment w:val="baseline"/>
              <w:rPr>
                <w:rFonts w:cs="Arial"/>
                <w:color w:val="000000"/>
                <w:sz w:val="20"/>
                <w:szCs w:val="20"/>
                <w:highlight w:val="yellow"/>
              </w:rPr>
            </w:pPr>
            <w:r w:rsidRPr="00D542F4">
              <w:rPr>
                <w:rFonts w:cs="Arial"/>
                <w:color w:val="000000"/>
                <w:sz w:val="20"/>
                <w:szCs w:val="20"/>
                <w:highlight w:val="yellow"/>
              </w:rPr>
              <w:t>jméno a příjmení:</w:t>
            </w:r>
          </w:p>
        </w:tc>
        <w:tc>
          <w:tcPr>
            <w:tcW w:w="1839" w:type="dxa"/>
            <w:vAlign w:val="center"/>
          </w:tcPr>
          <w:p w:rsidR="00C30D59" w:rsidRPr="00D542F4" w:rsidRDefault="00C30D59" w:rsidP="00BA59A8">
            <w:pPr>
              <w:overflowPunct w:val="0"/>
              <w:autoSpaceDE w:val="0"/>
              <w:autoSpaceDN w:val="0"/>
              <w:adjustRightInd w:val="0"/>
              <w:jc w:val="center"/>
              <w:textAlignment w:val="baseline"/>
              <w:rPr>
                <w:rFonts w:cs="Arial"/>
                <w:color w:val="000000"/>
                <w:sz w:val="20"/>
                <w:szCs w:val="20"/>
                <w:highlight w:val="yellow"/>
              </w:rPr>
            </w:pPr>
            <w:r w:rsidRPr="00D542F4">
              <w:rPr>
                <w:rFonts w:cs="Arial"/>
                <w:color w:val="000000"/>
                <w:sz w:val="20"/>
                <w:szCs w:val="20"/>
                <w:highlight w:val="yellow"/>
              </w:rPr>
              <w:t>telefon:</w:t>
            </w:r>
          </w:p>
        </w:tc>
        <w:tc>
          <w:tcPr>
            <w:tcW w:w="2555" w:type="dxa"/>
            <w:vAlign w:val="center"/>
          </w:tcPr>
          <w:p w:rsidR="00C30D59" w:rsidRPr="00D542F4" w:rsidRDefault="00C30D59" w:rsidP="00BA59A8">
            <w:pPr>
              <w:overflowPunct w:val="0"/>
              <w:autoSpaceDE w:val="0"/>
              <w:autoSpaceDN w:val="0"/>
              <w:adjustRightInd w:val="0"/>
              <w:jc w:val="center"/>
              <w:textAlignment w:val="baseline"/>
              <w:rPr>
                <w:rFonts w:cs="Arial"/>
                <w:color w:val="000000"/>
                <w:sz w:val="20"/>
                <w:szCs w:val="20"/>
                <w:highlight w:val="yellow"/>
              </w:rPr>
            </w:pPr>
            <w:r w:rsidRPr="00D542F4">
              <w:rPr>
                <w:rFonts w:cs="Arial"/>
                <w:color w:val="000000"/>
                <w:sz w:val="20"/>
                <w:szCs w:val="20"/>
                <w:highlight w:val="yellow"/>
              </w:rPr>
              <w:t>e-mail:</w:t>
            </w:r>
          </w:p>
        </w:tc>
      </w:tr>
      <w:tr w:rsidR="00C30D59" w:rsidRPr="009C078A" w:rsidTr="00095151">
        <w:tc>
          <w:tcPr>
            <w:tcW w:w="2552" w:type="dxa"/>
          </w:tcPr>
          <w:p w:rsidR="00C30D59" w:rsidRPr="00D542F4" w:rsidRDefault="002960C6" w:rsidP="00BA59A8">
            <w:pPr>
              <w:overflowPunct w:val="0"/>
              <w:autoSpaceDE w:val="0"/>
              <w:autoSpaceDN w:val="0"/>
              <w:adjustRightInd w:val="0"/>
              <w:textAlignment w:val="baseline"/>
              <w:rPr>
                <w:rFonts w:cs="Arial"/>
                <w:color w:val="000000"/>
                <w:sz w:val="20"/>
                <w:szCs w:val="20"/>
                <w:highlight w:val="yellow"/>
              </w:rPr>
            </w:pPr>
            <w:r w:rsidRPr="00D542F4">
              <w:rPr>
                <w:rFonts w:cs="Arial"/>
                <w:color w:val="000000"/>
                <w:sz w:val="20"/>
                <w:szCs w:val="20"/>
                <w:highlight w:val="yellow"/>
              </w:rPr>
              <w:t>S</w:t>
            </w:r>
            <w:r w:rsidR="00C30D59" w:rsidRPr="00D542F4">
              <w:rPr>
                <w:rFonts w:cs="Arial"/>
                <w:color w:val="000000"/>
                <w:sz w:val="20"/>
                <w:szCs w:val="20"/>
                <w:highlight w:val="yellow"/>
              </w:rPr>
              <w:t>mluvních</w:t>
            </w:r>
          </w:p>
        </w:tc>
        <w:tc>
          <w:tcPr>
            <w:tcW w:w="2410" w:type="dxa"/>
          </w:tcPr>
          <w:p w:rsidR="00C30D59" w:rsidRPr="00D542F4" w:rsidRDefault="00C30D59" w:rsidP="00BA59A8">
            <w:pPr>
              <w:overflowPunct w:val="0"/>
              <w:autoSpaceDE w:val="0"/>
              <w:autoSpaceDN w:val="0"/>
              <w:adjustRightInd w:val="0"/>
              <w:textAlignment w:val="baseline"/>
              <w:rPr>
                <w:rFonts w:cs="Arial"/>
                <w:sz w:val="20"/>
                <w:szCs w:val="20"/>
                <w:highlight w:val="yellow"/>
              </w:rPr>
            </w:pPr>
          </w:p>
        </w:tc>
        <w:tc>
          <w:tcPr>
            <w:tcW w:w="1839" w:type="dxa"/>
          </w:tcPr>
          <w:p w:rsidR="00C30D59" w:rsidRPr="00D542F4" w:rsidRDefault="00C30D59" w:rsidP="00BA59A8">
            <w:pPr>
              <w:overflowPunct w:val="0"/>
              <w:autoSpaceDE w:val="0"/>
              <w:autoSpaceDN w:val="0"/>
              <w:adjustRightInd w:val="0"/>
              <w:textAlignment w:val="baseline"/>
              <w:rPr>
                <w:rFonts w:cs="Arial"/>
                <w:sz w:val="20"/>
                <w:szCs w:val="20"/>
                <w:highlight w:val="yellow"/>
              </w:rPr>
            </w:pPr>
          </w:p>
        </w:tc>
        <w:tc>
          <w:tcPr>
            <w:tcW w:w="2555" w:type="dxa"/>
          </w:tcPr>
          <w:p w:rsidR="00C30D59" w:rsidRPr="00D542F4" w:rsidRDefault="00C30D59" w:rsidP="00BA59A8">
            <w:pPr>
              <w:overflowPunct w:val="0"/>
              <w:autoSpaceDE w:val="0"/>
              <w:autoSpaceDN w:val="0"/>
              <w:adjustRightInd w:val="0"/>
              <w:textAlignment w:val="baseline"/>
              <w:rPr>
                <w:rFonts w:cs="Arial"/>
                <w:sz w:val="20"/>
                <w:szCs w:val="20"/>
                <w:highlight w:val="yellow"/>
              </w:rPr>
            </w:pPr>
          </w:p>
        </w:tc>
      </w:tr>
      <w:tr w:rsidR="00C30D59" w:rsidRPr="009C078A" w:rsidTr="00095151">
        <w:tc>
          <w:tcPr>
            <w:tcW w:w="2552" w:type="dxa"/>
          </w:tcPr>
          <w:p w:rsidR="00C30D59" w:rsidRPr="00D542F4" w:rsidRDefault="002960C6" w:rsidP="007343C9">
            <w:pPr>
              <w:overflowPunct w:val="0"/>
              <w:autoSpaceDE w:val="0"/>
              <w:autoSpaceDN w:val="0"/>
              <w:adjustRightInd w:val="0"/>
              <w:textAlignment w:val="baseline"/>
              <w:rPr>
                <w:rFonts w:cs="Arial"/>
                <w:color w:val="000000"/>
                <w:sz w:val="20"/>
                <w:szCs w:val="20"/>
                <w:highlight w:val="yellow"/>
              </w:rPr>
            </w:pPr>
            <w:r w:rsidRPr="00D542F4">
              <w:rPr>
                <w:rFonts w:cs="Arial"/>
                <w:color w:val="000000"/>
                <w:sz w:val="20"/>
                <w:szCs w:val="20"/>
                <w:highlight w:val="yellow"/>
              </w:rPr>
              <w:t>P</w:t>
            </w:r>
            <w:r w:rsidR="00C30D59" w:rsidRPr="00D542F4">
              <w:rPr>
                <w:rFonts w:cs="Arial"/>
                <w:color w:val="000000"/>
                <w:sz w:val="20"/>
                <w:szCs w:val="20"/>
                <w:highlight w:val="yellow"/>
              </w:rPr>
              <w:t>ředání</w:t>
            </w:r>
          </w:p>
        </w:tc>
        <w:tc>
          <w:tcPr>
            <w:tcW w:w="2410" w:type="dxa"/>
          </w:tcPr>
          <w:p w:rsidR="00C30D59" w:rsidRPr="00D542F4" w:rsidRDefault="00C30D59" w:rsidP="00344EB8">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D542F4" w:rsidRDefault="00C30D59" w:rsidP="00BA59A8">
            <w:pPr>
              <w:overflowPunct w:val="0"/>
              <w:autoSpaceDE w:val="0"/>
              <w:autoSpaceDN w:val="0"/>
              <w:adjustRightInd w:val="0"/>
              <w:textAlignment w:val="baseline"/>
              <w:rPr>
                <w:rFonts w:cs="Arial"/>
                <w:color w:val="000000"/>
                <w:sz w:val="20"/>
                <w:szCs w:val="20"/>
                <w:highlight w:val="yellow"/>
              </w:rPr>
            </w:pPr>
          </w:p>
        </w:tc>
        <w:tc>
          <w:tcPr>
            <w:tcW w:w="2555" w:type="dxa"/>
          </w:tcPr>
          <w:p w:rsidR="00C30D59" w:rsidRPr="00D542F4" w:rsidRDefault="00C30D59" w:rsidP="00BA59A8">
            <w:pPr>
              <w:overflowPunct w:val="0"/>
              <w:autoSpaceDE w:val="0"/>
              <w:autoSpaceDN w:val="0"/>
              <w:adjustRightInd w:val="0"/>
              <w:textAlignment w:val="baseline"/>
              <w:rPr>
                <w:rFonts w:cs="Arial"/>
                <w:color w:val="000000"/>
                <w:sz w:val="20"/>
                <w:szCs w:val="20"/>
                <w:highlight w:val="yellow"/>
              </w:rPr>
            </w:pPr>
          </w:p>
        </w:tc>
      </w:tr>
    </w:tbl>
    <w:p w:rsidR="00C30D59" w:rsidRPr="009C078A" w:rsidRDefault="00C30D59" w:rsidP="00095151">
      <w:pPr>
        <w:pStyle w:val="Odstavec2"/>
        <w:numPr>
          <w:ilvl w:val="0"/>
          <w:numId w:val="0"/>
        </w:numPr>
        <w:spacing w:before="120"/>
        <w:ind w:left="567" w:hanging="567"/>
        <w:rPr>
          <w:rFonts w:cs="Arial"/>
        </w:rPr>
      </w:pPr>
      <w:r w:rsidRPr="009C078A">
        <w:rPr>
          <w:rFonts w:cs="Arial"/>
        </w:rPr>
        <w:t>(dále jen „</w:t>
      </w:r>
      <w:r w:rsidR="00335A76">
        <w:rPr>
          <w:rFonts w:cs="Arial"/>
          <w:b/>
          <w:i/>
        </w:rPr>
        <w:t>prodávající</w:t>
      </w:r>
      <w:r w:rsidRPr="009C078A">
        <w:rPr>
          <w:rFonts w:cs="Arial"/>
        </w:rPr>
        <w:t>“)</w:t>
      </w:r>
    </w:p>
    <w:p w:rsidR="003A512A" w:rsidRDefault="003A512A" w:rsidP="00C30D59">
      <w:pPr>
        <w:pStyle w:val="Odstavec2"/>
        <w:numPr>
          <w:ilvl w:val="0"/>
          <w:numId w:val="0"/>
        </w:numPr>
        <w:rPr>
          <w:rFonts w:cs="Arial"/>
        </w:rPr>
      </w:pPr>
    </w:p>
    <w:p w:rsidR="003A512A" w:rsidRPr="003A512A" w:rsidRDefault="003A512A" w:rsidP="003A512A">
      <w:pPr>
        <w:pStyle w:val="Odstavec2"/>
        <w:numPr>
          <w:ilvl w:val="0"/>
          <w:numId w:val="0"/>
        </w:numPr>
        <w:rPr>
          <w:rFonts w:cs="Arial"/>
        </w:rPr>
      </w:pPr>
      <w:r>
        <w:t>Kupující a prodávající (dále též jen „</w:t>
      </w:r>
      <w:r w:rsidRPr="00395587">
        <w:rPr>
          <w:b/>
          <w:i/>
        </w:rPr>
        <w:t>smluvní strany</w:t>
      </w:r>
      <w:r>
        <w:t>“ a samostatně „</w:t>
      </w:r>
      <w:r>
        <w:rPr>
          <w:b/>
          <w:i/>
        </w:rPr>
        <w:t>smluvní strana“</w:t>
      </w:r>
      <w:r>
        <w:t xml:space="preserve">) níže uvedeného dne, měsíce a roku uzavírají na základě </w:t>
      </w:r>
      <w:r w:rsidR="00514453">
        <w:t>zadávacího</w:t>
      </w:r>
      <w:r>
        <w:t xml:space="preserve"> řízení vyhlášeného kupujícím dne </w:t>
      </w:r>
      <w:r w:rsidRPr="003A512A">
        <w:rPr>
          <w:rFonts w:cs="Arial"/>
          <w:highlight w:val="cyan"/>
        </w:rPr>
        <w:t>……… 2</w:t>
      </w:r>
      <w:r>
        <w:rPr>
          <w:rFonts w:cs="Arial"/>
        </w:rPr>
        <w:t>0</w:t>
      </w:r>
      <w:r w:rsidR="00335A76">
        <w:rPr>
          <w:rFonts w:cs="Arial"/>
        </w:rPr>
        <w:t>20</w:t>
      </w:r>
      <w:r>
        <w:rPr>
          <w:rFonts w:cs="Arial"/>
        </w:rPr>
        <w:t xml:space="preserve"> </w:t>
      </w:r>
      <w:r>
        <w:t xml:space="preserve">pod ev. č. </w:t>
      </w:r>
      <w:r w:rsidR="00335A76">
        <w:rPr>
          <w:rFonts w:cs="Arial"/>
        </w:rPr>
        <w:t>072</w:t>
      </w:r>
      <w:r>
        <w:rPr>
          <w:rFonts w:cs="Arial"/>
        </w:rPr>
        <w:t>/</w:t>
      </w:r>
      <w:r w:rsidR="00335A76">
        <w:rPr>
          <w:rFonts w:cs="Arial"/>
        </w:rPr>
        <w:t>20</w:t>
      </w:r>
      <w:r>
        <w:rPr>
          <w:rFonts w:cs="Arial"/>
        </w:rPr>
        <w:t xml:space="preserve">/OCN </w:t>
      </w:r>
      <w:r>
        <w:t xml:space="preserve">tuto </w:t>
      </w:r>
      <w:r w:rsidR="001532E8">
        <w:rPr>
          <w:rFonts w:cs="Arial"/>
        </w:rPr>
        <w:t>rámcovou</w:t>
      </w:r>
      <w:r>
        <w:rPr>
          <w:rFonts w:cs="Arial"/>
        </w:rPr>
        <w:t xml:space="preserve"> dohodu</w:t>
      </w:r>
      <w:r w:rsidRPr="009C078A">
        <w:rPr>
          <w:rFonts w:cs="Arial"/>
        </w:rPr>
        <w:t xml:space="preserve"> (dále jen „</w:t>
      </w:r>
      <w:r>
        <w:rPr>
          <w:rFonts w:cs="Arial"/>
          <w:b/>
          <w:i/>
        </w:rPr>
        <w:t>s</w:t>
      </w:r>
      <w:r w:rsidRPr="009C078A">
        <w:rPr>
          <w:rFonts w:cs="Arial"/>
          <w:b/>
          <w:i/>
        </w:rPr>
        <w:t>mlouva</w:t>
      </w:r>
      <w:r w:rsidRPr="009C078A">
        <w:rPr>
          <w:rFonts w:cs="Arial"/>
        </w:rPr>
        <w:t>“):</w:t>
      </w:r>
    </w:p>
    <w:p w:rsidR="00C962BE" w:rsidRPr="009C078A" w:rsidRDefault="00C962BE" w:rsidP="00D542F4">
      <w:pPr>
        <w:pStyle w:val="lnek"/>
        <w:ind w:left="17"/>
        <w:rPr>
          <w:rFonts w:cs="Arial"/>
        </w:rPr>
      </w:pPr>
      <w:r w:rsidRPr="009C078A">
        <w:rPr>
          <w:rFonts w:cs="Arial"/>
        </w:rPr>
        <w:t xml:space="preserve">Základní údaje </w:t>
      </w:r>
      <w:r w:rsidR="00204984" w:rsidRPr="009C078A">
        <w:rPr>
          <w:rFonts w:cs="Arial"/>
        </w:rPr>
        <w:t>a předmět plnění</w:t>
      </w:r>
    </w:p>
    <w:p w:rsidR="00204984" w:rsidRDefault="00335A76" w:rsidP="00204984">
      <w:pPr>
        <w:pStyle w:val="Odstavec2"/>
        <w:rPr>
          <w:rFonts w:cs="Arial"/>
        </w:rPr>
      </w:pPr>
      <w:r>
        <w:rPr>
          <w:rFonts w:cs="Arial"/>
        </w:rPr>
        <w:t>Prodávající</w:t>
      </w:r>
      <w:r w:rsidR="00204984" w:rsidRPr="009C078A">
        <w:rPr>
          <w:rFonts w:cs="Arial"/>
        </w:rPr>
        <w:t xml:space="preserve"> prohlašuje, že má </w:t>
      </w:r>
      <w:r w:rsidR="008C56E0" w:rsidRPr="009C078A">
        <w:rPr>
          <w:rFonts w:cs="Arial"/>
        </w:rPr>
        <w:t xml:space="preserve">zajištěna </w:t>
      </w:r>
      <w:r w:rsidR="003F678D">
        <w:rPr>
          <w:rFonts w:cs="Arial"/>
        </w:rPr>
        <w:t xml:space="preserve">veškerá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w:t>
      </w:r>
      <w:r w:rsidR="007C49D4">
        <w:rPr>
          <w:rFonts w:cs="Arial"/>
        </w:rPr>
        <w:t>splnění této s</w:t>
      </w:r>
      <w:r w:rsidR="00204984" w:rsidRPr="009C078A">
        <w:rPr>
          <w:rFonts w:cs="Arial"/>
        </w:rPr>
        <w:t xml:space="preserve">mlouvy. </w:t>
      </w:r>
    </w:p>
    <w:p w:rsidR="007C49D4" w:rsidRDefault="003A512A" w:rsidP="007C49D4">
      <w:pPr>
        <w:pStyle w:val="Odstavec2"/>
      </w:pPr>
      <w:r>
        <w:t xml:space="preserve">Předmětem </w:t>
      </w:r>
      <w:r w:rsidR="007C49D4">
        <w:t xml:space="preserve">této smlouvy je </w:t>
      </w:r>
      <w:r w:rsidR="001E0F24">
        <w:t xml:space="preserve">vymezení dodávky předmětu koupě (uvedeného </w:t>
      </w:r>
      <w:r>
        <w:t xml:space="preserve">v </w:t>
      </w:r>
      <w:r w:rsidR="007C49D4">
        <w:t>ustanovení 2.3 této smlouvy a zároveň v Závazných podkladech</w:t>
      </w:r>
      <w:r w:rsidR="001E0F24">
        <w:t>) na základě dílčích smluv uzavíraných způsobem stanoveným touto smlouvou</w:t>
      </w:r>
      <w:r w:rsidR="007C49D4">
        <w:t>.</w:t>
      </w:r>
    </w:p>
    <w:p w:rsidR="001E0F24" w:rsidRDefault="007C49D4" w:rsidP="00424E60">
      <w:pPr>
        <w:pStyle w:val="02-ODST-2"/>
        <w:numPr>
          <w:ilvl w:val="1"/>
          <w:numId w:val="1"/>
        </w:numPr>
        <w:tabs>
          <w:tab w:val="num" w:pos="1080"/>
        </w:tabs>
        <w:ind w:left="567"/>
      </w:pPr>
      <w:r>
        <w:rPr>
          <w:b/>
        </w:rPr>
        <w:t xml:space="preserve">Předmětem </w:t>
      </w:r>
      <w:r w:rsidR="002B66E3">
        <w:rPr>
          <w:b/>
        </w:rPr>
        <w:t>plnění</w:t>
      </w:r>
      <w:r>
        <w:rPr>
          <w:b/>
        </w:rPr>
        <w:t xml:space="preserve"> </w:t>
      </w:r>
      <w:r w:rsidR="001E0F24">
        <w:rPr>
          <w:b/>
        </w:rPr>
        <w:t xml:space="preserve">dílčích smluv </w:t>
      </w:r>
      <w:r>
        <w:rPr>
          <w:b/>
        </w:rPr>
        <w:t xml:space="preserve">jsou </w:t>
      </w:r>
      <w:r w:rsidR="001E0F24">
        <w:rPr>
          <w:b/>
        </w:rPr>
        <w:t xml:space="preserve">jednotlivé </w:t>
      </w:r>
      <w:r>
        <w:rPr>
          <w:b/>
        </w:rPr>
        <w:t>dodávky</w:t>
      </w:r>
      <w:r w:rsidR="00993FC2" w:rsidRPr="00130AA1">
        <w:rPr>
          <w:b/>
        </w:rPr>
        <w:t xml:space="preserve"> kontejnerového zařízení pro výdej </w:t>
      </w:r>
      <w:proofErr w:type="spellStart"/>
      <w:r w:rsidR="00993FC2" w:rsidRPr="00130AA1">
        <w:rPr>
          <w:b/>
        </w:rPr>
        <w:t>AdBlue</w:t>
      </w:r>
      <w:proofErr w:type="spellEnd"/>
      <w:r w:rsidR="00993FC2">
        <w:t xml:space="preserve"> (kapaliny – chemicky vysoce čistého vodního roztoku močoviny v kvalitě dle normy DIN 70070)</w:t>
      </w:r>
      <w:r w:rsidR="00E63733">
        <w:t xml:space="preserve"> včetně montáže, kalibrace a zprovoznění.</w:t>
      </w:r>
    </w:p>
    <w:p w:rsidR="00993FC2" w:rsidRDefault="00993FC2" w:rsidP="00993FC2">
      <w:pPr>
        <w:pStyle w:val="06-PSM"/>
        <w:tabs>
          <w:tab w:val="clear" w:pos="1070"/>
        </w:tabs>
        <w:ind w:left="567" w:firstLine="0"/>
      </w:pPr>
      <w:r>
        <w:t>(dále též jen „</w:t>
      </w:r>
      <w:r w:rsidRPr="00550C98">
        <w:rPr>
          <w:b/>
        </w:rPr>
        <w:t>předmět koupě</w:t>
      </w:r>
      <w:r>
        <w:t>“ či „</w:t>
      </w:r>
      <w:r w:rsidRPr="00550C98">
        <w:rPr>
          <w:b/>
        </w:rPr>
        <w:t>zboží</w:t>
      </w:r>
      <w:r>
        <w:t>“)</w:t>
      </w:r>
    </w:p>
    <w:p w:rsidR="00C42C74" w:rsidRDefault="00C42C74" w:rsidP="00993FC2">
      <w:pPr>
        <w:pStyle w:val="06-PSM"/>
        <w:tabs>
          <w:tab w:val="clear" w:pos="1070"/>
        </w:tabs>
        <w:ind w:left="567" w:firstLine="0"/>
      </w:pPr>
      <w:r>
        <w:t xml:space="preserve">Smluvní strany se dohodly, že zprovoznění předmětu koupě, ke kterému je prodávající povinen v sobě zahrnuje zejména instalaci předmětu koupě, jeho uvedení do provozu včetně kalibrace, předání příslušné dokumentace a návodů vztahujících se k předmětu koupě v českém jazyce, zaškolení obsluhy zařízení. V rámci zprovoznění předmětu koupě je prodávající povinen zajistit první naplnění předmětu koupě kapalinou </w:t>
      </w:r>
      <w:proofErr w:type="spellStart"/>
      <w:r>
        <w:t>AdBlue</w:t>
      </w:r>
      <w:proofErr w:type="spellEnd"/>
      <w:r>
        <w:t xml:space="preserve"> - chemicky vysoce čistého vodního roztoku močoviny v kvalitě dle normy DIN 70070 (dále také jen „</w:t>
      </w:r>
      <w:proofErr w:type="spellStart"/>
      <w:r w:rsidRPr="005E55CD">
        <w:rPr>
          <w:b/>
        </w:rPr>
        <w:t>AdBlue</w:t>
      </w:r>
      <w:proofErr w:type="spellEnd"/>
      <w:r>
        <w:t>“).</w:t>
      </w:r>
    </w:p>
    <w:p w:rsidR="00993FC2" w:rsidRDefault="00993FC2" w:rsidP="00424E60">
      <w:pPr>
        <w:pStyle w:val="02-ODST-2"/>
        <w:numPr>
          <w:ilvl w:val="1"/>
          <w:numId w:val="1"/>
        </w:numPr>
        <w:tabs>
          <w:tab w:val="num" w:pos="1080"/>
        </w:tabs>
        <w:ind w:left="567"/>
      </w:pPr>
      <w:r>
        <w:t>Prodávající je povinen dodat předmět koupě, který musí vyhovovat požadavkům právních a technických předpisů a musí splňovat podmínky podle níže uvedené dokumentace (dále jen „</w:t>
      </w:r>
      <w:r w:rsidRPr="00FA75C2">
        <w:rPr>
          <w:b/>
        </w:rPr>
        <w:t>Závazné podklady</w:t>
      </w:r>
      <w:r>
        <w:t xml:space="preserve">“): </w:t>
      </w:r>
    </w:p>
    <w:p w:rsidR="00993FC2" w:rsidRDefault="007C49D4" w:rsidP="00424E60">
      <w:pPr>
        <w:pStyle w:val="Odstavec2"/>
        <w:numPr>
          <w:ilvl w:val="0"/>
          <w:numId w:val="6"/>
        </w:numPr>
      </w:pPr>
      <w:r>
        <w:t>p</w:t>
      </w:r>
      <w:r w:rsidR="00993FC2">
        <w:t>rodáv</w:t>
      </w:r>
      <w:r w:rsidR="00BD795B">
        <w:t>ajícímu předané a jím převzaté Z</w:t>
      </w:r>
      <w:r w:rsidR="00993FC2">
        <w:t xml:space="preserve">adávací dokumentace </w:t>
      </w:r>
      <w:r w:rsidR="00993FC2" w:rsidRPr="001B6AAD">
        <w:rPr>
          <w:highlight w:val="cyan"/>
        </w:rPr>
        <w:t xml:space="preserve">ze dne </w:t>
      </w:r>
      <w:r w:rsidRPr="001B6AAD">
        <w:rPr>
          <w:rFonts w:cs="Arial"/>
          <w:highlight w:val="cyan"/>
        </w:rPr>
        <w:t>…</w:t>
      </w:r>
      <w:proofErr w:type="gramStart"/>
      <w:r w:rsidRPr="001B6AAD">
        <w:rPr>
          <w:rFonts w:cs="Arial"/>
          <w:highlight w:val="cyan"/>
        </w:rPr>
        <w:t>….. 20</w:t>
      </w:r>
      <w:r w:rsidR="007B1B24">
        <w:rPr>
          <w:rFonts w:cs="Arial"/>
        </w:rPr>
        <w:t>20</w:t>
      </w:r>
      <w:proofErr w:type="gramEnd"/>
      <w:r w:rsidR="00993FC2">
        <w:rPr>
          <w:rFonts w:cs="Arial"/>
        </w:rPr>
        <w:t xml:space="preserve"> </w:t>
      </w:r>
      <w:r w:rsidR="00993FC2">
        <w:t xml:space="preserve">k zakázce </w:t>
      </w:r>
      <w:r w:rsidR="00993FC2" w:rsidRPr="00CA345D">
        <w:rPr>
          <w:b/>
        </w:rPr>
        <w:t>č.</w:t>
      </w:r>
      <w:r w:rsidR="00993FC2" w:rsidRPr="00CA345D">
        <w:rPr>
          <w:rFonts w:cs="Arial"/>
          <w:b/>
        </w:rPr>
        <w:t xml:space="preserve"> </w:t>
      </w:r>
      <w:r w:rsidR="007B1B24">
        <w:rPr>
          <w:rFonts w:cs="Arial"/>
          <w:b/>
        </w:rPr>
        <w:t>072/20</w:t>
      </w:r>
      <w:r w:rsidR="00993FC2" w:rsidRPr="00CA345D">
        <w:rPr>
          <w:rFonts w:cs="Arial"/>
          <w:b/>
        </w:rPr>
        <w:t>/OCN</w:t>
      </w:r>
      <w:r w:rsidR="003F043E">
        <w:t xml:space="preserve">, nazvané </w:t>
      </w:r>
      <w:r w:rsidR="003F043E" w:rsidRPr="003F043E">
        <w:rPr>
          <w:b/>
        </w:rPr>
        <w:t>Dodávky</w:t>
      </w:r>
      <w:r w:rsidR="003F043E">
        <w:rPr>
          <w:b/>
        </w:rPr>
        <w:t xml:space="preserve"> kontejnerů pro výdej </w:t>
      </w:r>
      <w:proofErr w:type="spellStart"/>
      <w:r w:rsidR="003F043E">
        <w:rPr>
          <w:b/>
        </w:rPr>
        <w:t>AdBlue</w:t>
      </w:r>
      <w:proofErr w:type="spellEnd"/>
      <w:r w:rsidR="003F043E">
        <w:rPr>
          <w:b/>
        </w:rPr>
        <w:t xml:space="preserve"> na</w:t>
      </w:r>
      <w:r w:rsidR="003F043E" w:rsidRPr="003F043E">
        <w:rPr>
          <w:b/>
        </w:rPr>
        <w:t xml:space="preserve"> ČS </w:t>
      </w:r>
      <w:proofErr w:type="spellStart"/>
      <w:r w:rsidR="003F043E" w:rsidRPr="003F043E">
        <w:rPr>
          <w:b/>
        </w:rPr>
        <w:t>EuroOil</w:t>
      </w:r>
      <w:proofErr w:type="spellEnd"/>
      <w:r w:rsidR="003F043E">
        <w:t xml:space="preserve"> </w:t>
      </w:r>
      <w:r w:rsidR="00993FC2">
        <w:t>včetně jejích příloh (dále jen „</w:t>
      </w:r>
      <w:r w:rsidR="00993FC2" w:rsidRPr="002175DF">
        <w:rPr>
          <w:b/>
          <w:i/>
        </w:rPr>
        <w:t>Zadávací dokumentace</w:t>
      </w:r>
      <w:r w:rsidR="00993FC2">
        <w:t xml:space="preserve">“), </w:t>
      </w:r>
    </w:p>
    <w:p w:rsidR="00993FC2" w:rsidRDefault="00993FC2" w:rsidP="00424E60">
      <w:pPr>
        <w:pStyle w:val="Odstavec2"/>
        <w:numPr>
          <w:ilvl w:val="0"/>
          <w:numId w:val="6"/>
        </w:numPr>
      </w:pPr>
      <w:r>
        <w:t xml:space="preserve">nabídky prodávajícího ze dne </w:t>
      </w:r>
      <w:r w:rsidRPr="00D542F4">
        <w:rPr>
          <w:highlight w:val="yellow"/>
        </w:rPr>
        <w:t xml:space="preserve">……… </w:t>
      </w:r>
      <w:r w:rsidR="00D542F4" w:rsidRPr="00D542F4">
        <w:rPr>
          <w:highlight w:val="yellow"/>
        </w:rPr>
        <w:t>2020</w:t>
      </w:r>
      <w:r w:rsidR="00D542F4">
        <w:rPr>
          <w:rFonts w:cs="Arial"/>
        </w:rPr>
        <w:t xml:space="preserve"> </w:t>
      </w:r>
      <w:r>
        <w:t xml:space="preserve">podané do </w:t>
      </w:r>
      <w:r w:rsidR="00514453">
        <w:t>zadávacího</w:t>
      </w:r>
      <w:r>
        <w:t xml:space="preserve"> řízení k zakázce dle Zadávací dokumentace (dále jen „</w:t>
      </w:r>
      <w:r w:rsidRPr="00AF68B0">
        <w:rPr>
          <w:b/>
          <w:i/>
        </w:rPr>
        <w:t>Nabídka</w:t>
      </w:r>
      <w:r>
        <w:t>“),</w:t>
      </w:r>
    </w:p>
    <w:p w:rsidR="00993FC2" w:rsidRDefault="00993FC2" w:rsidP="00993FC2">
      <w:pPr>
        <w:pStyle w:val="Odstavec2"/>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rsidR="00773054" w:rsidRDefault="00773054" w:rsidP="00424E60">
      <w:pPr>
        <w:pStyle w:val="02-ODST-2"/>
        <w:numPr>
          <w:ilvl w:val="1"/>
          <w:numId w:val="1"/>
        </w:numPr>
        <w:tabs>
          <w:tab w:val="num" w:pos="1080"/>
        </w:tabs>
        <w:ind w:left="567"/>
      </w:pPr>
      <w:r w:rsidRPr="001743C5">
        <w:t>Prodávající prohlašuje, že provedl odborné posouzení a zhodnocení techn</w:t>
      </w:r>
      <w:r>
        <w:t>ických parametrů předmětu koupě</w:t>
      </w:r>
      <w:r w:rsidRPr="001743C5">
        <w:t xml:space="preserve"> v souladu s požadavky kupujícího uvedenými v </w:t>
      </w:r>
      <w:r>
        <w:t>Z</w:t>
      </w:r>
      <w:r w:rsidRPr="001743C5">
        <w:t>adávací dokumentaci a prohlašu</w:t>
      </w:r>
      <w:r>
        <w:t xml:space="preserve">je, že veškeré údaje k řádnému </w:t>
      </w:r>
      <w:r w:rsidRPr="001743C5">
        <w:t>plnění této smlouvy</w:t>
      </w:r>
      <w:r w:rsidR="00E63733">
        <w:t xml:space="preserve"> a dílčích smluv</w:t>
      </w:r>
      <w:r w:rsidRPr="001743C5">
        <w:t xml:space="preserve"> mu</w:t>
      </w:r>
      <w:r>
        <w:t xml:space="preserve"> byly známy před uzavřením této s</w:t>
      </w:r>
      <w:r w:rsidRPr="001743C5">
        <w:t>mlouvy</w:t>
      </w:r>
      <w:r>
        <w:t>.</w:t>
      </w:r>
    </w:p>
    <w:p w:rsidR="00773054" w:rsidRDefault="00773054" w:rsidP="00424E60">
      <w:pPr>
        <w:pStyle w:val="02-ODST-2"/>
        <w:numPr>
          <w:ilvl w:val="1"/>
          <w:numId w:val="1"/>
        </w:numPr>
        <w:tabs>
          <w:tab w:val="num" w:pos="1080"/>
        </w:tabs>
        <w:ind w:left="567"/>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w:t>
      </w:r>
      <w:r w:rsidR="00E63733">
        <w:t>, dílčí smlouvou</w:t>
      </w:r>
      <w:r>
        <w:t xml:space="preserve"> a příslušnými právními předpisy a technickými normami.</w:t>
      </w:r>
    </w:p>
    <w:p w:rsidR="00E63733" w:rsidRDefault="00773054" w:rsidP="00424E60">
      <w:pPr>
        <w:pStyle w:val="Odstavec2"/>
        <w:numPr>
          <w:ilvl w:val="1"/>
          <w:numId w:val="10"/>
        </w:numPr>
        <w:tabs>
          <w:tab w:val="num" w:pos="1080"/>
          <w:tab w:val="num" w:pos="1222"/>
        </w:tabs>
        <w:ind w:left="567"/>
      </w:pPr>
      <w:r>
        <w:t>Účelem této smlouvy</w:t>
      </w:r>
      <w:r w:rsidRPr="00241852">
        <w:t xml:space="preserve"> je </w:t>
      </w:r>
      <w:r w:rsidR="00E63733">
        <w:t>upravit práva a povinnosti smluvních stran při uzavírání dílčích smluv a z těchto dílčích smluv vyplývajícího poskytování předmětu plnění prodávajícím specifikovaného výše v ustanovení 2.3 této smlouvy a zároveň v Závazných podkladech.</w:t>
      </w:r>
    </w:p>
    <w:p w:rsidR="00773054" w:rsidRPr="000610D8" w:rsidRDefault="00E63733" w:rsidP="00424E60">
      <w:pPr>
        <w:pStyle w:val="02-ODST-2"/>
        <w:numPr>
          <w:ilvl w:val="1"/>
          <w:numId w:val="1"/>
        </w:numPr>
        <w:tabs>
          <w:tab w:val="num" w:pos="1080"/>
        </w:tabs>
        <w:ind w:left="567"/>
      </w:pPr>
      <w:r>
        <w:t xml:space="preserve">Účelem dílčí smlouvy je </w:t>
      </w:r>
      <w:r w:rsidR="00773054" w:rsidRPr="00241852">
        <w:t xml:space="preserve">ze strany kupujícího získat </w:t>
      </w:r>
      <w:r w:rsidR="00773054">
        <w:t xml:space="preserve">kvalitní předmět koupě </w:t>
      </w:r>
      <w:r w:rsidR="00773054" w:rsidRPr="00241852">
        <w:t>splňující veškeré právní a technické předpisy</w:t>
      </w:r>
      <w:r w:rsidR="00773054">
        <w:t>.</w:t>
      </w:r>
    </w:p>
    <w:p w:rsidR="00773054" w:rsidRPr="00FE08B9" w:rsidRDefault="00773054" w:rsidP="00424E60">
      <w:pPr>
        <w:pStyle w:val="02-ODST-2"/>
        <w:numPr>
          <w:ilvl w:val="1"/>
          <w:numId w:val="1"/>
        </w:numPr>
        <w:tabs>
          <w:tab w:val="num" w:pos="1080"/>
        </w:tabs>
        <w:ind w:left="567"/>
      </w:pPr>
      <w:bookmarkStart w:id="2" w:name="_Ref337719856"/>
      <w:r w:rsidRPr="00C95B9F">
        <w:t xml:space="preserve">Kupující výslovně prodávajícího upozorňuje, že nemá zájem na jakémkoliv vadném plnění a proto </w:t>
      </w:r>
      <w:r w:rsidRPr="00172141">
        <w:t>p</w:t>
      </w:r>
      <w:r w:rsidRPr="00C461B1">
        <w:t xml:space="preserve">rodávající výslovně </w:t>
      </w:r>
      <w:r w:rsidRPr="005507DC">
        <w:t>k</w:t>
      </w:r>
      <w:r w:rsidRPr="00FE08B9">
        <w:t>upují</w:t>
      </w:r>
      <w:r w:rsidR="007C49D4">
        <w:t>cího ujišťuje, že předmět koupě</w:t>
      </w:r>
      <w:r w:rsidRPr="00FE08B9">
        <w:t xml:space="preserve"> bude vždy bez vad.</w:t>
      </w:r>
    </w:p>
    <w:bookmarkEnd w:id="2"/>
    <w:p w:rsidR="00773054" w:rsidRPr="005B3613" w:rsidRDefault="00773054" w:rsidP="00424E60">
      <w:pPr>
        <w:pStyle w:val="02-ODST-2"/>
        <w:numPr>
          <w:ilvl w:val="1"/>
          <w:numId w:val="1"/>
        </w:numPr>
        <w:tabs>
          <w:tab w:val="num" w:pos="1080"/>
        </w:tabs>
        <w:ind w:left="567"/>
      </w:pPr>
      <w:r>
        <w:t xml:space="preserve">Prodávající je na základě a dle této smlouvy povinen rovněž dodat kupujícímu </w:t>
      </w:r>
      <w:r w:rsidRPr="002D28A6">
        <w:t>dokumentaci nutnou</w:t>
      </w:r>
      <w:r>
        <w:t xml:space="preserve"> k převzetí a užívání předmětu koupě a specifikovanou v</w:t>
      </w:r>
      <w:r w:rsidR="002D28A6">
        <w:t> </w:t>
      </w:r>
      <w:r>
        <w:t>odstavci</w:t>
      </w:r>
      <w:r w:rsidR="002D28A6">
        <w:t xml:space="preserve"> 6. 9</w:t>
      </w:r>
      <w:r>
        <w:t>. této smlouvy.</w:t>
      </w:r>
    </w:p>
    <w:p w:rsidR="00773054" w:rsidRPr="00F90398" w:rsidRDefault="00773054" w:rsidP="00424E60">
      <w:pPr>
        <w:pStyle w:val="02-ODST-2"/>
        <w:numPr>
          <w:ilvl w:val="1"/>
          <w:numId w:val="1"/>
        </w:numPr>
        <w:tabs>
          <w:tab w:val="num" w:pos="1080"/>
        </w:tabs>
        <w:ind w:left="567"/>
        <w:rPr>
          <w:rFonts w:cs="Arial"/>
          <w:i/>
        </w:rPr>
      </w:pPr>
      <w:bookmarkStart w:id="3" w:name="_Ref421700017"/>
      <w:bookmarkStart w:id="4"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w:t>
      </w:r>
      <w:r w:rsidRPr="00C95B9F">
        <w:lastRenderedPageBreak/>
        <w:t xml:space="preserve">kontrola) spočívajícím v </w:t>
      </w:r>
      <w:r w:rsidRPr="007B0B1A">
        <w:rPr>
          <w:rFonts w:cs="Arial"/>
        </w:rPr>
        <w:t>prokázání shody jakosti dodaného zboží vůči doloženým atestům a 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podmínek uvedených ve smlouvě i 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3"/>
      <w:r w:rsidRPr="00C95B9F">
        <w:t>.</w:t>
      </w:r>
      <w:bookmarkEnd w:id="4"/>
      <w:r w:rsidRPr="00F90398">
        <w:rPr>
          <w:i/>
        </w:rPr>
        <w:t xml:space="preserve"> </w:t>
      </w:r>
    </w:p>
    <w:p w:rsidR="00773054" w:rsidRPr="00767542" w:rsidRDefault="00773054" w:rsidP="00424E60">
      <w:pPr>
        <w:pStyle w:val="02-ODST-2"/>
        <w:numPr>
          <w:ilvl w:val="1"/>
          <w:numId w:val="1"/>
        </w:numPr>
        <w:tabs>
          <w:tab w:val="num" w:pos="1080"/>
        </w:tabs>
        <w:ind w:left="567"/>
        <w:rPr>
          <w:rFonts w:cs="Arial"/>
        </w:rPr>
      </w:pPr>
      <w:r w:rsidRPr="00924257">
        <w:t xml:space="preserve">Vzhledem k charakteru zboží a účelu, pro něž hodlá kupující zboží použít, požaduje kupující pro prokázání parametrů zboží vyzkoušení zboží, a to před </w:t>
      </w:r>
      <w:r>
        <w:t xml:space="preserve">jeho předáním. Prodávající zajistí provozní odzkoušení zboží </w:t>
      </w:r>
      <w:r w:rsidR="00E63733">
        <w:t>v místě plnění</w:t>
      </w:r>
      <w:r>
        <w:t>.</w:t>
      </w:r>
      <w:r w:rsidRPr="00924257">
        <w:t xml:space="preserve"> Kupující si vyhrazuje právo na vyžádání být účasten provádění vyzkoušení </w:t>
      </w:r>
      <w:r w:rsidR="001927E5">
        <w:t xml:space="preserve">funkčnosti </w:t>
      </w:r>
      <w:r w:rsidRPr="00924257">
        <w:t>zboží spočívajícím v provedení zkouše</w:t>
      </w:r>
      <w:r>
        <w:t>k.</w:t>
      </w:r>
      <w:r w:rsidRPr="00924257">
        <w:t xml:space="preserve"> Vyzkoušení zboží realizuje prodávající na své náklady</w:t>
      </w:r>
      <w:r>
        <w:t>.</w:t>
      </w:r>
      <w:r w:rsidRPr="00924257">
        <w:t xml:space="preserve"> V případě, že výsledky zkoušek provedených prodávajícím v rá</w:t>
      </w:r>
      <w:r w:rsidR="003F043E">
        <w:t xml:space="preserve">mci vyzkoušení předmětu </w:t>
      </w:r>
      <w:r w:rsidR="007C49D4">
        <w:t>ko</w:t>
      </w:r>
      <w:r w:rsidR="003F043E">
        <w:t>upě</w:t>
      </w:r>
      <w:r w:rsidRPr="00924257">
        <w:t xml:space="preserve"> za účasti kupujícího neprokáží požadované parametry zboží, je</w:t>
      </w:r>
      <w:r w:rsidRPr="009B0FAC">
        <w:rPr>
          <w:i/>
        </w:rPr>
        <w:t xml:space="preserve"> </w:t>
      </w:r>
      <w:r w:rsidRPr="00996EB8">
        <w:t>kupující oprávněn odmítnout</w:t>
      </w:r>
      <w:r w:rsidRPr="009B0FAC">
        <w:rPr>
          <w:i/>
        </w:rPr>
        <w:t xml:space="preserve"> </w:t>
      </w:r>
      <w:r w:rsidRPr="00996EB8">
        <w:t xml:space="preserve">převzetí předmětu </w:t>
      </w:r>
      <w:r w:rsidR="003F043E">
        <w:t>koupě</w:t>
      </w:r>
      <w:r w:rsidRPr="00996EB8">
        <w:t xml:space="preserve"> a zároveň je oprávněn po prodávajícím vymáhat úhrady sjednané smluvní pokuty</w:t>
      </w:r>
      <w:r w:rsidRPr="009B0FAC">
        <w:rPr>
          <w:i/>
        </w:rPr>
        <w:t>.</w:t>
      </w:r>
      <w:r>
        <w:rPr>
          <w:i/>
        </w:rPr>
        <w:t xml:space="preserve"> </w:t>
      </w:r>
    </w:p>
    <w:p w:rsidR="00773054" w:rsidRPr="0021016C" w:rsidRDefault="00773054" w:rsidP="00424E60">
      <w:pPr>
        <w:pStyle w:val="02-ODST-2"/>
        <w:numPr>
          <w:ilvl w:val="1"/>
          <w:numId w:val="1"/>
        </w:numPr>
        <w:tabs>
          <w:tab w:val="num" w:pos="1080"/>
        </w:tabs>
        <w:ind w:left="567"/>
      </w:pPr>
      <w:r w:rsidRPr="0021016C">
        <w:t xml:space="preserve">Prodávající v rámci své Nabídky písemně sdělil požadavky na stavební připravenost na umístění předmětu koupě včetně dalších technických návazností </w:t>
      </w:r>
      <w:r w:rsidR="007B1B24">
        <w:t xml:space="preserve">např. </w:t>
      </w:r>
      <w:r w:rsidRPr="0021016C">
        <w:t>kabeláž apod.,</w:t>
      </w:r>
      <w:r w:rsidR="007B1B24">
        <w:t xml:space="preserve"> </w:t>
      </w:r>
      <w:r w:rsidRPr="0021016C">
        <w:t>(dále také jen „</w:t>
      </w:r>
      <w:r w:rsidRPr="0021016C">
        <w:rPr>
          <w:b/>
        </w:rPr>
        <w:t>Požadavky</w:t>
      </w:r>
      <w:r w:rsidRPr="0021016C">
        <w:t>“), které před uskutečněním dodávky předmětu koupě a jeho zpro</w:t>
      </w:r>
      <w:r w:rsidR="0021016C">
        <w:t>voznění</w:t>
      </w:r>
      <w:r w:rsidR="00C42C74">
        <w:t>m v místě plnění</w:t>
      </w:r>
      <w:r w:rsidR="0021016C">
        <w:t xml:space="preserve"> zajistí kupující</w:t>
      </w:r>
      <w:r w:rsidR="00C42C74">
        <w:t>.</w:t>
      </w:r>
      <w:r w:rsidRPr="0021016C">
        <w:t xml:space="preserve"> </w:t>
      </w:r>
      <w:r w:rsidR="0021016C">
        <w:t xml:space="preserve"> </w:t>
      </w:r>
      <w:r w:rsidR="00C42C74">
        <w:t>A</w:t>
      </w:r>
      <w:r w:rsidRPr="0021016C">
        <w:t>by kupující mohl úpravy místa plnění provést či nechat provést bez dalších doplňujících dotazů na prodávajícího</w:t>
      </w:r>
      <w:r w:rsidR="00C42C74">
        <w:t>, jsou</w:t>
      </w:r>
      <w:r w:rsidR="0021016C">
        <w:t xml:space="preserve"> tyto Požadavky </w:t>
      </w:r>
      <w:r w:rsidRPr="0021016C">
        <w:t>uvedeny v Příloze č. 2</w:t>
      </w:r>
      <w:r w:rsidR="0021016C">
        <w:t xml:space="preserve"> </w:t>
      </w:r>
      <w:proofErr w:type="gramStart"/>
      <w:r w:rsidRPr="0021016C">
        <w:t>této</w:t>
      </w:r>
      <w:proofErr w:type="gramEnd"/>
      <w:r w:rsidRPr="0021016C">
        <w:t xml:space="preserve"> smlouvy. Náklady na realizaci </w:t>
      </w:r>
      <w:r w:rsidR="00C42C74">
        <w:t>dodatečných</w:t>
      </w:r>
      <w:r w:rsidRPr="0021016C">
        <w:t xml:space="preserve"> Požadavků</w:t>
      </w:r>
      <w:r w:rsidR="00C42C74">
        <w:t>, jež nejsou uvedeny v Příloze č. 2 smlouvy,</w:t>
      </w:r>
      <w:r w:rsidRPr="0021016C">
        <w:t xml:space="preserve"> jdou k tíži prodávajícího. Prodlení se zprovozněním předmětu koupě z důvodu nutnosti provést Požadavky, které nebyly</w:t>
      </w:r>
      <w:r w:rsidR="00C42C74">
        <w:t xml:space="preserve"> uvedeny v Příloze č. 2 smlouvy</w:t>
      </w:r>
      <w:r w:rsidRPr="0021016C">
        <w:t xml:space="preserve"> a/nebo byly sděleny </w:t>
      </w:r>
      <w:r w:rsidR="00C42C74">
        <w:t>dodatečně,</w:t>
      </w:r>
      <w:r w:rsidRPr="0021016C">
        <w:t xml:space="preserve"> jde k tíži prodávajícího. </w:t>
      </w:r>
    </w:p>
    <w:p w:rsidR="00051FE3" w:rsidRDefault="00773054" w:rsidP="00424E60">
      <w:pPr>
        <w:pStyle w:val="02-ODST-2"/>
        <w:numPr>
          <w:ilvl w:val="1"/>
          <w:numId w:val="1"/>
        </w:numPr>
        <w:tabs>
          <w:tab w:val="num" w:pos="1080"/>
        </w:tabs>
        <w:ind w:left="567"/>
      </w:pPr>
      <w:r w:rsidRPr="00051FE3">
        <w:t>Smluvní strany berou na vědomí, že umístění předmětu koupě v místě plnění podléhá projednání s dotčenými orgány státní správy a samosprávy. Prodávající se zavazuje poskytnout kupujícímu maximální součinnost a spolupráci, kterou bude kupující vyžadovat pro jednání s dotčenými orgány státní správy a samosprávy, spočívající zejména v poskytování dokumentace k předmětu koupě.</w:t>
      </w:r>
    </w:p>
    <w:p w:rsidR="00E067F8" w:rsidRDefault="00E067F8" w:rsidP="007B1B24">
      <w:pPr>
        <w:pStyle w:val="Odstavec2"/>
        <w:spacing w:before="120"/>
      </w:pPr>
      <w:r w:rsidRPr="00C960EF">
        <w:t>Z</w:t>
      </w:r>
      <w:r w:rsidR="002B66E3">
        <w:t>a podstatné porušení této s</w:t>
      </w:r>
      <w:r w:rsidRPr="00C960EF">
        <w:t>mlouvy a dílčí smlouvy</w:t>
      </w:r>
      <w:r w:rsidR="002B66E3">
        <w:t xml:space="preserve"> se považuje vždy vadné plnění p</w:t>
      </w:r>
      <w:r w:rsidRPr="00C960EF">
        <w:t xml:space="preserve">rodávajícího, v jehož důsledku nelze řádně a bez obtíží (neplynoucích z obvyklého způsobu používání věci </w:t>
      </w:r>
      <w:r w:rsidR="002B66E3">
        <w:t>nebo způsobů použití, který si kupující v této s</w:t>
      </w:r>
      <w:r w:rsidRPr="00C960EF">
        <w:t xml:space="preserve">mlouvě nebo dílčí </w:t>
      </w:r>
      <w:r w:rsidR="002B66E3">
        <w:t>smlouvě vymínil) užívat dodaný p</w:t>
      </w:r>
      <w:r w:rsidRPr="00C960EF">
        <w:t xml:space="preserve">ředmět </w:t>
      </w:r>
      <w:r w:rsidR="002B66E3">
        <w:t>koupě</w:t>
      </w:r>
      <w:r w:rsidRPr="00C960EF">
        <w:t xml:space="preserve"> nebo jeho jednotlivou část.</w:t>
      </w:r>
    </w:p>
    <w:p w:rsidR="00E067F8" w:rsidRPr="003947C4" w:rsidRDefault="002B66E3" w:rsidP="00E067F8">
      <w:pPr>
        <w:pStyle w:val="Odstavec2"/>
      </w:pPr>
      <w:r>
        <w:t>Při plnění této s</w:t>
      </w:r>
      <w:r w:rsidR="00E067F8">
        <w:t>mlouvy a dílčích</w:t>
      </w:r>
      <w:r>
        <w:t xml:space="preserve"> smluv se s</w:t>
      </w:r>
      <w:r w:rsidR="00E067F8">
        <w:t>mluvní strany zavazují dodr</w:t>
      </w:r>
      <w:r>
        <w:t>žovat podmínky stanovené touto s</w:t>
      </w:r>
      <w:r w:rsidR="00E067F8">
        <w:t>mlouvou, jejími nedílnými součástmi a platn</w:t>
      </w:r>
      <w:r w:rsidR="006A232C">
        <w:t>ými právní předpisy.</w:t>
      </w:r>
    </w:p>
    <w:p w:rsidR="00E067F8" w:rsidRDefault="00E067F8" w:rsidP="00FC6FBC">
      <w:pPr>
        <w:pStyle w:val="Odstavec2"/>
      </w:pPr>
      <w:bookmarkStart w:id="5" w:name="_Ref370462987"/>
      <w:r>
        <w:t>Prodávajíc</w:t>
      </w:r>
      <w:r w:rsidR="002B66E3">
        <w:t>í se zavazuje dodat kupujícímu p</w:t>
      </w:r>
      <w:r>
        <w:t xml:space="preserve">ředmět </w:t>
      </w:r>
      <w:r w:rsidR="002B66E3">
        <w:t>koupě</w:t>
      </w:r>
      <w:r w:rsidR="00A77201">
        <w:t xml:space="preserve"> v jakosti a množství určenými</w:t>
      </w:r>
      <w:r>
        <w:t xml:space="preserve"> v dílčí smlouvě.</w:t>
      </w:r>
    </w:p>
    <w:p w:rsidR="00A0151A" w:rsidRDefault="00E067F8" w:rsidP="00FC6FBC">
      <w:pPr>
        <w:pStyle w:val="Odstavec2"/>
      </w:pPr>
      <w:r>
        <w:t>Prodávající s</w:t>
      </w:r>
      <w:r w:rsidR="002B66E3">
        <w:t xml:space="preserve">e zavazuje </w:t>
      </w:r>
      <w:r>
        <w:t xml:space="preserve">instalovat a/nebo namontovat </w:t>
      </w:r>
      <w:r w:rsidR="002B66E3">
        <w:t>p</w:t>
      </w:r>
      <w:r w:rsidR="00A77201">
        <w:t xml:space="preserve">ředmět </w:t>
      </w:r>
      <w:r w:rsidR="002B66E3">
        <w:t>koupě</w:t>
      </w:r>
      <w:r>
        <w:t xml:space="preserve"> odborně způs</w:t>
      </w:r>
      <w:r w:rsidR="002B66E3">
        <w:t>obilou osobou v místě plnění a k</w:t>
      </w:r>
      <w:r>
        <w:t>upující se zavazu</w:t>
      </w:r>
      <w:r w:rsidR="002B66E3">
        <w:t>je pro řádné poskytnutí plnění p</w:t>
      </w:r>
      <w:r>
        <w:t xml:space="preserve">rodávajícím poskytnout </w:t>
      </w:r>
      <w:r w:rsidR="002B66E3">
        <w:t>p</w:t>
      </w:r>
      <w:r>
        <w:t>rodávajícímu nezbytnou součinnost</w:t>
      </w:r>
      <w:r w:rsidR="00C42C74">
        <w:t xml:space="preserve"> (toto ustanovení o součinnosti kupujícího nelze vztahovat na dodatečné Požadavky prodávajícího)</w:t>
      </w:r>
      <w:r>
        <w:t>.</w:t>
      </w:r>
    </w:p>
    <w:p w:rsidR="00E067F8" w:rsidRDefault="00E067F8" w:rsidP="00E067F8">
      <w:pPr>
        <w:pStyle w:val="Odstavec2"/>
      </w:pPr>
      <w:bookmarkStart w:id="6" w:name="_Ref370463837"/>
      <w:r>
        <w:t>Kup</w:t>
      </w:r>
      <w:r w:rsidR="002B66E3">
        <w:t>ující se zavazuje řádně dodaný p</w:t>
      </w:r>
      <w:r>
        <w:t xml:space="preserve">ředmět </w:t>
      </w:r>
      <w:r w:rsidR="002B66E3">
        <w:t>koupě převzít, rozpozná-li však k</w:t>
      </w:r>
      <w:r>
        <w:t>upující vadu (včetně vady v dokladech nutných pro uží</w:t>
      </w:r>
      <w:r w:rsidR="002B66E3">
        <w:t>vání věci či v množství), nemá kupující povinnost p</w:t>
      </w:r>
      <w:r>
        <w:t xml:space="preserve">ředmět </w:t>
      </w:r>
      <w:r w:rsidR="002B66E3">
        <w:t>koupě</w:t>
      </w:r>
      <w:r>
        <w:t xml:space="preserve"> převzít.</w:t>
      </w:r>
      <w:bookmarkEnd w:id="5"/>
      <w:bookmarkEnd w:id="6"/>
    </w:p>
    <w:p w:rsidR="00E067F8" w:rsidRDefault="00E067F8" w:rsidP="00E067F8">
      <w:pPr>
        <w:pStyle w:val="Odstavec2"/>
      </w:pPr>
      <w:r>
        <w:t xml:space="preserve">Smluvní strany se dohodly, že na vztah založený touto </w:t>
      </w:r>
      <w:r w:rsidR="002B66E3">
        <w:t>s</w:t>
      </w:r>
      <w:r>
        <w:t>mlouvou</w:t>
      </w:r>
      <w:r w:rsidR="005A0F79">
        <w:t xml:space="preserve"> a/nebo dílčí smlouvou</w:t>
      </w:r>
      <w:r>
        <w:t xml:space="preserve"> se neuplatní § 2126</w:t>
      </w:r>
      <w:r w:rsidR="00D469E7">
        <w:t xml:space="preserve"> zákona č. 89/2012 Sb., občanského</w:t>
      </w:r>
      <w:r>
        <w:t xml:space="preserve"> zákoník</w:t>
      </w:r>
      <w:r w:rsidR="00D469E7">
        <w:t xml:space="preserve">u </w:t>
      </w:r>
      <w:r>
        <w:t>týkající se svépomocného prodeje, tj. smluvní strany sjednávají, že v případě pro</w:t>
      </w:r>
      <w:r w:rsidR="002B66E3">
        <w:t>dlení jedné strany s převzetím p</w:t>
      </w:r>
      <w:r>
        <w:t xml:space="preserve">ředmětu </w:t>
      </w:r>
      <w:r w:rsidR="002B66E3">
        <w:t>koupě či s placením za p</w:t>
      </w:r>
      <w:r>
        <w:t>ředmět</w:t>
      </w:r>
      <w:r w:rsidR="002B66E3">
        <w:t xml:space="preserve"> koupě nevzniká druhé s</w:t>
      </w:r>
      <w:r>
        <w:t>mluvní straně právo tuto věc po předchozím upozornění na účet prodlévající strany prodat.</w:t>
      </w:r>
    </w:p>
    <w:p w:rsidR="00E137BF" w:rsidRDefault="00E067F8" w:rsidP="00FC6FBC">
      <w:pPr>
        <w:pStyle w:val="Odstavec2"/>
      </w:pPr>
      <w:r w:rsidRPr="00540F7F">
        <w:t xml:space="preserve">Smluvní strany se dále </w:t>
      </w:r>
      <w:r>
        <w:t xml:space="preserve">výslovně </w:t>
      </w:r>
      <w:r w:rsidRPr="00540F7F">
        <w:t>dohodly,</w:t>
      </w:r>
      <w:r w:rsidR="002B66E3">
        <w:t xml:space="preserve"> že na vztahy mezi s</w:t>
      </w:r>
      <w:r>
        <w:t>mluvními stranami</w:t>
      </w:r>
      <w:r w:rsidR="002B66E3">
        <w:t xml:space="preserve"> založené s</w:t>
      </w:r>
      <w:r w:rsidR="005A0F79">
        <w:t>mlouvou a/nebo dílčími smlouvami</w:t>
      </w:r>
      <w:r>
        <w:t xml:space="preserve"> se neuplatní ustanovení § 2093 </w:t>
      </w:r>
      <w:r w:rsidR="00163270">
        <w:t>zákona č. 89/2012 Sb., občanského zákoníku</w:t>
      </w:r>
      <w:r w:rsidR="003F678D">
        <w:t>,</w:t>
      </w:r>
      <w:r w:rsidR="00163270">
        <w:t xml:space="preserve"> </w:t>
      </w:r>
      <w:r w:rsidR="002B66E3">
        <w:t>tzn., že dodá-li p</w:t>
      </w:r>
      <w:r>
        <w:t>rodávající na základě dílčí</w:t>
      </w:r>
      <w:r w:rsidR="002B66E3">
        <w:t xml:space="preserve"> smlouvy k</w:t>
      </w:r>
      <w:r>
        <w:t>upujícímu větší množství věcí, než bylo ujednáno, není tím kupní smlouva na toto větší množství věcí uzavřena.</w:t>
      </w:r>
    </w:p>
    <w:p w:rsidR="00E63733" w:rsidRDefault="00E63733" w:rsidP="0073276A">
      <w:pPr>
        <w:pStyle w:val="Odstavec2"/>
        <w:numPr>
          <w:ilvl w:val="0"/>
          <w:numId w:val="0"/>
        </w:numPr>
        <w:ind w:left="567"/>
      </w:pPr>
    </w:p>
    <w:p w:rsidR="00C30D59" w:rsidRPr="00EB5FCB" w:rsidRDefault="00C523BA" w:rsidP="00D542F4">
      <w:pPr>
        <w:pStyle w:val="lnek"/>
        <w:ind w:left="17"/>
        <w:rPr>
          <w:rFonts w:cs="Arial"/>
        </w:rPr>
      </w:pPr>
      <w:r w:rsidRPr="00EB5FCB">
        <w:rPr>
          <w:rFonts w:eastAsiaTheme="minorEastAsia" w:cs="Arial"/>
        </w:rPr>
        <w:lastRenderedPageBreak/>
        <w:t>Dílčí smlouvy</w:t>
      </w:r>
      <w:r w:rsidR="0054381F">
        <w:rPr>
          <w:rFonts w:eastAsiaTheme="minorEastAsia" w:cs="Arial"/>
        </w:rPr>
        <w:t>, doba a místo plnění</w:t>
      </w:r>
    </w:p>
    <w:p w:rsidR="00A20A86" w:rsidRDefault="00A20A86" w:rsidP="00A20A86">
      <w:pPr>
        <w:pStyle w:val="Odstavec2"/>
      </w:pPr>
      <w:r>
        <w:t>Prodávající</w:t>
      </w:r>
      <w:r w:rsidRPr="008363EF">
        <w:t xml:space="preserve"> souhlasí, že dí</w:t>
      </w:r>
      <w:r>
        <w:t xml:space="preserve">lčí zakázky </w:t>
      </w:r>
      <w:r w:rsidR="002B66E3">
        <w:t>– p</w:t>
      </w:r>
      <w:r w:rsidR="00FC6FBC">
        <w:t xml:space="preserve">ředmět plnění </w:t>
      </w:r>
      <w:r w:rsidR="002B66E3">
        <w:t>dle této smlouvy budou k</w:t>
      </w:r>
      <w:r>
        <w:t>upujícím</w:t>
      </w:r>
      <w:r w:rsidRPr="008363EF">
        <w:t xml:space="preserve"> požadovány</w:t>
      </w:r>
      <w:r>
        <w:t xml:space="preserve"> a zadávány</w:t>
      </w:r>
      <w:r w:rsidRPr="008363EF">
        <w:t xml:space="preserve"> na základě písemné výzvy k poskytnutí plnění </w:t>
      </w:r>
      <w:r w:rsidR="002B66E3">
        <w:t>p</w:t>
      </w:r>
      <w:r>
        <w:t xml:space="preserve">rodávajícího </w:t>
      </w:r>
      <w:r w:rsidRPr="008363EF">
        <w:t xml:space="preserve">(dále též jen „výzva </w:t>
      </w:r>
      <w:r w:rsidR="002B66E3">
        <w:t>k</w:t>
      </w:r>
      <w:r>
        <w:t>upujícího“ či „objednávka“</w:t>
      </w:r>
      <w:r w:rsidRPr="008363EF">
        <w:t>) a potvrzení tét</w:t>
      </w:r>
      <w:r w:rsidR="00C205E5">
        <w:t>o výzvy kupujícího prodávajícím, přičemž p</w:t>
      </w:r>
      <w:r>
        <w:t xml:space="preserve">rodávající akceptuje objednávku písemným potvrzením či </w:t>
      </w:r>
      <w:r w:rsidR="003F678D">
        <w:t xml:space="preserve">v případě dílčí smlouvy s plněním nižším než 50 000,- Kč bez DPH písemným potvrzením objednávky nebo </w:t>
      </w:r>
      <w:r>
        <w:t>pro</w:t>
      </w:r>
      <w:r w:rsidR="00C205E5">
        <w:t>vedením jakéhokoliv úkonu vůči k</w:t>
      </w:r>
      <w:r>
        <w:t>upujícímu, ze kt</w:t>
      </w:r>
      <w:r w:rsidR="00C205E5">
        <w:t>erého je bez pochyb zřejmé, že p</w:t>
      </w:r>
      <w:r>
        <w:t>rodávající objednávku přijal a hodlá na základě ní plnit.</w:t>
      </w:r>
      <w:r w:rsidR="00AD5C3F">
        <w:t xml:space="preserve"> Prodávající se zavazuje bez zbytečnéh</w:t>
      </w:r>
      <w:r w:rsidR="00C205E5">
        <w:t>o odkladu potvrdit objednávku k</w:t>
      </w:r>
      <w:r w:rsidR="00AD5C3F">
        <w:t xml:space="preserve">upujícího. </w:t>
      </w:r>
    </w:p>
    <w:p w:rsidR="00FC6FBC" w:rsidRDefault="00A20A86" w:rsidP="001F2414">
      <w:pPr>
        <w:pStyle w:val="Odstavec3"/>
      </w:pPr>
      <w:r>
        <w:t>Smluvní strany v této souvislosti konstatují, že dílčí smlouva mezi</w:t>
      </w:r>
      <w:r w:rsidR="00C205E5">
        <w:t xml:space="preserve"> stranami není uzavřena, pokud p</w:t>
      </w:r>
      <w:r>
        <w:t>rodávající objednávku potvrdí s dodatkem n</w:t>
      </w:r>
      <w:r w:rsidR="00C205E5">
        <w:t>ebo odchylkou proti požadavkům k</w:t>
      </w:r>
      <w:r>
        <w:t>u</w:t>
      </w:r>
      <w:r w:rsidR="00C205E5">
        <w:t>pujícího. Potvrzení objednávky p</w:t>
      </w:r>
      <w:r>
        <w:t xml:space="preserve">rodávajícího s dodatkem anebo odchylkou od znění </w:t>
      </w:r>
      <w:r w:rsidR="00C205E5">
        <w:t>objednávky nezakládá povinnost k</w:t>
      </w:r>
      <w:r>
        <w:t>upujícího takovou odchylku či dodatek akceptovat.</w:t>
      </w:r>
    </w:p>
    <w:p w:rsidR="00A20A86" w:rsidRDefault="00C205E5" w:rsidP="00A20A86">
      <w:pPr>
        <w:pStyle w:val="Odstavec2"/>
      </w:pPr>
      <w:r>
        <w:t>Objednávka bude kupujícím p</w:t>
      </w:r>
      <w:r w:rsidR="00A20A86">
        <w:t>rodávajícímu zasílána:</w:t>
      </w:r>
    </w:p>
    <w:p w:rsidR="00A20A86" w:rsidRDefault="00A20A86" w:rsidP="00A20A86">
      <w:pPr>
        <w:pStyle w:val="Odstavec3"/>
      </w:pPr>
      <w:r w:rsidRPr="0073275B">
        <w:t xml:space="preserve">e-mailem </w:t>
      </w:r>
      <w:r w:rsidR="00C205E5">
        <w:t>k</w:t>
      </w:r>
      <w:r>
        <w:t xml:space="preserve">upujícího zasílaným </w:t>
      </w:r>
      <w:r w:rsidRPr="0073275B">
        <w:t>na adres</w:t>
      </w:r>
      <w:r>
        <w:t>u</w:t>
      </w:r>
      <w:r w:rsidRPr="0073275B">
        <w:t xml:space="preserve">: </w:t>
      </w:r>
      <w:r w:rsidRPr="00D542F4">
        <w:rPr>
          <w:highlight w:val="yellow"/>
        </w:rPr>
        <w:t>………………….</w:t>
      </w:r>
    </w:p>
    <w:p w:rsidR="00A20A86" w:rsidRDefault="00A20A86" w:rsidP="00A20A86">
      <w:pPr>
        <w:pStyle w:val="Odstavec3"/>
      </w:pPr>
      <w:r>
        <w:t xml:space="preserve">v listinné podobě na adresu </w:t>
      </w:r>
      <w:r w:rsidR="00C205E5">
        <w:t>sídla p</w:t>
      </w:r>
      <w:r>
        <w:t>rodávajícího</w:t>
      </w:r>
      <w:r w:rsidR="007B1B24">
        <w:t xml:space="preserve"> </w:t>
      </w:r>
      <w:r w:rsidR="007B1B24" w:rsidRPr="00D542F4">
        <w:rPr>
          <w:highlight w:val="yellow"/>
        </w:rPr>
        <w:t>………………….</w:t>
      </w:r>
    </w:p>
    <w:p w:rsidR="00A20A86" w:rsidRPr="008363EF" w:rsidRDefault="00A20A86" w:rsidP="00A20A86">
      <w:pPr>
        <w:pStyle w:val="Odstavec3"/>
      </w:pPr>
      <w:r>
        <w:t xml:space="preserve">či jiným vhodným způsobem výslovně písemně mezi </w:t>
      </w:r>
      <w:r w:rsidR="00C205E5">
        <w:t>s</w:t>
      </w:r>
      <w:r>
        <w:t>mluvními stranami dohodnutým.</w:t>
      </w:r>
    </w:p>
    <w:p w:rsidR="00A20A86" w:rsidRPr="008363EF" w:rsidRDefault="00A20A86" w:rsidP="00A20A86">
      <w:pPr>
        <w:pStyle w:val="Odstavec2"/>
      </w:pPr>
      <w:r w:rsidRPr="008363EF">
        <w:t xml:space="preserve">Písemná výzva </w:t>
      </w:r>
      <w:r w:rsidR="00C205E5">
        <w:t>k</w:t>
      </w:r>
      <w:r>
        <w:t>upujícího</w:t>
      </w:r>
      <w:r w:rsidRPr="008363EF">
        <w:t xml:space="preserve"> bude doručena </w:t>
      </w:r>
      <w:r w:rsidR="00C205E5">
        <w:t>p</w:t>
      </w:r>
      <w:r>
        <w:t>rodávajícímu</w:t>
      </w:r>
      <w:r w:rsidR="00C205E5">
        <w:t xml:space="preserve"> postupem sjednaným v této s</w:t>
      </w:r>
      <w:r w:rsidRPr="008363EF">
        <w:t>mlouvě a bude obsahovat zejména:</w:t>
      </w:r>
    </w:p>
    <w:p w:rsidR="00A20A86" w:rsidRPr="008363EF" w:rsidRDefault="00A20A86" w:rsidP="00A20A86">
      <w:pPr>
        <w:pStyle w:val="Odstavec3"/>
      </w:pPr>
      <w:r>
        <w:t>s</w:t>
      </w:r>
      <w:r w:rsidRPr="008363EF">
        <w:t>pecifikaci</w:t>
      </w:r>
      <w:r w:rsidR="00D615EC">
        <w:t xml:space="preserve"> </w:t>
      </w:r>
      <w:r w:rsidR="00C205E5">
        <w:t>p</w:t>
      </w:r>
      <w:r w:rsidR="00D615EC">
        <w:t>ředmětu</w:t>
      </w:r>
      <w:r w:rsidRPr="008363EF">
        <w:t xml:space="preserve"> </w:t>
      </w:r>
      <w:r w:rsidR="00D615EC">
        <w:t xml:space="preserve">plnění </w:t>
      </w:r>
      <w:r w:rsidRPr="008363EF">
        <w:t>požadované</w:t>
      </w:r>
      <w:r w:rsidR="00D615EC">
        <w:t>ho</w:t>
      </w:r>
      <w:r w:rsidRPr="008363EF">
        <w:t xml:space="preserve"> </w:t>
      </w:r>
      <w:r w:rsidR="00C205E5">
        <w:t>k</w:t>
      </w:r>
      <w:r>
        <w:t>upujícím</w:t>
      </w:r>
      <w:r w:rsidR="00C205E5">
        <w:t xml:space="preserve"> dle této s</w:t>
      </w:r>
      <w:r w:rsidRPr="008363EF">
        <w:t>mlouvy</w:t>
      </w:r>
      <w:r>
        <w:t>;</w:t>
      </w:r>
    </w:p>
    <w:p w:rsidR="00A20A86" w:rsidRPr="008363EF" w:rsidRDefault="00A20A86" w:rsidP="00A20A86">
      <w:pPr>
        <w:pStyle w:val="Odstavec3"/>
      </w:pPr>
      <w:r>
        <w:t>s</w:t>
      </w:r>
      <w:r w:rsidRPr="008363EF">
        <w:t xml:space="preserve">pecifikaci místa plnění (konkrétní </w:t>
      </w:r>
      <w:r w:rsidR="00C42C74">
        <w:t>č</w:t>
      </w:r>
      <w:r w:rsidR="00F702DA">
        <w:t xml:space="preserve">erpací stanice </w:t>
      </w:r>
      <w:proofErr w:type="spellStart"/>
      <w:r w:rsidRPr="008363EF">
        <w:t>E</w:t>
      </w:r>
      <w:r w:rsidR="00F702DA">
        <w:t>uro</w:t>
      </w:r>
      <w:r w:rsidRPr="008363EF">
        <w:t>O</w:t>
      </w:r>
      <w:r w:rsidR="00F702DA">
        <w:t>il</w:t>
      </w:r>
      <w:proofErr w:type="spellEnd"/>
      <w:r w:rsidRPr="008363EF">
        <w:t>)</w:t>
      </w:r>
      <w:r>
        <w:t>;</w:t>
      </w:r>
    </w:p>
    <w:p w:rsidR="00A20A86" w:rsidRPr="008363EF" w:rsidRDefault="00A53C68" w:rsidP="00A20A86">
      <w:pPr>
        <w:pStyle w:val="Odstavec3"/>
      </w:pPr>
      <w:r>
        <w:t>p</w:t>
      </w:r>
      <w:r w:rsidRPr="008363EF">
        <w:t>ožadovaný termín</w:t>
      </w:r>
      <w:r>
        <w:t xml:space="preserve"> předání </w:t>
      </w:r>
      <w:r w:rsidR="00C205E5">
        <w:t>p</w:t>
      </w:r>
      <w:r>
        <w:t>ředmětu plnění</w:t>
      </w:r>
      <w:r w:rsidR="00A20A86">
        <w:t>;</w:t>
      </w:r>
    </w:p>
    <w:p w:rsidR="00A20A86" w:rsidRDefault="00A20A86" w:rsidP="00A20A86">
      <w:pPr>
        <w:pStyle w:val="Odstavec3"/>
      </w:pPr>
      <w:r>
        <w:t>d</w:t>
      </w:r>
      <w:r w:rsidRPr="008363EF">
        <w:t>alší požadavk</w:t>
      </w:r>
      <w:r w:rsidR="00C205E5">
        <w:t>y k</w:t>
      </w:r>
      <w:r>
        <w:t xml:space="preserve">upujícího v případě potřeby </w:t>
      </w:r>
      <w:r w:rsidRPr="008363EF">
        <w:t xml:space="preserve">– </w:t>
      </w:r>
      <w:proofErr w:type="gramStart"/>
      <w:r w:rsidR="001F2414">
        <w:t>např.</w:t>
      </w:r>
      <w:r w:rsidR="00D971FA">
        <w:t xml:space="preserve"> </w:t>
      </w:r>
      <w:r w:rsidRPr="008363EF">
        <w:t xml:space="preserve"> jména</w:t>
      </w:r>
      <w:proofErr w:type="gramEnd"/>
      <w:r w:rsidRPr="008363EF">
        <w:t xml:space="preserve"> osob pověřených za </w:t>
      </w:r>
      <w:r w:rsidR="00D31BF2">
        <w:t>k</w:t>
      </w:r>
      <w:r>
        <w:t>upujícího</w:t>
      </w:r>
      <w:r w:rsidRPr="008363EF">
        <w:t xml:space="preserve"> konat ve věcech technických, není-li stan</w:t>
      </w:r>
      <w:r w:rsidR="00D31BF2">
        <w:t>oveno s</w:t>
      </w:r>
      <w:r>
        <w:t>mlouvou</w:t>
      </w:r>
      <w:r w:rsidRPr="008363EF">
        <w:t xml:space="preserve"> a</w:t>
      </w:r>
      <w:r>
        <w:t>t</w:t>
      </w:r>
      <w:r w:rsidRPr="008363EF">
        <w:t>d.</w:t>
      </w:r>
      <w:r>
        <w:t>;</w:t>
      </w:r>
      <w:r w:rsidR="004F5BFD">
        <w:t xml:space="preserve">  </w:t>
      </w:r>
    </w:p>
    <w:p w:rsidR="00A20A86" w:rsidRPr="008363EF" w:rsidRDefault="00D31BF2" w:rsidP="00A20A86">
      <w:pPr>
        <w:pStyle w:val="Odstavec3"/>
      </w:pPr>
      <w:r>
        <w:t>osoby oprávněné jednat za k</w:t>
      </w:r>
      <w:r w:rsidR="00A20A86">
        <w:t>upujícího v rámci dílčí smlouvy.</w:t>
      </w:r>
    </w:p>
    <w:p w:rsidR="00A20A86" w:rsidRDefault="00A20A86" w:rsidP="00A20A86">
      <w:pPr>
        <w:pStyle w:val="Odstavec2"/>
      </w:pPr>
      <w:r>
        <w:t>Přijetím objednávky je uzavř</w:t>
      </w:r>
      <w:r w:rsidR="00296236">
        <w:t xml:space="preserve">ena mezi stranami dílčí smlouva </w:t>
      </w:r>
      <w:r>
        <w:t>(dále a výše též jen „dílčí smlouva“)</w:t>
      </w:r>
      <w:r w:rsidR="00D31BF2">
        <w:t xml:space="preserve"> na p</w:t>
      </w:r>
      <w:r w:rsidR="001F2414">
        <w:t>ředmět plnění</w:t>
      </w:r>
      <w:r>
        <w:t>.</w:t>
      </w:r>
    </w:p>
    <w:p w:rsidR="00A20A86" w:rsidRDefault="00A20A86" w:rsidP="00A20A86">
      <w:pPr>
        <w:pStyle w:val="Odstavec3"/>
      </w:pPr>
      <w:r>
        <w:t>Díl</w:t>
      </w:r>
      <w:r w:rsidR="00D31BF2">
        <w:t>čí smlouva musí odpovídat této s</w:t>
      </w:r>
      <w:r>
        <w:t>mlouvě.</w:t>
      </w:r>
      <w:r w:rsidR="00D31BF2">
        <w:t xml:space="preserve"> Konkrétní údaje p</w:t>
      </w:r>
      <w:r w:rsidR="00410FB9">
        <w:t>ředmětu plnění</w:t>
      </w:r>
      <w:r w:rsidR="00C42C74">
        <w:t xml:space="preserve"> - zboží</w:t>
      </w:r>
      <w:r w:rsidR="00410FB9">
        <w:t xml:space="preserve"> budou</w:t>
      </w:r>
      <w:r w:rsidR="00D31BF2">
        <w:t xml:space="preserve"> vždy ujednány na základě této smlouvy dle požadavků a potřeb k</w:t>
      </w:r>
      <w:r w:rsidR="00410FB9">
        <w:t>upujícího a budou upřesněny v uzavřené dílčí smlouvě.</w:t>
      </w:r>
      <w:r>
        <w:t xml:space="preserve">  </w:t>
      </w:r>
    </w:p>
    <w:p w:rsidR="001F2414" w:rsidRDefault="001F2414" w:rsidP="001F2414">
      <w:pPr>
        <w:pStyle w:val="Odstavec2"/>
      </w:pPr>
      <w:r>
        <w:t>Doba plnění bude stanovena</w:t>
      </w:r>
      <w:r w:rsidRPr="00E44CBB">
        <w:t xml:space="preserve"> každou dílčí smlouvou z</w:t>
      </w:r>
      <w:r w:rsidR="00D31BF2">
        <w:t>vlášť, přičemž budou stanoveny k</w:t>
      </w:r>
      <w:r w:rsidRPr="00E44CBB">
        <w:t>upujícím s ohledem na podmínky uvedené v Závazných podkladech.</w:t>
      </w:r>
    </w:p>
    <w:p w:rsidR="00536855" w:rsidRDefault="00536855" w:rsidP="00536855">
      <w:pPr>
        <w:pStyle w:val="Odstavec3"/>
      </w:pPr>
      <w:r>
        <w:t xml:space="preserve">Lhůta pro dodání a předání předmětu koupě představuje lhůtu, ve které má být dodán předmět koupě do míst plnění a ve které má být předmět koupě zprovozněn v místech plnění. </w:t>
      </w:r>
    </w:p>
    <w:p w:rsidR="00536855" w:rsidRDefault="001F2414" w:rsidP="00536855">
      <w:pPr>
        <w:pStyle w:val="Odstavec3"/>
      </w:pPr>
      <w:r>
        <w:t xml:space="preserve">Prodávající se zavazuje, že nestanoví-li dílčí smlouva jinak, tj. </w:t>
      </w:r>
      <w:r w:rsidR="00D31BF2">
        <w:t>není-li ve výzvě k</w:t>
      </w:r>
      <w:r w:rsidR="00536855">
        <w:t>upujícího uveden</w:t>
      </w:r>
      <w:r w:rsidR="00C42C74">
        <w:t xml:space="preserve"> požadovaný termín plnění</w:t>
      </w:r>
      <w:r w:rsidR="00536855">
        <w:t xml:space="preserve"> jinak</w:t>
      </w:r>
      <w:r w:rsidR="00C42C74">
        <w:t>,</w:t>
      </w:r>
      <w:r w:rsidR="00536855">
        <w:t xml:space="preserve"> </w:t>
      </w:r>
      <w:r w:rsidR="006555D3">
        <w:t>je l</w:t>
      </w:r>
      <w:r w:rsidR="00536855" w:rsidRPr="003836EB">
        <w:t xml:space="preserve">hůta pro dodání a předání předmětu </w:t>
      </w:r>
      <w:r w:rsidR="00536855">
        <w:t>koupě</w:t>
      </w:r>
      <w:r w:rsidR="00536855" w:rsidRPr="003836EB">
        <w:t xml:space="preserve"> prodávajícím kupujícímu </w:t>
      </w:r>
      <w:r w:rsidR="00536855" w:rsidRPr="00F42DF8">
        <w:rPr>
          <w:b/>
        </w:rPr>
        <w:t>do</w:t>
      </w:r>
      <w:r w:rsidR="006555D3">
        <w:rPr>
          <w:b/>
        </w:rPr>
        <w:t xml:space="preserve"> šedesáti (60) dnů od uzavření dílčí smlouvy.</w:t>
      </w:r>
    </w:p>
    <w:p w:rsidR="001F2414" w:rsidRPr="00FF7523" w:rsidRDefault="001F2414" w:rsidP="001F2414">
      <w:pPr>
        <w:pStyle w:val="Odstavec2"/>
      </w:pPr>
      <w:r w:rsidRPr="00FF7523">
        <w:t>M</w:t>
      </w:r>
      <w:r w:rsidR="006733F7" w:rsidRPr="00FF7523">
        <w:t>ístem plnění jsou vybrané</w:t>
      </w:r>
      <w:r w:rsidRPr="00FF7523">
        <w:t xml:space="preserve"> čerpací stanice </w:t>
      </w:r>
      <w:proofErr w:type="spellStart"/>
      <w:r w:rsidRPr="00FF7523">
        <w:t>E</w:t>
      </w:r>
      <w:r w:rsidR="006733F7" w:rsidRPr="00FF7523">
        <w:t>uroOil</w:t>
      </w:r>
      <w:proofErr w:type="spellEnd"/>
      <w:r w:rsidR="006733F7" w:rsidRPr="00FF7523">
        <w:t xml:space="preserve"> ve vlastnictví </w:t>
      </w:r>
      <w:r w:rsidR="005B08B5">
        <w:t xml:space="preserve">nebo v nájmu </w:t>
      </w:r>
      <w:r w:rsidR="00FF7523" w:rsidRPr="00FF7523">
        <w:t>kupujícího</w:t>
      </w:r>
      <w:r w:rsidRPr="00FF7523">
        <w:t xml:space="preserve"> nacházející se na území České republiky. Seznam čerpacích stanic </w:t>
      </w:r>
      <w:proofErr w:type="spellStart"/>
      <w:r w:rsidRPr="00FF7523">
        <w:t>E</w:t>
      </w:r>
      <w:r w:rsidR="00FF7523" w:rsidRPr="00FF7523">
        <w:t>uroOil</w:t>
      </w:r>
      <w:proofErr w:type="spellEnd"/>
      <w:r w:rsidR="00FF7523" w:rsidRPr="00FF7523">
        <w:t xml:space="preserve"> </w:t>
      </w:r>
      <w:r w:rsidR="006911B7" w:rsidRPr="00FF7523">
        <w:t xml:space="preserve">je uveden na internetové adrese </w:t>
      </w:r>
      <w:hyperlink r:id="rId12" w:history="1">
        <w:r w:rsidR="006911B7" w:rsidRPr="00FF7523">
          <w:rPr>
            <w:rStyle w:val="Hypertextovodkaz"/>
            <w:sz w:val="18"/>
            <w:szCs w:val="18"/>
          </w:rPr>
          <w:t>https://www.ceproas.</w:t>
        </w:r>
        <w:proofErr w:type="gramStart"/>
        <w:r w:rsidR="006911B7" w:rsidRPr="00FF7523">
          <w:rPr>
            <w:rStyle w:val="Hypertextovodkaz"/>
            <w:sz w:val="18"/>
            <w:szCs w:val="18"/>
          </w:rPr>
          <w:t>cz/eurooil/cerpaci-stanice</w:t>
        </w:r>
      </w:hyperlink>
      <w:r w:rsidR="006911B7" w:rsidRPr="00FF7523">
        <w:rPr>
          <w:rStyle w:val="Hypertextovodkaz"/>
          <w:sz w:val="18"/>
          <w:szCs w:val="18"/>
        </w:rPr>
        <w:t xml:space="preserve"> .</w:t>
      </w:r>
      <w:proofErr w:type="gramEnd"/>
    </w:p>
    <w:p w:rsidR="002E1192" w:rsidRDefault="00490FEA" w:rsidP="001F2414">
      <w:pPr>
        <w:pStyle w:val="Odstavec2"/>
      </w:pPr>
      <w:r>
        <w:t>Konkrétní místo plnění bude prodávajícímu sděleno k</w:t>
      </w:r>
      <w:r w:rsidR="001F2414">
        <w:t>upujícím vždy v objednávce. Konkrétní místo plněn</w:t>
      </w:r>
      <w:r>
        <w:t>í je místem předání a převzetí p</w:t>
      </w:r>
      <w:r w:rsidR="001F2414">
        <w:t>ředmětu plnění.</w:t>
      </w:r>
    </w:p>
    <w:p w:rsidR="003836E2" w:rsidRDefault="003836E2" w:rsidP="003836E2">
      <w:pPr>
        <w:pStyle w:val="Odstavec3"/>
        <w:numPr>
          <w:ilvl w:val="0"/>
          <w:numId w:val="0"/>
        </w:numPr>
        <w:ind w:left="1134"/>
      </w:pPr>
    </w:p>
    <w:p w:rsidR="00C630B2" w:rsidRDefault="00C630B2" w:rsidP="003836E2">
      <w:pPr>
        <w:pStyle w:val="Odstavec3"/>
        <w:numPr>
          <w:ilvl w:val="0"/>
          <w:numId w:val="0"/>
        </w:numPr>
        <w:ind w:left="1134"/>
      </w:pPr>
    </w:p>
    <w:p w:rsidR="007A3815" w:rsidRDefault="007A3815" w:rsidP="003836E2">
      <w:pPr>
        <w:pStyle w:val="Odstavec3"/>
        <w:numPr>
          <w:ilvl w:val="0"/>
          <w:numId w:val="0"/>
        </w:numPr>
        <w:ind w:left="1134"/>
      </w:pPr>
    </w:p>
    <w:p w:rsidR="007A3815" w:rsidRPr="00C960EF" w:rsidRDefault="007A3815" w:rsidP="003836E2">
      <w:pPr>
        <w:pStyle w:val="Odstavec3"/>
        <w:numPr>
          <w:ilvl w:val="0"/>
          <w:numId w:val="0"/>
        </w:numPr>
        <w:ind w:left="1134"/>
      </w:pPr>
    </w:p>
    <w:p w:rsidR="005C5D01" w:rsidRPr="009F4458" w:rsidRDefault="005C5D01" w:rsidP="00D542F4">
      <w:pPr>
        <w:pStyle w:val="lnek"/>
        <w:ind w:left="17"/>
        <w:rPr>
          <w:rFonts w:cs="Arial"/>
        </w:rPr>
      </w:pPr>
      <w:r w:rsidRPr="009F4458">
        <w:rPr>
          <w:rFonts w:eastAsiaTheme="minorEastAsia" w:cs="Arial"/>
        </w:rPr>
        <w:lastRenderedPageBreak/>
        <w:t>Cena</w:t>
      </w:r>
    </w:p>
    <w:p w:rsidR="001D4911" w:rsidRPr="009F4458" w:rsidRDefault="00FA75C2" w:rsidP="004F122B">
      <w:pPr>
        <w:pStyle w:val="Odstavec2"/>
      </w:pPr>
      <w:bookmarkStart w:id="7" w:name="_Ref321240324"/>
      <w:r w:rsidRPr="009F4458">
        <w:rPr>
          <w:rFonts w:cs="Arial"/>
        </w:rPr>
        <w:t xml:space="preserve">Cena za plnění dle konkrétní </w:t>
      </w:r>
      <w:r w:rsidRPr="009F4458">
        <w:rPr>
          <w:rFonts w:cs="Arial"/>
          <w:bCs/>
        </w:rPr>
        <w:t>dílčí smlouvy bude uvedena v dílčí smlouvě a bud</w:t>
      </w:r>
      <w:r w:rsidR="001D4911" w:rsidRPr="009F4458">
        <w:rPr>
          <w:rFonts w:cs="Arial"/>
          <w:bCs/>
        </w:rPr>
        <w:t>e odpovídat Závazným podkladům</w:t>
      </w:r>
      <w:r w:rsidRPr="009F4458">
        <w:rPr>
          <w:rFonts w:cs="Arial"/>
          <w:bCs/>
        </w:rPr>
        <w:t xml:space="preserve">. </w:t>
      </w:r>
      <w:r w:rsidR="004F122B" w:rsidRPr="009F4458">
        <w:rPr>
          <w:rFonts w:cs="Arial"/>
          <w:bCs/>
        </w:rPr>
        <w:t>Smluvní strany výslovně prohlašují, že ceny</w:t>
      </w:r>
      <w:r w:rsidR="004F122B" w:rsidRPr="009F4458">
        <w:rPr>
          <w:rFonts w:cs="Arial"/>
          <w:bCs/>
          <w:i/>
        </w:rPr>
        <w:t xml:space="preserve"> </w:t>
      </w:r>
      <w:r w:rsidR="004F122B" w:rsidRPr="009F4458">
        <w:rPr>
          <w:rFonts w:cs="Arial"/>
          <w:bCs/>
        </w:rPr>
        <w:t xml:space="preserve">uvedené </w:t>
      </w:r>
      <w:r w:rsidR="004F5BFD">
        <w:rPr>
          <w:rFonts w:cs="Arial"/>
          <w:b/>
          <w:bCs/>
        </w:rPr>
        <w:t>v N</w:t>
      </w:r>
      <w:r w:rsidR="004F122B" w:rsidRPr="009F4458">
        <w:rPr>
          <w:rFonts w:cs="Arial"/>
          <w:b/>
          <w:bCs/>
        </w:rPr>
        <w:t>abídce</w:t>
      </w:r>
      <w:r w:rsidR="00EB3E3C" w:rsidRPr="009F4458">
        <w:rPr>
          <w:rFonts w:cs="Arial"/>
          <w:b/>
          <w:bCs/>
        </w:rPr>
        <w:t>, jež samostatně tvoří P</w:t>
      </w:r>
      <w:r w:rsidR="009F4458" w:rsidRPr="009F4458">
        <w:rPr>
          <w:rFonts w:cs="Arial"/>
          <w:b/>
          <w:bCs/>
        </w:rPr>
        <w:t>řílohu č. 1</w:t>
      </w:r>
      <w:r w:rsidR="004F122B" w:rsidRPr="009F4458">
        <w:rPr>
          <w:rFonts w:cs="Arial"/>
          <w:bCs/>
        </w:rPr>
        <w:t xml:space="preserve"> </w:t>
      </w:r>
      <w:r w:rsidR="006555D3" w:rsidRPr="009F4458">
        <w:rPr>
          <w:rFonts w:cs="Arial"/>
          <w:bCs/>
        </w:rPr>
        <w:t>této s</w:t>
      </w:r>
      <w:r w:rsidR="004F122B" w:rsidRPr="009F4458">
        <w:rPr>
          <w:rFonts w:cs="Arial"/>
          <w:bCs/>
        </w:rPr>
        <w:t xml:space="preserve">mlouvy, v sobě zahrnují veškerá související plnění spojená </w:t>
      </w:r>
      <w:r w:rsidR="00051C3B">
        <w:rPr>
          <w:rFonts w:cs="Arial"/>
          <w:bCs/>
        </w:rPr>
        <w:t xml:space="preserve">s </w:t>
      </w:r>
      <w:r w:rsidR="004F122B" w:rsidRPr="009F4458">
        <w:rPr>
          <w:rFonts w:cs="Arial"/>
          <w:bCs/>
        </w:rPr>
        <w:t>plněním dílčí smlouvy jako celku</w:t>
      </w:r>
      <w:bookmarkEnd w:id="7"/>
      <w:r w:rsidR="009F4458">
        <w:rPr>
          <w:rFonts w:cs="Arial"/>
          <w:bCs/>
        </w:rPr>
        <w:t>.</w:t>
      </w:r>
    </w:p>
    <w:p w:rsidR="001D4911" w:rsidRPr="009F4458" w:rsidRDefault="001D4911" w:rsidP="001D4911">
      <w:pPr>
        <w:pStyle w:val="Odstavec2"/>
      </w:pPr>
      <w:r w:rsidRPr="009F4458">
        <w:t xml:space="preserve">Cena za plnění dle konkrétní dílčí smlouvy bude vypočtena </w:t>
      </w:r>
      <w:r w:rsidR="009F4458">
        <w:t xml:space="preserve">dle skutečně dodaného množství předmětu </w:t>
      </w:r>
      <w:r w:rsidR="00051C3B">
        <w:t>koupě</w:t>
      </w:r>
      <w:r w:rsidR="009F4458">
        <w:t xml:space="preserve"> na základě</w:t>
      </w:r>
      <w:r w:rsidRPr="009F4458">
        <w:t xml:space="preserve"> </w:t>
      </w:r>
      <w:r w:rsidR="00051C3B">
        <w:t xml:space="preserve">jednotkové </w:t>
      </w:r>
      <w:r w:rsidRPr="009F4458">
        <w:t>cen</w:t>
      </w:r>
      <w:r w:rsidR="009F4458">
        <w:t>y uvedené v </w:t>
      </w:r>
      <w:r w:rsidR="00051C3B">
        <w:t>N</w:t>
      </w:r>
      <w:r w:rsidRPr="009F4458">
        <w:t xml:space="preserve">abídce a zároveň </w:t>
      </w:r>
      <w:r w:rsidRPr="00D542F4">
        <w:t xml:space="preserve">v </w:t>
      </w:r>
      <w:r w:rsidR="009F4458" w:rsidRPr="00D542F4">
        <w:t> Příloze č. 1</w:t>
      </w:r>
      <w:r w:rsidR="009F4458" w:rsidRPr="009F4458">
        <w:t xml:space="preserve"> této s</w:t>
      </w:r>
      <w:r w:rsidRPr="009F4458">
        <w:t>mlouvy.</w:t>
      </w:r>
      <w:r w:rsidR="00F702DA" w:rsidRPr="009F4458">
        <w:t xml:space="preserve"> V případ</w:t>
      </w:r>
      <w:r w:rsidR="009F4458" w:rsidRPr="009F4458">
        <w:t>ě jejich rozporu se uplatní na p</w:t>
      </w:r>
      <w:r w:rsidR="00F702DA" w:rsidRPr="009F4458">
        <w:t xml:space="preserve">ředmět plnění cena, která je </w:t>
      </w:r>
      <w:r w:rsidR="009F4458" w:rsidRPr="009F4458">
        <w:t>pro k</w:t>
      </w:r>
      <w:r w:rsidR="001A7C8F" w:rsidRPr="009F4458">
        <w:t xml:space="preserve">upujícího </w:t>
      </w:r>
      <w:r w:rsidR="00F702DA" w:rsidRPr="009F4458">
        <w:t xml:space="preserve">výhodnější. </w:t>
      </w:r>
    </w:p>
    <w:p w:rsidR="001D4911" w:rsidRPr="009F4458" w:rsidRDefault="009F4458" w:rsidP="001D4911">
      <w:pPr>
        <w:pStyle w:val="Odstavec2"/>
      </w:pPr>
      <w:r w:rsidRPr="009F4458">
        <w:t>Cen</w:t>
      </w:r>
      <w:r w:rsidR="00051C3B">
        <w:t>a</w:t>
      </w:r>
      <w:r w:rsidRPr="009F4458">
        <w:t xml:space="preserve"> uvedená v Příloze č. 1</w:t>
      </w:r>
      <w:r>
        <w:t xml:space="preserve"> této smlouvy je uvedena</w:t>
      </w:r>
      <w:r w:rsidR="001D4911" w:rsidRPr="009F4458">
        <w:t xml:space="preserve"> v korunách českých bez daně z přidané hodnoty.</w:t>
      </w:r>
    </w:p>
    <w:p w:rsidR="001D4911" w:rsidRPr="009F4458" w:rsidRDefault="001D4911" w:rsidP="001D4911">
      <w:pPr>
        <w:pStyle w:val="Odstavec2"/>
      </w:pPr>
      <w:r w:rsidRPr="009F4458">
        <w:t>Pr</w:t>
      </w:r>
      <w:r w:rsidR="009F4458" w:rsidRPr="009F4458">
        <w:t>odávající prohlašuje, že uvedená cena předmětu plnění je nejvýše přípustná, neměnná</w:t>
      </w:r>
      <w:r w:rsidRPr="009F4458">
        <w:t xml:space="preserve"> a zahrnuj</w:t>
      </w:r>
      <w:r w:rsidR="00051C3B">
        <w:t>e</w:t>
      </w:r>
      <w:r w:rsidRPr="009F4458">
        <w:t xml:space="preserve"> veškeré náklady</w:t>
      </w:r>
      <w:r w:rsidR="009F4458" w:rsidRPr="009F4458">
        <w:t xml:space="preserve"> spojené s jednotlivým plněním p</w:t>
      </w:r>
      <w:r w:rsidRPr="009F4458">
        <w:t>rodávajícího, zejména náklady na dopravu do konkrétního místa plnění, náklady na balení apod.</w:t>
      </w:r>
    </w:p>
    <w:p w:rsidR="001D4911" w:rsidRPr="009F4458" w:rsidRDefault="001D4911" w:rsidP="001D4911">
      <w:pPr>
        <w:pStyle w:val="Odstavec2"/>
      </w:pPr>
      <w:r w:rsidRPr="009F4458">
        <w:t>P</w:t>
      </w:r>
      <w:r w:rsidR="009F4458" w:rsidRPr="009F4458">
        <w:t>rodávající garantuje cenu uvedenou</w:t>
      </w:r>
      <w:r w:rsidRPr="009F4458">
        <w:t xml:space="preserve"> v Příloze č. </w:t>
      </w:r>
      <w:r w:rsidR="009F4458" w:rsidRPr="009F4458">
        <w:t>1 této s</w:t>
      </w:r>
      <w:r w:rsidRPr="009F4458">
        <w:t xml:space="preserve">mlouvy po celou dobu trvání </w:t>
      </w:r>
      <w:r w:rsidR="009F4458" w:rsidRPr="009F4458">
        <w:t>této s</w:t>
      </w:r>
      <w:r w:rsidRPr="009F4458">
        <w:t xml:space="preserve">mlouvy. </w:t>
      </w:r>
    </w:p>
    <w:p w:rsidR="001D4911" w:rsidRPr="009F4458" w:rsidRDefault="009F4458" w:rsidP="001D4911">
      <w:pPr>
        <w:pStyle w:val="Odstavec2"/>
      </w:pPr>
      <w:r>
        <w:t>K celkové ceně za plnění p</w:t>
      </w:r>
      <w:r w:rsidR="001D4911" w:rsidRPr="009F4458">
        <w:t>rodávajícího dle dílčí smlouvy bude při fakturaci připočtena DPH ve výši v souladu s platnými právními předpisy ke dni uskutečnění zdanitelného plnění.</w:t>
      </w:r>
    </w:p>
    <w:p w:rsidR="005C5D01" w:rsidRPr="00EB5FCB" w:rsidRDefault="005C5D01" w:rsidP="00D542F4">
      <w:pPr>
        <w:pStyle w:val="lnek"/>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t xml:space="preserve">Cena </w:t>
      </w:r>
      <w:r w:rsidR="00D10A33" w:rsidRPr="00EB5FCB">
        <w:rPr>
          <w:rFonts w:cs="Arial"/>
        </w:rPr>
        <w:t>za provedené plnění</w:t>
      </w:r>
      <w:r w:rsidRPr="00EB5FCB">
        <w:rPr>
          <w:rFonts w:cs="Arial"/>
        </w:rPr>
        <w:t xml:space="preserve"> bude </w:t>
      </w:r>
      <w:r w:rsidR="006555D3">
        <w:rPr>
          <w:rFonts w:cs="Arial"/>
        </w:rPr>
        <w:t>k</w:t>
      </w:r>
      <w:r w:rsidR="000B5466" w:rsidRPr="00EB5FCB">
        <w:rPr>
          <w:rFonts w:cs="Arial"/>
        </w:rPr>
        <w:t>upujícím hrazena</w:t>
      </w:r>
      <w:r w:rsidRPr="00EB5FCB">
        <w:rPr>
          <w:rFonts w:cs="Arial"/>
        </w:rPr>
        <w:t xml:space="preserve"> jednorázově po řádném a úplném </w:t>
      </w:r>
      <w:r w:rsidR="006555D3">
        <w:rPr>
          <w:rFonts w:cs="Arial"/>
        </w:rPr>
        <w:t>dodání p</w:t>
      </w:r>
      <w:r w:rsidR="000B5466" w:rsidRPr="00EB5FCB">
        <w:rPr>
          <w:rFonts w:cs="Arial"/>
        </w:rPr>
        <w:t>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6555D3">
        <w:rPr>
          <w:rFonts w:cs="Arial"/>
        </w:rPr>
        <w:t>p</w:t>
      </w:r>
      <w:r w:rsidR="000B5466" w:rsidRPr="00EB5FCB">
        <w:rPr>
          <w:rFonts w:cs="Arial"/>
        </w:rPr>
        <w:t>ředmětu plnění</w:t>
      </w:r>
      <w:r w:rsidRPr="00EB5FCB">
        <w:rPr>
          <w:rFonts w:cs="Arial"/>
        </w:rPr>
        <w:t xml:space="preserve">, o kterém </w:t>
      </w:r>
      <w:r w:rsidR="00C41454">
        <w:rPr>
          <w:rFonts w:cs="Arial"/>
        </w:rPr>
        <w:t>bude sepsán p</w:t>
      </w:r>
      <w:r w:rsidR="00E00091" w:rsidRPr="00EB5FCB">
        <w:rPr>
          <w:rFonts w:cs="Arial"/>
        </w:rPr>
        <w:t xml:space="preserve">rotokol o předání </w:t>
      </w:r>
      <w:r w:rsidRPr="00EB5FCB">
        <w:rPr>
          <w:rFonts w:cs="Arial"/>
        </w:rPr>
        <w:t>a převzetí.</w:t>
      </w:r>
    </w:p>
    <w:p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rsidR="00E00091" w:rsidRDefault="00E00091" w:rsidP="00424E60">
      <w:pPr>
        <w:pStyle w:val="Odstavec2"/>
        <w:numPr>
          <w:ilvl w:val="3"/>
          <w:numId w:val="7"/>
        </w:numPr>
        <w:tabs>
          <w:tab w:val="clear" w:pos="2007"/>
          <w:tab w:val="num" w:pos="1134"/>
        </w:tabs>
        <w:ind w:left="1134" w:hanging="283"/>
        <w:rPr>
          <w:rFonts w:cs="Arial"/>
        </w:rPr>
      </w:pPr>
      <w:r w:rsidRPr="009C078A">
        <w:rPr>
          <w:rFonts w:cs="Arial"/>
        </w:rPr>
        <w:t>v listinné podobě: ČEPRO, a.s., FÚ, Odbor účtárny, Hněvice 62, 411 08 Štětí;</w:t>
      </w:r>
    </w:p>
    <w:p w:rsidR="00EB3E3C" w:rsidRPr="00457ACC" w:rsidRDefault="00A61849" w:rsidP="00424E60">
      <w:pPr>
        <w:pStyle w:val="Odstavec2"/>
        <w:numPr>
          <w:ilvl w:val="0"/>
          <w:numId w:val="15"/>
        </w:numPr>
        <w:ind w:left="1134" w:hanging="283"/>
        <w:rPr>
          <w:rFonts w:cs="Arial"/>
        </w:rPr>
      </w:pPr>
      <w:r>
        <w:rPr>
          <w:rFonts w:cs="Arial"/>
        </w:rPr>
        <w:t>v</w:t>
      </w:r>
      <w:r w:rsidR="00EB3E3C" w:rsidRPr="00457ACC">
        <w:rPr>
          <w:rFonts w:cs="Arial"/>
        </w:rPr>
        <w:t> případě elekt</w:t>
      </w:r>
      <w:r w:rsidR="00EB3E3C">
        <w:rPr>
          <w:rFonts w:cs="Arial"/>
        </w:rPr>
        <w:t xml:space="preserve">ronického dokladu si </w:t>
      </w:r>
      <w:r w:rsidR="006555D3">
        <w:rPr>
          <w:rFonts w:cs="Arial"/>
        </w:rPr>
        <w:t>prodávající vyžádá souhlas k</w:t>
      </w:r>
      <w:r w:rsidR="00EB3E3C">
        <w:rPr>
          <w:rFonts w:cs="Arial"/>
        </w:rPr>
        <w:t>upujícího</w:t>
      </w:r>
      <w:r w:rsidR="00EB3E3C" w:rsidRPr="00457ACC">
        <w:rPr>
          <w:rFonts w:cs="Arial"/>
        </w:rPr>
        <w:t xml:space="preserve">, příp. bude uzavřena samostatná dohoda o podmínkách elektronické fakturace.   </w:t>
      </w:r>
    </w:p>
    <w:p w:rsidR="00EB3E3C" w:rsidRPr="00457ACC" w:rsidRDefault="006555D3" w:rsidP="00424E60">
      <w:pPr>
        <w:pStyle w:val="Odstavec2"/>
        <w:numPr>
          <w:ilvl w:val="1"/>
          <w:numId w:val="1"/>
        </w:numPr>
        <w:tabs>
          <w:tab w:val="num" w:pos="1080"/>
        </w:tabs>
        <w:spacing w:before="120"/>
        <w:ind w:left="567"/>
        <w:rPr>
          <w:rFonts w:cs="Arial"/>
        </w:rPr>
      </w:pPr>
      <w:r>
        <w:rPr>
          <w:rFonts w:cs="Arial"/>
        </w:rPr>
        <w:t>Každá faktura dle této s</w:t>
      </w:r>
      <w:r w:rsidR="00EB3E3C" w:rsidRPr="00457ACC">
        <w:rPr>
          <w:rFonts w:cs="Arial"/>
        </w:rPr>
        <w:t xml:space="preserve">mlouvy je splatná do </w:t>
      </w:r>
      <w:r w:rsidR="00EB3E3C">
        <w:rPr>
          <w:rFonts w:cs="Arial"/>
        </w:rPr>
        <w:t>3</w:t>
      </w:r>
      <w:r w:rsidR="00EB3E3C" w:rsidRPr="00457ACC">
        <w:rPr>
          <w:rFonts w:cs="Arial"/>
        </w:rPr>
        <w:t>0 d</w:t>
      </w:r>
      <w:r>
        <w:rPr>
          <w:rFonts w:cs="Arial"/>
        </w:rPr>
        <w:t>nů od jejího doručení k</w:t>
      </w:r>
      <w:r w:rsidR="00EB3E3C">
        <w:rPr>
          <w:rFonts w:cs="Arial"/>
        </w:rPr>
        <w:t>upujícímu</w:t>
      </w:r>
      <w:r w:rsidR="00EB3E3C" w:rsidRPr="00457ACC">
        <w:rPr>
          <w:rFonts w:cs="Arial"/>
        </w:rPr>
        <w:t>, tj.</w:t>
      </w:r>
      <w:r>
        <w:rPr>
          <w:rFonts w:cs="Arial"/>
        </w:rPr>
        <w:t xml:space="preserve"> na fakturační adresu k</w:t>
      </w:r>
      <w:r w:rsidR="00EB3E3C">
        <w:rPr>
          <w:rFonts w:cs="Arial"/>
        </w:rPr>
        <w:t>upujícího uveden</w:t>
      </w:r>
      <w:r w:rsidR="00051C3B">
        <w:rPr>
          <w:rFonts w:cs="Arial"/>
        </w:rPr>
        <w:t>ou</w:t>
      </w:r>
      <w:r>
        <w:rPr>
          <w:rFonts w:cs="Arial"/>
        </w:rPr>
        <w:t xml:space="preserve"> v této s</w:t>
      </w:r>
      <w:r w:rsidR="00EB3E3C" w:rsidRPr="00457ACC">
        <w:rPr>
          <w:rFonts w:cs="Arial"/>
        </w:rPr>
        <w:t>mlouvě.</w:t>
      </w:r>
    </w:p>
    <w:p w:rsidR="00EB3E3C" w:rsidRPr="00457ACC" w:rsidRDefault="006555D3" w:rsidP="00424E60">
      <w:pPr>
        <w:pStyle w:val="02-ODST-2"/>
        <w:numPr>
          <w:ilvl w:val="1"/>
          <w:numId w:val="1"/>
        </w:numPr>
        <w:tabs>
          <w:tab w:val="num" w:pos="1080"/>
        </w:tabs>
        <w:ind w:left="567"/>
        <w:rPr>
          <w:rFonts w:cs="Arial"/>
        </w:rPr>
      </w:pPr>
      <w:r>
        <w:rPr>
          <w:rFonts w:cs="Arial"/>
        </w:rPr>
        <w:t>Platba za předmět plnění</w:t>
      </w:r>
      <w:r w:rsidR="00EB3E3C" w:rsidRPr="00457ACC">
        <w:rPr>
          <w:rFonts w:cs="Arial"/>
        </w:rPr>
        <w:t xml:space="preserve"> bude vždy provedena bezhotovostním převodem na účet </w:t>
      </w:r>
      <w:r>
        <w:rPr>
          <w:rFonts w:cs="Arial"/>
        </w:rPr>
        <w:t>p</w:t>
      </w:r>
      <w:r w:rsidR="00EB3E3C">
        <w:rPr>
          <w:rFonts w:cs="Arial"/>
        </w:rPr>
        <w:t>rodávajícího</w:t>
      </w:r>
      <w:r>
        <w:rPr>
          <w:rFonts w:cs="Arial"/>
        </w:rPr>
        <w:t xml:space="preserve"> uvedený v této s</w:t>
      </w:r>
      <w:r w:rsidR="00EB3E3C" w:rsidRPr="00457ACC">
        <w:rPr>
          <w:rFonts w:cs="Arial"/>
        </w:rPr>
        <w:t xml:space="preserve">mlouvě na základě faktury (daňového dokladu) </w:t>
      </w:r>
      <w:r>
        <w:rPr>
          <w:rFonts w:cs="Arial"/>
        </w:rPr>
        <w:t>p</w:t>
      </w:r>
      <w:r w:rsidR="00EB3E3C">
        <w:rPr>
          <w:rFonts w:cs="Arial"/>
        </w:rPr>
        <w:t>rodávajícího</w:t>
      </w:r>
      <w:r w:rsidR="00EB3E3C" w:rsidRPr="00457ACC">
        <w:rPr>
          <w:rFonts w:cs="Arial"/>
        </w:rPr>
        <w:t xml:space="preserve">. V případě, že </w:t>
      </w:r>
      <w:r>
        <w:rPr>
          <w:rFonts w:cs="Arial"/>
        </w:rPr>
        <w:t>p</w:t>
      </w:r>
      <w:r w:rsidR="00EB3E3C">
        <w:rPr>
          <w:rFonts w:cs="Arial"/>
        </w:rPr>
        <w:t>rodávající</w:t>
      </w:r>
      <w:r w:rsidR="00EB3E3C" w:rsidRPr="00457ACC">
        <w:rPr>
          <w:rFonts w:cs="Arial"/>
        </w:rPr>
        <w:t xml:space="preserve"> bude mít zájem změnit číslo účtu během relevantní doby, lze tak učinit pouze na základ</w:t>
      </w:r>
      <w:r>
        <w:rPr>
          <w:rFonts w:cs="Arial"/>
        </w:rPr>
        <w:t>ě dohody stran dodatkem k této s</w:t>
      </w:r>
      <w:r w:rsidR="00EB3E3C" w:rsidRPr="00457ACC">
        <w:rPr>
          <w:rFonts w:cs="Arial"/>
        </w:rPr>
        <w:t>mlouvě či dílčí smlouvě.</w:t>
      </w:r>
    </w:p>
    <w:p w:rsidR="00EB3E3C" w:rsidRPr="00457ACC" w:rsidRDefault="006555D3" w:rsidP="00424E60">
      <w:pPr>
        <w:pStyle w:val="02-ODST-2"/>
        <w:numPr>
          <w:ilvl w:val="1"/>
          <w:numId w:val="1"/>
        </w:numPr>
        <w:tabs>
          <w:tab w:val="num" w:pos="1080"/>
        </w:tabs>
        <w:ind w:left="567"/>
        <w:rPr>
          <w:rFonts w:cs="Arial"/>
        </w:rPr>
      </w:pPr>
      <w:r>
        <w:rPr>
          <w:rFonts w:cs="Arial"/>
          <w:bCs/>
        </w:rPr>
        <w:t>Veškeré platby dle této s</w:t>
      </w:r>
      <w:r w:rsidR="00EB3E3C" w:rsidRPr="00457ACC">
        <w:rPr>
          <w:rFonts w:cs="Arial"/>
          <w:bCs/>
        </w:rPr>
        <w:t xml:space="preserve">mlouvy budou </w:t>
      </w:r>
      <w:r w:rsidR="00EB3E3C">
        <w:rPr>
          <w:rFonts w:cs="Arial"/>
          <w:bCs/>
        </w:rPr>
        <w:t>p</w:t>
      </w:r>
      <w:r>
        <w:rPr>
          <w:rFonts w:cs="Arial"/>
          <w:bCs/>
        </w:rPr>
        <w:t>rováděny bezhotovostně na účet p</w:t>
      </w:r>
      <w:r w:rsidR="00EB3E3C">
        <w:rPr>
          <w:rFonts w:cs="Arial"/>
          <w:bCs/>
        </w:rPr>
        <w:t>rodávajícího</w:t>
      </w:r>
      <w:r w:rsidR="00C41454">
        <w:rPr>
          <w:rFonts w:cs="Arial"/>
          <w:bCs/>
        </w:rPr>
        <w:t>, který</w:t>
      </w:r>
      <w:r>
        <w:rPr>
          <w:rFonts w:cs="Arial"/>
          <w:bCs/>
        </w:rPr>
        <w:t xml:space="preserve"> p</w:t>
      </w:r>
      <w:r w:rsidR="0089402F">
        <w:rPr>
          <w:rFonts w:cs="Arial"/>
          <w:bCs/>
        </w:rPr>
        <w:t>rodávající</w:t>
      </w:r>
      <w:r w:rsidR="00EB3E3C" w:rsidRPr="00457ACC">
        <w:rPr>
          <w:rFonts w:cs="Arial"/>
          <w:bCs/>
        </w:rPr>
        <w:t xml:space="preserve"> použív</w:t>
      </w:r>
      <w:r w:rsidR="0089402F">
        <w:rPr>
          <w:rFonts w:cs="Arial"/>
          <w:bCs/>
        </w:rPr>
        <w:t>á</w:t>
      </w:r>
      <w:r w:rsidR="00EB3E3C" w:rsidRPr="00457ACC">
        <w:rPr>
          <w:rFonts w:cs="Arial"/>
          <w:bCs/>
        </w:rPr>
        <w:t xml:space="preserve"> pro </w:t>
      </w:r>
      <w:r w:rsidR="0089402F">
        <w:rPr>
          <w:rFonts w:cs="Arial"/>
          <w:bCs/>
        </w:rPr>
        <w:t>svou</w:t>
      </w:r>
      <w:r w:rsidR="00EB3E3C" w:rsidRPr="00457ACC">
        <w:rPr>
          <w:rFonts w:cs="Arial"/>
          <w:bCs/>
        </w:rPr>
        <w:t xml:space="preserve"> ekonomickou činnost</w:t>
      </w:r>
      <w:r w:rsidR="0089402F">
        <w:rPr>
          <w:rFonts w:cs="Arial"/>
          <w:bCs/>
        </w:rPr>
        <w:t xml:space="preserve"> a který je</w:t>
      </w:r>
      <w:r w:rsidR="00EB3E3C" w:rsidRPr="00457ACC">
        <w:rPr>
          <w:rFonts w:cs="Arial"/>
          <w:bCs/>
        </w:rPr>
        <w:t xml:space="preserve"> uveden v</w:t>
      </w:r>
      <w:r>
        <w:rPr>
          <w:rFonts w:cs="Arial"/>
          <w:bCs/>
        </w:rPr>
        <w:t> čl. 1 této s</w:t>
      </w:r>
      <w:r w:rsidR="00EB3E3C" w:rsidRPr="00457ACC">
        <w:rPr>
          <w:rFonts w:cs="Arial"/>
          <w:bCs/>
        </w:rPr>
        <w:t xml:space="preserve">mlouvy, přičemž </w:t>
      </w:r>
      <w:r>
        <w:rPr>
          <w:rFonts w:cs="Arial"/>
          <w:bCs/>
        </w:rPr>
        <w:t>p</w:t>
      </w:r>
      <w:r w:rsidR="00740683">
        <w:rPr>
          <w:rFonts w:cs="Arial"/>
          <w:bCs/>
        </w:rPr>
        <w:t xml:space="preserve">rodávající </w:t>
      </w:r>
      <w:r w:rsidR="00EB3E3C" w:rsidRPr="00457ACC">
        <w:rPr>
          <w:rFonts w:cs="Arial"/>
          <w:bCs/>
        </w:rPr>
        <w:t xml:space="preserve">prohlašuje, že jím uvedený bankovní účet splňuje náležitosti platné legislativy a bude po celou dobu platnosti této </w:t>
      </w:r>
      <w:r>
        <w:rPr>
          <w:rFonts w:cs="Arial"/>
          <w:bCs/>
        </w:rPr>
        <w:t>s</w:t>
      </w:r>
      <w:r w:rsidR="00EB3E3C" w:rsidRPr="003957B7">
        <w:rPr>
          <w:rFonts w:cs="Arial"/>
          <w:bCs/>
        </w:rPr>
        <w:t>mlouvy uveden v souladu s právními předpisy na úseku daní, zejména v souladu se zákonem č. 235/2004 Sb., o dani z přidané hodnoty, ve znění pozdějších předpisů („</w:t>
      </w:r>
      <w:r w:rsidR="00EB3E3C" w:rsidRPr="003957B7">
        <w:rPr>
          <w:rFonts w:cs="Arial"/>
          <w:bCs/>
          <w:i/>
        </w:rPr>
        <w:t>zákon o DPH</w:t>
      </w:r>
      <w:r w:rsidR="00EB3E3C" w:rsidRPr="003957B7">
        <w:rPr>
          <w:rFonts w:cs="Arial"/>
          <w:bCs/>
        </w:rPr>
        <w:t xml:space="preserve">“), tj. </w:t>
      </w:r>
      <w:r w:rsidR="00EB3E3C" w:rsidRPr="00457ACC">
        <w:rPr>
          <w:rFonts w:cs="Arial"/>
          <w:bCs/>
        </w:rPr>
        <w:t xml:space="preserve">zejména bude číslo bankovního účtu </w:t>
      </w:r>
      <w:r>
        <w:rPr>
          <w:rFonts w:cs="Arial"/>
          <w:bCs/>
        </w:rPr>
        <w:t>p</w:t>
      </w:r>
      <w:r w:rsidR="00740683">
        <w:rPr>
          <w:rFonts w:cs="Arial"/>
          <w:bCs/>
        </w:rPr>
        <w:t>rodávajícího</w:t>
      </w:r>
      <w:r>
        <w:rPr>
          <w:rFonts w:cs="Arial"/>
          <w:bCs/>
        </w:rPr>
        <w:t xml:space="preserve"> uvedeného ve s</w:t>
      </w:r>
      <w:r w:rsidR="00EB3E3C" w:rsidRPr="00457ACC">
        <w:rPr>
          <w:rFonts w:cs="Arial"/>
          <w:bCs/>
        </w:rPr>
        <w:t xml:space="preserve">mlouvě zveřejněno způsobem umožňujícím dálkový přístup. V případě, že se vyskytnou důvodné pochybnosti </w:t>
      </w:r>
      <w:r>
        <w:rPr>
          <w:rFonts w:cs="Arial"/>
          <w:bCs/>
        </w:rPr>
        <w:t>k</w:t>
      </w:r>
      <w:r w:rsidR="00740683">
        <w:rPr>
          <w:rFonts w:cs="Arial"/>
          <w:bCs/>
        </w:rPr>
        <w:t>upujícího</w:t>
      </w:r>
      <w:r w:rsidR="00EB3E3C" w:rsidRPr="00457ACC">
        <w:rPr>
          <w:rFonts w:cs="Arial"/>
          <w:bCs/>
        </w:rPr>
        <w:t xml:space="preserve"> o dodržování pravidel na úseku daňových předpisů </w:t>
      </w:r>
      <w:r>
        <w:rPr>
          <w:rFonts w:cs="Arial"/>
          <w:bCs/>
        </w:rPr>
        <w:t>p</w:t>
      </w:r>
      <w:r w:rsidR="00740683">
        <w:rPr>
          <w:rFonts w:cs="Arial"/>
          <w:bCs/>
        </w:rPr>
        <w:t>rodávajícího</w:t>
      </w:r>
      <w:r w:rsidR="00EB3E3C" w:rsidRPr="00457ACC">
        <w:rPr>
          <w:rFonts w:cs="Arial"/>
          <w:bCs/>
        </w:rPr>
        <w:t xml:space="preserve"> (zejména v případě, že </w:t>
      </w:r>
      <w:r>
        <w:rPr>
          <w:rFonts w:cs="Arial"/>
          <w:bCs/>
        </w:rPr>
        <w:t>p</w:t>
      </w:r>
      <w:r w:rsidR="00740683">
        <w:rPr>
          <w:rFonts w:cs="Arial"/>
          <w:bCs/>
        </w:rPr>
        <w:t>rodávající</w:t>
      </w:r>
      <w:r w:rsidR="00EB3E3C" w:rsidRPr="00457ACC">
        <w:rPr>
          <w:rFonts w:cs="Arial"/>
          <w:bCs/>
        </w:rPr>
        <w:t xml:space="preserve"> bude označen za nespolehlivého plátce; v případě, že bankovní účet </w:t>
      </w:r>
      <w:r>
        <w:rPr>
          <w:rFonts w:cs="Arial"/>
          <w:bCs/>
        </w:rPr>
        <w:t>p</w:t>
      </w:r>
      <w:r w:rsidR="00740683">
        <w:rPr>
          <w:rFonts w:cs="Arial"/>
          <w:bCs/>
        </w:rPr>
        <w:t>rodávajícího</w:t>
      </w:r>
      <w:r>
        <w:rPr>
          <w:rFonts w:cs="Arial"/>
          <w:bCs/>
        </w:rPr>
        <w:t xml:space="preserve"> uvedený v čl. 1 této s</w:t>
      </w:r>
      <w:r w:rsidR="00EB3E3C" w:rsidRPr="00457ACC">
        <w:rPr>
          <w:rFonts w:cs="Arial"/>
          <w:bCs/>
        </w:rPr>
        <w:t xml:space="preserve">mlouvy nebude odpovídat údajům zveřejněným způsobem umožňujícím dálkový přístup dle zákona o DPH, atp.), je </w:t>
      </w:r>
      <w:r>
        <w:rPr>
          <w:rFonts w:cs="Arial"/>
          <w:bCs/>
        </w:rPr>
        <w:t>k</w:t>
      </w:r>
      <w:r w:rsidR="00740683">
        <w:rPr>
          <w:rFonts w:cs="Arial"/>
          <w:bCs/>
        </w:rPr>
        <w:t>upující</w:t>
      </w:r>
      <w:r w:rsidR="00EB3E3C" w:rsidRPr="00457ACC">
        <w:rPr>
          <w:rFonts w:cs="Arial"/>
          <w:bCs/>
        </w:rPr>
        <w:t xml:space="preserve"> oprávněn pozastavit platbu </w:t>
      </w:r>
      <w:r>
        <w:rPr>
          <w:rFonts w:cs="Arial"/>
          <w:bCs/>
        </w:rPr>
        <w:t>p</w:t>
      </w:r>
      <w:r w:rsidR="00740683">
        <w:rPr>
          <w:rFonts w:cs="Arial"/>
          <w:bCs/>
        </w:rPr>
        <w:t>rodávajícímu</w:t>
      </w:r>
      <w:r w:rsidR="00EB3E3C" w:rsidRPr="00457ACC">
        <w:rPr>
          <w:rFonts w:cs="Arial"/>
          <w:bCs/>
        </w:rPr>
        <w:t xml:space="preserve"> do doby učinění nápravy, přičemž pozastavení platby </w:t>
      </w:r>
      <w:r>
        <w:rPr>
          <w:rFonts w:cs="Arial"/>
          <w:bCs/>
        </w:rPr>
        <w:t>p</w:t>
      </w:r>
      <w:r w:rsidR="00740683">
        <w:rPr>
          <w:rFonts w:cs="Arial"/>
          <w:bCs/>
        </w:rPr>
        <w:t>rodávajícímu</w:t>
      </w:r>
      <w:r w:rsidR="00EB3E3C" w:rsidRPr="00457ACC">
        <w:rPr>
          <w:rFonts w:cs="Arial"/>
          <w:bCs/>
        </w:rPr>
        <w:t xml:space="preserve"> oznámí a </w:t>
      </w:r>
      <w:r>
        <w:rPr>
          <w:rFonts w:cs="Arial"/>
          <w:bCs/>
        </w:rPr>
        <w:t>k</w:t>
      </w:r>
      <w:r w:rsidR="00740683">
        <w:rPr>
          <w:rFonts w:cs="Arial"/>
          <w:bCs/>
        </w:rPr>
        <w:t>upující</w:t>
      </w:r>
      <w:r w:rsidR="00EB3E3C" w:rsidRPr="00457ACC">
        <w:rPr>
          <w:rFonts w:cs="Arial"/>
          <w:bCs/>
        </w:rPr>
        <w:t xml:space="preserve"> v pozici ručitele za odvedení daně z přidané hodnoty bude postu</w:t>
      </w:r>
      <w:r>
        <w:rPr>
          <w:rFonts w:cs="Arial"/>
          <w:bCs/>
        </w:rPr>
        <w:t>povat způsobem uvedeným v této s</w:t>
      </w:r>
      <w:r w:rsidR="00EB3E3C" w:rsidRPr="00457ACC">
        <w:rPr>
          <w:rFonts w:cs="Arial"/>
          <w:bCs/>
        </w:rPr>
        <w:t xml:space="preserve">mlouvě níže. V případě pozastavení platby </w:t>
      </w:r>
      <w:r>
        <w:rPr>
          <w:rFonts w:cs="Arial"/>
          <w:bCs/>
        </w:rPr>
        <w:t>k</w:t>
      </w:r>
      <w:r w:rsidR="00740683">
        <w:rPr>
          <w:rFonts w:cs="Arial"/>
          <w:bCs/>
        </w:rPr>
        <w:t>upujícím</w:t>
      </w:r>
      <w:r w:rsidR="00EB3E3C" w:rsidRPr="00457ACC">
        <w:rPr>
          <w:rFonts w:cs="Arial"/>
          <w:bCs/>
        </w:rPr>
        <w:t xml:space="preserve"> </w:t>
      </w:r>
      <w:r>
        <w:rPr>
          <w:rFonts w:cs="Arial"/>
          <w:bCs/>
        </w:rPr>
        <w:t>p</w:t>
      </w:r>
      <w:r w:rsidR="00740683">
        <w:rPr>
          <w:rFonts w:cs="Arial"/>
          <w:bCs/>
        </w:rPr>
        <w:t>rodávajícímu</w:t>
      </w:r>
      <w:r w:rsidR="00EB3E3C" w:rsidRPr="00457ACC">
        <w:rPr>
          <w:rFonts w:cs="Arial"/>
          <w:bCs/>
        </w:rPr>
        <w:t xml:space="preserve"> z výše uvedených důvodů není </w:t>
      </w:r>
      <w:r>
        <w:rPr>
          <w:rFonts w:cs="Arial"/>
          <w:bCs/>
        </w:rPr>
        <w:t>k</w:t>
      </w:r>
      <w:r w:rsidR="00740683">
        <w:rPr>
          <w:rFonts w:cs="Arial"/>
          <w:bCs/>
        </w:rPr>
        <w:t>upující</w:t>
      </w:r>
      <w:r w:rsidR="00EB3E3C" w:rsidRPr="00457ACC">
        <w:rPr>
          <w:rFonts w:cs="Arial"/>
          <w:bCs/>
        </w:rPr>
        <w:t xml:space="preserve"> v prodlení s platbou a </w:t>
      </w:r>
      <w:r>
        <w:rPr>
          <w:rFonts w:cs="Arial"/>
          <w:bCs/>
        </w:rPr>
        <w:t>p</w:t>
      </w:r>
      <w:r w:rsidR="00740683">
        <w:rPr>
          <w:rFonts w:cs="Arial"/>
          <w:bCs/>
        </w:rPr>
        <w:t>rodávající</w:t>
      </w:r>
      <w:r w:rsidR="00EB3E3C" w:rsidRPr="00457ACC">
        <w:rPr>
          <w:rFonts w:cs="Arial"/>
          <w:bCs/>
        </w:rPr>
        <w:t xml:space="preserve"> nemá nárok uplatňovat vůči </w:t>
      </w:r>
      <w:r>
        <w:rPr>
          <w:rFonts w:cs="Arial"/>
          <w:bCs/>
        </w:rPr>
        <w:t>k</w:t>
      </w:r>
      <w:r w:rsidR="00740683">
        <w:rPr>
          <w:rFonts w:cs="Arial"/>
          <w:bCs/>
        </w:rPr>
        <w:t>upujícímu</w:t>
      </w:r>
      <w:r w:rsidR="00EB3E3C" w:rsidRPr="00457ACC">
        <w:rPr>
          <w:rFonts w:cs="Arial"/>
          <w:bCs/>
        </w:rPr>
        <w:t xml:space="preserve"> jakékoli sankce z důvodu neprovedení platby </w:t>
      </w:r>
      <w:r>
        <w:rPr>
          <w:rFonts w:cs="Arial"/>
          <w:bCs/>
        </w:rPr>
        <w:t>k</w:t>
      </w:r>
      <w:r w:rsidR="00740683">
        <w:rPr>
          <w:rFonts w:cs="Arial"/>
          <w:bCs/>
        </w:rPr>
        <w:t>upujícím</w:t>
      </w:r>
      <w:r w:rsidR="00EB3E3C" w:rsidRPr="00457ACC">
        <w:rPr>
          <w:rFonts w:cs="Arial"/>
          <w:bCs/>
        </w:rPr>
        <w:t>, ani nárok na náhradu škody.</w:t>
      </w:r>
      <w:r w:rsidR="00EB3E3C" w:rsidRPr="00457ACC">
        <w:rPr>
          <w:rFonts w:cs="Arial"/>
        </w:rPr>
        <w:t xml:space="preserve"> </w:t>
      </w:r>
    </w:p>
    <w:p w:rsidR="00EB3E3C" w:rsidRPr="00457ACC" w:rsidRDefault="00EB3E3C" w:rsidP="00424E60">
      <w:pPr>
        <w:pStyle w:val="02-ODST-2"/>
        <w:numPr>
          <w:ilvl w:val="1"/>
          <w:numId w:val="1"/>
        </w:numPr>
        <w:tabs>
          <w:tab w:val="num" w:pos="1080"/>
        </w:tabs>
        <w:ind w:left="567"/>
        <w:rPr>
          <w:rFonts w:cs="Arial"/>
        </w:rPr>
      </w:pPr>
      <w:r w:rsidRPr="00457ACC">
        <w:rPr>
          <w:rFonts w:cs="Arial"/>
        </w:rPr>
        <w:lastRenderedPageBreak/>
        <w:t xml:space="preserve">Faktura </w:t>
      </w:r>
      <w:r>
        <w:rPr>
          <w:rFonts w:cs="Arial"/>
        </w:rPr>
        <w:t xml:space="preserve">vystavená </w:t>
      </w:r>
      <w:r w:rsidR="006555D3">
        <w:rPr>
          <w:rFonts w:cs="Arial"/>
        </w:rPr>
        <w:t>p</w:t>
      </w:r>
      <w:r w:rsidR="00740683">
        <w:rPr>
          <w:rFonts w:cs="Arial"/>
        </w:rPr>
        <w:t>rodávajícím</w:t>
      </w:r>
      <w:r w:rsidRPr="00457ACC">
        <w:rPr>
          <w:rFonts w:cs="Arial"/>
        </w:rPr>
        <w:t xml:space="preserve"> bude obsahovat náležitosti daňového a účetního dokladu dle platné legislativy, </w:t>
      </w:r>
      <w:r w:rsidRPr="00457ACC">
        <w:rPr>
          <w:rFonts w:cs="Arial"/>
          <w:b/>
        </w:rPr>
        <w:t>číslo objednávky</w:t>
      </w:r>
      <w:r>
        <w:rPr>
          <w:rFonts w:cs="Arial"/>
          <w:b/>
        </w:rPr>
        <w:t xml:space="preserve"> </w:t>
      </w:r>
      <w:r w:rsidR="006555D3">
        <w:rPr>
          <w:rFonts w:cs="Arial"/>
        </w:rPr>
        <w:t>a další náležitosti dle této s</w:t>
      </w:r>
      <w:r w:rsidRPr="00457ACC">
        <w:rPr>
          <w:rFonts w:cs="Arial"/>
        </w:rPr>
        <w:t xml:space="preserve">mlouvy, včetně požadovaných příloh. Faktura vystavená </w:t>
      </w:r>
      <w:r w:rsidR="006555D3">
        <w:rPr>
          <w:rFonts w:cs="Arial"/>
        </w:rPr>
        <w:t>p</w:t>
      </w:r>
      <w:r w:rsidR="00740683">
        <w:rPr>
          <w:rFonts w:cs="Arial"/>
        </w:rPr>
        <w:t>rodávajícím</w:t>
      </w:r>
      <w:r w:rsidR="006555D3">
        <w:rPr>
          <w:rFonts w:cs="Arial"/>
        </w:rPr>
        <w:t xml:space="preserve"> dle této s</w:t>
      </w:r>
      <w:r w:rsidRPr="00457ACC">
        <w:rPr>
          <w:rFonts w:cs="Arial"/>
        </w:rPr>
        <w:t xml:space="preserve">mlouvy bude též obsahovat číslo účtu </w:t>
      </w:r>
      <w:r w:rsidR="006555D3">
        <w:rPr>
          <w:rFonts w:cs="Arial"/>
        </w:rPr>
        <w:t>p</w:t>
      </w:r>
      <w:r w:rsidR="00740683">
        <w:rPr>
          <w:rFonts w:cs="Arial"/>
        </w:rPr>
        <w:t>rodávajícího</w:t>
      </w:r>
      <w:r w:rsidRPr="00457ACC">
        <w:rPr>
          <w:rFonts w:cs="Arial"/>
        </w:rPr>
        <w:t xml:space="preserve"> vedeného u peněžního ústavu v České republice, uvedeného u identifikačních údajů </w:t>
      </w:r>
      <w:r w:rsidR="006555D3">
        <w:rPr>
          <w:rFonts w:cs="Arial"/>
        </w:rPr>
        <w:t>p</w:t>
      </w:r>
      <w:r w:rsidR="00740683">
        <w:rPr>
          <w:rFonts w:cs="Arial"/>
        </w:rPr>
        <w:t>rodávajícího</w:t>
      </w:r>
      <w:r w:rsidR="006555D3">
        <w:rPr>
          <w:rFonts w:cs="Arial"/>
        </w:rPr>
        <w:t xml:space="preserve"> v čl. 1 této s</w:t>
      </w:r>
      <w:r w:rsidRPr="00457ACC">
        <w:rPr>
          <w:rFonts w:cs="Arial"/>
        </w:rPr>
        <w:t xml:space="preserve">mlouvy. Součástí faktury musí být vždy </w:t>
      </w:r>
      <w:r w:rsidR="009B12CE">
        <w:rPr>
          <w:rFonts w:cs="Arial"/>
        </w:rPr>
        <w:t>dodací list</w:t>
      </w:r>
      <w:r w:rsidRPr="00457ACC">
        <w:rPr>
          <w:rFonts w:cs="Arial"/>
        </w:rPr>
        <w:t xml:space="preserve"> </w:t>
      </w:r>
      <w:r w:rsidR="00051C3B">
        <w:rPr>
          <w:rFonts w:cs="Arial"/>
        </w:rPr>
        <w:t xml:space="preserve">a protokol o předání a převzetí </w:t>
      </w:r>
      <w:r w:rsidRPr="00457ACC">
        <w:rPr>
          <w:rFonts w:cs="Arial"/>
        </w:rPr>
        <w:t>potvrzující skutečnost př</w:t>
      </w:r>
      <w:r w:rsidR="006555D3">
        <w:rPr>
          <w:rFonts w:cs="Arial"/>
        </w:rPr>
        <w:t>evzetí p</w:t>
      </w:r>
      <w:r w:rsidRPr="00457ACC">
        <w:rPr>
          <w:rFonts w:cs="Arial"/>
        </w:rPr>
        <w:t xml:space="preserve">ředmětu plnění </w:t>
      </w:r>
      <w:r w:rsidR="006555D3">
        <w:rPr>
          <w:rFonts w:cs="Arial"/>
        </w:rPr>
        <w:t>k</w:t>
      </w:r>
      <w:r w:rsidR="00740683">
        <w:rPr>
          <w:rFonts w:cs="Arial"/>
        </w:rPr>
        <w:t xml:space="preserve">upujícím </w:t>
      </w:r>
      <w:r w:rsidRPr="00457ACC">
        <w:rPr>
          <w:rFonts w:cs="Arial"/>
        </w:rPr>
        <w:t>a da</w:t>
      </w:r>
      <w:r w:rsidR="006555D3">
        <w:rPr>
          <w:rFonts w:cs="Arial"/>
        </w:rPr>
        <w:t>lší přílohy vyplývající z této s</w:t>
      </w:r>
      <w:r w:rsidRPr="00457ACC">
        <w:rPr>
          <w:rFonts w:cs="Arial"/>
        </w:rPr>
        <w:t>mlouvy.</w:t>
      </w:r>
    </w:p>
    <w:p w:rsidR="00EB3E3C" w:rsidRPr="00457ACC" w:rsidRDefault="00EB3E3C" w:rsidP="00424E60">
      <w:pPr>
        <w:pStyle w:val="02-ODST-2"/>
        <w:numPr>
          <w:ilvl w:val="1"/>
          <w:numId w:val="1"/>
        </w:numPr>
        <w:tabs>
          <w:tab w:val="num" w:pos="1080"/>
        </w:tabs>
        <w:ind w:left="567"/>
        <w:rPr>
          <w:rFonts w:cs="Arial"/>
        </w:rPr>
      </w:pPr>
      <w:r w:rsidRPr="00457ACC">
        <w:rPr>
          <w:rFonts w:cs="Arial"/>
        </w:rPr>
        <w:t xml:space="preserve">Závazek úhrady faktury </w:t>
      </w:r>
      <w:r w:rsidR="006555D3">
        <w:rPr>
          <w:rFonts w:cs="Arial"/>
        </w:rPr>
        <w:t>k</w:t>
      </w:r>
      <w:r w:rsidR="00740683">
        <w:rPr>
          <w:rFonts w:cs="Arial"/>
        </w:rPr>
        <w:t xml:space="preserve">upujícím </w:t>
      </w:r>
      <w:r w:rsidRPr="00457ACC">
        <w:rPr>
          <w:rFonts w:cs="Arial"/>
        </w:rPr>
        <w:t xml:space="preserve">se považuje za splněný dnem odepsání fakturované částky z účtu </w:t>
      </w:r>
      <w:r w:rsidR="006555D3">
        <w:rPr>
          <w:rFonts w:cs="Arial"/>
        </w:rPr>
        <w:t>k</w:t>
      </w:r>
      <w:r w:rsidR="00740683">
        <w:rPr>
          <w:rFonts w:cs="Arial"/>
        </w:rPr>
        <w:t>upujícího</w:t>
      </w:r>
      <w:r w:rsidR="00740683" w:rsidRPr="00457ACC">
        <w:rPr>
          <w:rFonts w:cs="Arial"/>
        </w:rPr>
        <w:t xml:space="preserve"> </w:t>
      </w:r>
      <w:r w:rsidRPr="00457ACC">
        <w:rPr>
          <w:rFonts w:cs="Arial"/>
        </w:rPr>
        <w:t xml:space="preserve">ve prospěch účtu </w:t>
      </w:r>
      <w:r w:rsidR="006555D3">
        <w:rPr>
          <w:rFonts w:cs="Arial"/>
        </w:rPr>
        <w:t>p</w:t>
      </w:r>
      <w:r w:rsidR="00740683">
        <w:rPr>
          <w:rFonts w:cs="Arial"/>
        </w:rPr>
        <w:t>rodávajícího</w:t>
      </w:r>
      <w:r w:rsidR="00740683" w:rsidRPr="00457ACC">
        <w:rPr>
          <w:rFonts w:cs="Arial"/>
        </w:rPr>
        <w:t xml:space="preserve"> </w:t>
      </w:r>
      <w:r w:rsidRPr="00457ACC">
        <w:rPr>
          <w:rFonts w:cs="Arial"/>
        </w:rPr>
        <w:t xml:space="preserve">uvedeného shodně v čl. 1 této </w:t>
      </w:r>
      <w:r w:rsidR="00051C3B">
        <w:rPr>
          <w:rFonts w:cs="Arial"/>
        </w:rPr>
        <w:t>s</w:t>
      </w:r>
      <w:r w:rsidRPr="00457ACC">
        <w:rPr>
          <w:rFonts w:cs="Arial"/>
        </w:rPr>
        <w:t xml:space="preserve">mlouvy a na faktuře </w:t>
      </w:r>
      <w:r w:rsidR="006555D3">
        <w:rPr>
          <w:rFonts w:cs="Arial"/>
        </w:rPr>
        <w:t>p</w:t>
      </w:r>
      <w:r w:rsidR="00740683">
        <w:rPr>
          <w:rFonts w:cs="Arial"/>
        </w:rPr>
        <w:t>rodávajícím</w:t>
      </w:r>
      <w:r w:rsidR="00740683" w:rsidRPr="00457ACC">
        <w:rPr>
          <w:rFonts w:cs="Arial"/>
        </w:rPr>
        <w:t xml:space="preserve"> </w:t>
      </w:r>
      <w:r w:rsidRPr="00457ACC">
        <w:rPr>
          <w:rFonts w:cs="Arial"/>
        </w:rPr>
        <w:t xml:space="preserve">vystavené. </w:t>
      </w:r>
    </w:p>
    <w:p w:rsidR="00EB3E3C" w:rsidRPr="00457ACC" w:rsidRDefault="00EB3E3C" w:rsidP="00424E60">
      <w:pPr>
        <w:pStyle w:val="02-ODST-2"/>
        <w:numPr>
          <w:ilvl w:val="1"/>
          <w:numId w:val="1"/>
        </w:numPr>
        <w:tabs>
          <w:tab w:val="num" w:pos="1080"/>
        </w:tabs>
        <w:ind w:left="567"/>
        <w:rPr>
          <w:rFonts w:cs="Arial"/>
        </w:rPr>
      </w:pPr>
      <w:r w:rsidRPr="00457ACC">
        <w:rPr>
          <w:rFonts w:cs="Arial"/>
        </w:rPr>
        <w:t xml:space="preserve">V případě, bude-li faktura vystavená </w:t>
      </w:r>
      <w:r w:rsidR="006555D3">
        <w:rPr>
          <w:rFonts w:cs="Arial"/>
        </w:rPr>
        <w:t>p</w:t>
      </w:r>
      <w:r w:rsidR="00740683">
        <w:rPr>
          <w:rFonts w:cs="Arial"/>
        </w:rPr>
        <w:t>rodávajícím</w:t>
      </w:r>
      <w:r w:rsidR="00740683" w:rsidRPr="00457ACC">
        <w:rPr>
          <w:rFonts w:cs="Arial"/>
        </w:rPr>
        <w:t xml:space="preserve"> </w:t>
      </w:r>
      <w:r w:rsidRPr="00457ACC">
        <w:rPr>
          <w:rFonts w:cs="Arial"/>
        </w:rPr>
        <w:t>obsahovat chybné či neúplné údaje či bude jinak vadná nebo nebude obsahovat</w:t>
      </w:r>
      <w:r w:rsidRPr="00457ACC">
        <w:rPr>
          <w:rFonts w:cs="Arial"/>
          <w:iCs/>
        </w:rPr>
        <w:t xml:space="preserve"> veškeré údaje vyžadované závaznými právními předpisy České republiky a náležitosti a údaje v so</w:t>
      </w:r>
      <w:r w:rsidR="006555D3">
        <w:rPr>
          <w:rFonts w:cs="Arial"/>
          <w:iCs/>
        </w:rPr>
        <w:t>uladu se s</w:t>
      </w:r>
      <w:r w:rsidRPr="00457ACC">
        <w:rPr>
          <w:rFonts w:cs="Arial"/>
          <w:iCs/>
        </w:rPr>
        <w:t xml:space="preserve">mlouvou nebo v ní budou uvedeny nesprávné údaje, údaje neodpovídající závazným právním předpisům České republiky nebo bude požadována úhrada faktury způsobem, kdy se </w:t>
      </w:r>
      <w:r w:rsidR="006555D3">
        <w:rPr>
          <w:rFonts w:cs="Arial"/>
          <w:iCs/>
        </w:rPr>
        <w:t>k</w:t>
      </w:r>
      <w:r w:rsidR="0003429E">
        <w:rPr>
          <w:rFonts w:cs="Arial"/>
          <w:iCs/>
        </w:rPr>
        <w:t>upující</w:t>
      </w:r>
      <w:r w:rsidR="0003429E" w:rsidRPr="00457ACC">
        <w:rPr>
          <w:rFonts w:cs="Arial"/>
          <w:iCs/>
        </w:rPr>
        <w:t xml:space="preserve"> </w:t>
      </w:r>
      <w:r w:rsidRPr="00457ACC">
        <w:rPr>
          <w:rFonts w:cs="Arial"/>
          <w:iCs/>
        </w:rPr>
        <w:t xml:space="preserve">stane či může stát ručitelem za odvod daně z přidané hodnoty </w:t>
      </w:r>
      <w:r w:rsidR="006555D3">
        <w:rPr>
          <w:rFonts w:cs="Arial"/>
          <w:iCs/>
        </w:rPr>
        <w:t>p</w:t>
      </w:r>
      <w:r w:rsidR="0003429E">
        <w:rPr>
          <w:rFonts w:cs="Arial"/>
          <w:iCs/>
        </w:rPr>
        <w:t>rodávajícím</w:t>
      </w:r>
      <w:r w:rsidRPr="00457ACC">
        <w:rPr>
          <w:rFonts w:cs="Arial"/>
          <w:iCs/>
        </w:rPr>
        <w:t>,</w:t>
      </w:r>
      <w:r w:rsidRPr="00457ACC">
        <w:rPr>
          <w:rFonts w:cs="Arial"/>
        </w:rPr>
        <w:t xml:space="preserve"> je </w:t>
      </w:r>
      <w:r w:rsidR="006555D3">
        <w:rPr>
          <w:rFonts w:cs="Arial"/>
        </w:rPr>
        <w:t>k</w:t>
      </w:r>
      <w:r w:rsidR="0003429E">
        <w:rPr>
          <w:rFonts w:cs="Arial"/>
        </w:rPr>
        <w:t>upující</w:t>
      </w:r>
      <w:r w:rsidR="0003429E" w:rsidRPr="00457ACC">
        <w:rPr>
          <w:rFonts w:cs="Arial"/>
        </w:rPr>
        <w:t xml:space="preserve"> </w:t>
      </w:r>
      <w:r w:rsidRPr="00457ACC">
        <w:rPr>
          <w:rFonts w:cs="Arial"/>
        </w:rPr>
        <w:t>oprávněn vrátit fakturu</w:t>
      </w:r>
      <w:r w:rsidR="004016A9">
        <w:rPr>
          <w:rFonts w:cs="Arial"/>
        </w:rPr>
        <w:t xml:space="preserve"> </w:t>
      </w:r>
      <w:r w:rsidR="006555D3">
        <w:rPr>
          <w:rFonts w:cs="Arial"/>
        </w:rPr>
        <w:t>p</w:t>
      </w:r>
      <w:r w:rsidR="0003429E">
        <w:rPr>
          <w:rFonts w:cs="Arial"/>
        </w:rPr>
        <w:t>rodávajícímu</w:t>
      </w:r>
      <w:r>
        <w:rPr>
          <w:rFonts w:cs="Arial"/>
        </w:rPr>
        <w:t xml:space="preserve"> </w:t>
      </w:r>
      <w:r w:rsidRPr="00457ACC">
        <w:rPr>
          <w:rFonts w:cs="Arial"/>
        </w:rPr>
        <w:t xml:space="preserve">zpět bez zaplacení. </w:t>
      </w:r>
      <w:r w:rsidR="006555D3">
        <w:rPr>
          <w:rFonts w:cs="Arial"/>
        </w:rPr>
        <w:t>P</w:t>
      </w:r>
      <w:r w:rsidR="0003429E">
        <w:rPr>
          <w:rFonts w:cs="Arial"/>
        </w:rPr>
        <w:t>rodávající</w:t>
      </w:r>
      <w:r w:rsidR="0003429E" w:rsidRPr="00457ACC">
        <w:rPr>
          <w:rFonts w:cs="Arial"/>
        </w:rPr>
        <w:t xml:space="preserve"> </w:t>
      </w:r>
      <w:r w:rsidRPr="00457ACC">
        <w:rPr>
          <w:rFonts w:cs="Arial"/>
        </w:rPr>
        <w:t xml:space="preserve">je povinen vystavit novou opravenou fakturu s novým datem splatnosti a doručit ji </w:t>
      </w:r>
      <w:r w:rsidR="005E2D41">
        <w:rPr>
          <w:rFonts w:cs="Arial"/>
        </w:rPr>
        <w:t>p</w:t>
      </w:r>
      <w:r w:rsidR="0003429E">
        <w:rPr>
          <w:rFonts w:cs="Arial"/>
        </w:rPr>
        <w:t>rodávajícímu</w:t>
      </w:r>
      <w:r w:rsidRPr="00457ACC">
        <w:rPr>
          <w:rFonts w:cs="Arial"/>
        </w:rPr>
        <w:t xml:space="preserve">. </w:t>
      </w:r>
      <w:r w:rsidRPr="00457ACC">
        <w:rPr>
          <w:rFonts w:cs="Arial"/>
          <w:iCs/>
        </w:rPr>
        <w:t xml:space="preserve">V tomto případě od učinění výzvy </w:t>
      </w:r>
      <w:r w:rsidR="005E2D41">
        <w:rPr>
          <w:rFonts w:cs="Arial"/>
          <w:iCs/>
        </w:rPr>
        <w:t>k</w:t>
      </w:r>
      <w:r w:rsidR="0003429E">
        <w:rPr>
          <w:rFonts w:cs="Arial"/>
          <w:iCs/>
        </w:rPr>
        <w:t>upujícího</w:t>
      </w:r>
      <w:r w:rsidR="0003429E" w:rsidRPr="00457ACC">
        <w:rPr>
          <w:rFonts w:cs="Arial"/>
          <w:iCs/>
        </w:rPr>
        <w:t xml:space="preserve"> </w:t>
      </w:r>
      <w:r w:rsidRPr="00457ACC">
        <w:rPr>
          <w:rFonts w:cs="Arial"/>
          <w:iCs/>
        </w:rPr>
        <w:t xml:space="preserve">k předložení bezvadné faktury </w:t>
      </w:r>
      <w:r w:rsidR="005E2D41">
        <w:rPr>
          <w:rFonts w:cs="Arial"/>
          <w:iCs/>
        </w:rPr>
        <w:t>p</w:t>
      </w:r>
      <w:r w:rsidR="0003429E">
        <w:rPr>
          <w:rFonts w:cs="Arial"/>
          <w:iCs/>
        </w:rPr>
        <w:t>rodávajícím</w:t>
      </w:r>
      <w:r w:rsidR="0003429E" w:rsidRPr="00457ACC">
        <w:rPr>
          <w:rFonts w:cs="Arial"/>
          <w:iCs/>
        </w:rPr>
        <w:t xml:space="preserve"> </w:t>
      </w:r>
      <w:r w:rsidR="005E2D41">
        <w:rPr>
          <w:rFonts w:cs="Arial"/>
          <w:iCs/>
        </w:rPr>
        <w:t>k</w:t>
      </w:r>
      <w:r w:rsidR="004016A9">
        <w:rPr>
          <w:rFonts w:cs="Arial"/>
          <w:iCs/>
        </w:rPr>
        <w:t>u</w:t>
      </w:r>
      <w:r w:rsidR="0003429E">
        <w:rPr>
          <w:rFonts w:cs="Arial"/>
          <w:iCs/>
        </w:rPr>
        <w:t>pujícímu</w:t>
      </w:r>
      <w:r w:rsidR="0003429E" w:rsidRPr="00457ACC">
        <w:rPr>
          <w:rFonts w:cs="Arial"/>
          <w:iCs/>
        </w:rPr>
        <w:t xml:space="preserve"> </w:t>
      </w:r>
      <w:r w:rsidRPr="00457ACC">
        <w:rPr>
          <w:rFonts w:cs="Arial"/>
          <w:iCs/>
        </w:rPr>
        <w:t xml:space="preserve">dle první věty tohoto bodu do doby doručení bezvadné faktury </w:t>
      </w:r>
      <w:r w:rsidR="005E2D41">
        <w:rPr>
          <w:rFonts w:cs="Arial"/>
          <w:iCs/>
        </w:rPr>
        <w:t>p</w:t>
      </w:r>
      <w:r w:rsidR="0003429E">
        <w:rPr>
          <w:rFonts w:cs="Arial"/>
          <w:iCs/>
        </w:rPr>
        <w:t>rodávajícím</w:t>
      </w:r>
      <w:r w:rsidR="0003429E" w:rsidRPr="00457ACC">
        <w:rPr>
          <w:rFonts w:cs="Arial"/>
          <w:iCs/>
        </w:rPr>
        <w:t xml:space="preserve"> </w:t>
      </w:r>
      <w:r w:rsidR="005E2D41">
        <w:rPr>
          <w:rFonts w:cs="Arial"/>
          <w:iCs/>
        </w:rPr>
        <w:t>k</w:t>
      </w:r>
      <w:r w:rsidR="004016A9">
        <w:rPr>
          <w:rFonts w:cs="Arial"/>
          <w:iCs/>
        </w:rPr>
        <w:t>upujícímu</w:t>
      </w:r>
      <w:r w:rsidR="0003429E" w:rsidRPr="00457ACC">
        <w:rPr>
          <w:rFonts w:cs="Arial"/>
          <w:iCs/>
        </w:rPr>
        <w:t xml:space="preserve"> </w:t>
      </w:r>
      <w:r w:rsidRPr="00457ACC">
        <w:rPr>
          <w:rFonts w:cs="Arial"/>
          <w:iCs/>
        </w:rPr>
        <w:t xml:space="preserve">na fakturační adresu </w:t>
      </w:r>
      <w:r w:rsidR="005E2D41">
        <w:rPr>
          <w:rFonts w:cs="Arial"/>
          <w:iCs/>
        </w:rPr>
        <w:t>k</w:t>
      </w:r>
      <w:r w:rsidR="0003429E">
        <w:rPr>
          <w:rFonts w:cs="Arial"/>
          <w:iCs/>
        </w:rPr>
        <w:t>upujícího</w:t>
      </w:r>
      <w:r w:rsidR="0003429E" w:rsidRPr="00457ACC">
        <w:rPr>
          <w:rFonts w:cs="Arial"/>
          <w:iCs/>
        </w:rPr>
        <w:t xml:space="preserve"> </w:t>
      </w:r>
      <w:r w:rsidRPr="00457ACC">
        <w:rPr>
          <w:rFonts w:cs="Arial"/>
          <w:iCs/>
        </w:rPr>
        <w:t xml:space="preserve">nemá </w:t>
      </w:r>
      <w:r w:rsidR="005E2D41">
        <w:rPr>
          <w:rFonts w:cs="Arial"/>
          <w:iCs/>
        </w:rPr>
        <w:t>p</w:t>
      </w:r>
      <w:r w:rsidR="0003429E">
        <w:rPr>
          <w:rFonts w:cs="Arial"/>
          <w:iCs/>
        </w:rPr>
        <w:t>rodávající</w:t>
      </w:r>
      <w:r w:rsidR="0003429E" w:rsidRPr="00457ACC">
        <w:rPr>
          <w:rFonts w:cs="Arial"/>
          <w:iCs/>
        </w:rPr>
        <w:t xml:space="preserve"> </w:t>
      </w:r>
      <w:r w:rsidRPr="00457ACC">
        <w:rPr>
          <w:rFonts w:cs="Arial"/>
          <w:iCs/>
        </w:rPr>
        <w:t xml:space="preserve">nárok na zaplacení fakturované částky, úrok z prodlení ani jakoukoliv jinou sankci a </w:t>
      </w:r>
      <w:r w:rsidR="005E2D41">
        <w:rPr>
          <w:rFonts w:cs="Arial"/>
          <w:iCs/>
        </w:rPr>
        <w:t>k</w:t>
      </w:r>
      <w:r w:rsidR="0003429E">
        <w:rPr>
          <w:rFonts w:cs="Arial"/>
          <w:iCs/>
        </w:rPr>
        <w:t xml:space="preserve">upující </w:t>
      </w:r>
      <w:r w:rsidRPr="00457ACC">
        <w:rPr>
          <w:rFonts w:cs="Arial"/>
          <w:iCs/>
        </w:rPr>
        <w:t xml:space="preserve">není v prodlení se zaplacením fakturované částky. Lhůta splatnosti v délce </w:t>
      </w:r>
      <w:r>
        <w:rPr>
          <w:rFonts w:cs="Arial"/>
          <w:iCs/>
        </w:rPr>
        <w:t>3</w:t>
      </w:r>
      <w:r w:rsidRPr="00457ACC">
        <w:rPr>
          <w:rFonts w:cs="Arial"/>
          <w:iCs/>
        </w:rPr>
        <w:t xml:space="preserve">0 dnů počíná běžet znovu až ode dne doručení bezvadné faktury </w:t>
      </w:r>
      <w:r w:rsidR="005E2D41">
        <w:rPr>
          <w:rFonts w:cs="Arial"/>
          <w:iCs/>
        </w:rPr>
        <w:t>k</w:t>
      </w:r>
      <w:r w:rsidR="0003429E">
        <w:rPr>
          <w:rFonts w:cs="Arial"/>
          <w:iCs/>
        </w:rPr>
        <w:t xml:space="preserve">upujícímu </w:t>
      </w:r>
      <w:r w:rsidRPr="00457ACC">
        <w:rPr>
          <w:rFonts w:cs="Arial"/>
          <w:iCs/>
        </w:rPr>
        <w:t xml:space="preserve">na fakturační adresu </w:t>
      </w:r>
      <w:r w:rsidR="005E2D41">
        <w:rPr>
          <w:rFonts w:cs="Arial"/>
          <w:iCs/>
        </w:rPr>
        <w:t>k</w:t>
      </w:r>
      <w:r w:rsidR="0003429E">
        <w:rPr>
          <w:rFonts w:cs="Arial"/>
          <w:iCs/>
        </w:rPr>
        <w:t>upujícího</w:t>
      </w:r>
      <w:r w:rsidRPr="00457ACC">
        <w:rPr>
          <w:rFonts w:cs="Arial"/>
          <w:iCs/>
        </w:rPr>
        <w:t>.</w:t>
      </w:r>
    </w:p>
    <w:p w:rsidR="00EB3E3C" w:rsidRPr="00457ACC" w:rsidRDefault="00EB3E3C" w:rsidP="00424E60">
      <w:pPr>
        <w:pStyle w:val="02-ODST-2"/>
        <w:numPr>
          <w:ilvl w:val="1"/>
          <w:numId w:val="1"/>
        </w:numPr>
        <w:tabs>
          <w:tab w:val="num" w:pos="1080"/>
        </w:tabs>
        <w:ind w:left="567"/>
        <w:rPr>
          <w:rFonts w:cs="Arial"/>
        </w:rPr>
      </w:pPr>
      <w:r w:rsidRPr="00457ACC">
        <w:rPr>
          <w:rFonts w:cs="Arial"/>
        </w:rPr>
        <w:t xml:space="preserve">V případě prodlení </w:t>
      </w:r>
      <w:r w:rsidR="005E2D41">
        <w:rPr>
          <w:rFonts w:cs="Arial"/>
        </w:rPr>
        <w:t>k</w:t>
      </w:r>
      <w:r w:rsidR="0003429E">
        <w:rPr>
          <w:rFonts w:cs="Arial"/>
        </w:rPr>
        <w:t>upujícího</w:t>
      </w:r>
      <w:r w:rsidR="0003429E" w:rsidRPr="00457ACC">
        <w:rPr>
          <w:rFonts w:cs="Arial"/>
        </w:rPr>
        <w:t xml:space="preserve"> </w:t>
      </w:r>
      <w:r w:rsidRPr="00457ACC">
        <w:rPr>
          <w:rFonts w:cs="Arial"/>
        </w:rPr>
        <w:t xml:space="preserve">s platbou uhradí </w:t>
      </w:r>
      <w:r w:rsidR="005E2D41">
        <w:rPr>
          <w:rFonts w:cs="Arial"/>
        </w:rPr>
        <w:t>kupující p</w:t>
      </w:r>
      <w:r w:rsidR="0003429E">
        <w:rPr>
          <w:rFonts w:cs="Arial"/>
        </w:rPr>
        <w:t>rodávajícímu</w:t>
      </w:r>
      <w:r w:rsidR="0003429E" w:rsidRPr="00457ACC">
        <w:rPr>
          <w:rFonts w:cs="Arial"/>
        </w:rPr>
        <w:t xml:space="preserve"> </w:t>
      </w:r>
      <w:r w:rsidRPr="00457ACC">
        <w:rPr>
          <w:rFonts w:cs="Arial"/>
        </w:rPr>
        <w:t>dlužnou částku a dále úrok z prodlení ve výši stanovené platnými právními předpisy.</w:t>
      </w:r>
    </w:p>
    <w:p w:rsidR="00EB3E3C" w:rsidRPr="00457ACC" w:rsidRDefault="00EB3E3C" w:rsidP="00424E60">
      <w:pPr>
        <w:pStyle w:val="02-ODST-2"/>
        <w:numPr>
          <w:ilvl w:val="1"/>
          <w:numId w:val="1"/>
        </w:numPr>
        <w:tabs>
          <w:tab w:val="num" w:pos="1080"/>
        </w:tabs>
        <w:ind w:left="567"/>
        <w:rPr>
          <w:rFonts w:cs="Arial"/>
        </w:rPr>
      </w:pPr>
      <w:r w:rsidRPr="00457ACC">
        <w:rPr>
          <w:rFonts w:cs="Arial"/>
        </w:rPr>
        <w:t>Smluvní strany sjednávají, že:</w:t>
      </w:r>
    </w:p>
    <w:p w:rsidR="00EB3E3C" w:rsidRPr="00457ACC" w:rsidRDefault="00EB3E3C" w:rsidP="00424E60">
      <w:pPr>
        <w:pStyle w:val="05-ODST-3"/>
        <w:numPr>
          <w:ilvl w:val="2"/>
          <w:numId w:val="1"/>
        </w:numPr>
        <w:rPr>
          <w:rFonts w:cs="Arial"/>
        </w:rPr>
      </w:pPr>
      <w:r w:rsidRPr="00457ACC">
        <w:rPr>
          <w:rFonts w:cs="Arial"/>
        </w:rPr>
        <w:t xml:space="preserve">V případech, kdy </w:t>
      </w:r>
      <w:r w:rsidR="005E2D41">
        <w:rPr>
          <w:rFonts w:cs="Arial"/>
        </w:rPr>
        <w:t>k</w:t>
      </w:r>
      <w:r w:rsidR="0003429E">
        <w:rPr>
          <w:rFonts w:cs="Arial"/>
        </w:rPr>
        <w:t>upující</w:t>
      </w:r>
      <w:r w:rsidR="0003429E" w:rsidRPr="00457ACC">
        <w:rPr>
          <w:rFonts w:cs="Arial"/>
        </w:rPr>
        <w:t xml:space="preserve"> </w:t>
      </w:r>
      <w:r w:rsidRPr="00457ACC">
        <w:rPr>
          <w:rFonts w:cs="Arial"/>
        </w:rPr>
        <w:t xml:space="preserve">je, nebo může být ručitelem za odvedení daně z přidané hodnoty </w:t>
      </w:r>
      <w:r w:rsidR="005E2D41">
        <w:rPr>
          <w:rFonts w:cs="Arial"/>
        </w:rPr>
        <w:t>p</w:t>
      </w:r>
      <w:r w:rsidR="0003429E">
        <w:rPr>
          <w:rFonts w:cs="Arial"/>
        </w:rPr>
        <w:t>rodávajícím</w:t>
      </w:r>
      <w:r w:rsidR="0003429E" w:rsidRPr="00457ACC">
        <w:rPr>
          <w:rFonts w:cs="Arial"/>
        </w:rPr>
        <w:t xml:space="preserve"> </w:t>
      </w:r>
      <w:r w:rsidRPr="00457ACC">
        <w:rPr>
          <w:rFonts w:cs="Arial"/>
        </w:rPr>
        <w:t xml:space="preserve">z příslušného plnění, nebo pokud se jím </w:t>
      </w:r>
      <w:r w:rsidR="005E2D41">
        <w:rPr>
          <w:rFonts w:cs="Arial"/>
        </w:rPr>
        <w:t>k</w:t>
      </w:r>
      <w:r w:rsidR="0003429E">
        <w:rPr>
          <w:rFonts w:cs="Arial"/>
        </w:rPr>
        <w:t>upující</w:t>
      </w:r>
      <w:r w:rsidR="0003429E" w:rsidRPr="00457ACC">
        <w:rPr>
          <w:rFonts w:cs="Arial"/>
        </w:rPr>
        <w:t xml:space="preserve"> </w:t>
      </w:r>
      <w:r w:rsidRPr="00457ACC">
        <w:rPr>
          <w:rFonts w:cs="Arial"/>
        </w:rPr>
        <w:t xml:space="preserve">stane nebo může stát v důsledku změny zákonné úpravy, je </w:t>
      </w:r>
      <w:r w:rsidR="005E2D41">
        <w:rPr>
          <w:rFonts w:cs="Arial"/>
        </w:rPr>
        <w:t>k</w:t>
      </w:r>
      <w:r w:rsidR="0003429E">
        <w:rPr>
          <w:rFonts w:cs="Arial"/>
        </w:rPr>
        <w:t xml:space="preserve">upující </w:t>
      </w:r>
      <w:r w:rsidRPr="00457ACC">
        <w:rPr>
          <w:rFonts w:cs="Arial"/>
        </w:rPr>
        <w:t xml:space="preserve">oprávněn uhradit na účet </w:t>
      </w:r>
      <w:r w:rsidR="005E2D41">
        <w:rPr>
          <w:rFonts w:cs="Arial"/>
        </w:rPr>
        <w:t>p</w:t>
      </w:r>
      <w:r w:rsidR="0003429E">
        <w:rPr>
          <w:rFonts w:cs="Arial"/>
        </w:rPr>
        <w:t>rodávajícího</w:t>
      </w:r>
      <w:r w:rsidR="0003429E" w:rsidRPr="00457ACC">
        <w:rPr>
          <w:rFonts w:cs="Arial"/>
        </w:rPr>
        <w:t xml:space="preserve"> </w:t>
      </w:r>
      <w:r w:rsidR="005E2D41">
        <w:rPr>
          <w:rFonts w:cs="Arial"/>
        </w:rPr>
        <w:t>uvedený ve s</w:t>
      </w:r>
      <w:r w:rsidRPr="00457ACC">
        <w:rPr>
          <w:rFonts w:cs="Arial"/>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w:t>
      </w:r>
      <w:r>
        <w:rPr>
          <w:rFonts w:cs="Arial"/>
        </w:rPr>
        <w:t xml:space="preserve"> </w:t>
      </w:r>
      <w:r w:rsidR="001532E8">
        <w:rPr>
          <w:rFonts w:cs="Arial"/>
        </w:rPr>
        <w:t>k</w:t>
      </w:r>
      <w:r w:rsidR="0003429E">
        <w:rPr>
          <w:rFonts w:cs="Arial"/>
        </w:rPr>
        <w:t>upující</w:t>
      </w:r>
      <w:r w:rsidR="0003429E" w:rsidRPr="00457ACC">
        <w:rPr>
          <w:rFonts w:cs="Arial"/>
        </w:rPr>
        <w:t xml:space="preserve"> </w:t>
      </w:r>
      <w:r w:rsidRPr="00457ACC">
        <w:rPr>
          <w:rFonts w:cs="Arial"/>
        </w:rPr>
        <w:t xml:space="preserve">v takovém případě oprávněn místo </w:t>
      </w:r>
      <w:r w:rsidR="005E2D41">
        <w:rPr>
          <w:rFonts w:cs="Arial"/>
        </w:rPr>
        <w:t>p</w:t>
      </w:r>
      <w:r w:rsidR="0003429E">
        <w:rPr>
          <w:rFonts w:cs="Arial"/>
        </w:rPr>
        <w:t xml:space="preserve">rodávajícímu </w:t>
      </w:r>
      <w:r w:rsidRPr="00457ACC">
        <w:rPr>
          <w:rFonts w:cs="Arial"/>
        </w:rPr>
        <w:t xml:space="preserve">jako poskytovateli zdanitelného plnění uhradit v souladu s příslušnými ustanoveními zákona o DPH, (tj. zejména dle ustanovení §§ 109, 109a, event. dalších) přímo na příslušný účet správce daně </w:t>
      </w:r>
      <w:r w:rsidR="005E2D41">
        <w:rPr>
          <w:rFonts w:cs="Arial"/>
        </w:rPr>
        <w:t>p</w:t>
      </w:r>
      <w:r w:rsidR="0003429E">
        <w:rPr>
          <w:rFonts w:cs="Arial"/>
        </w:rPr>
        <w:t>rodávajícího</w:t>
      </w:r>
      <w:r w:rsidR="0003429E" w:rsidRPr="00457ACC">
        <w:rPr>
          <w:rFonts w:cs="Arial"/>
        </w:rPr>
        <w:t xml:space="preserve"> </w:t>
      </w:r>
      <w:r w:rsidRPr="00457ACC">
        <w:rPr>
          <w:rFonts w:cs="Arial"/>
        </w:rPr>
        <w:t xml:space="preserve">jako poskytovatele zdanitelného plnění s údaji potřebnými pro identifikaci platby dle příslušných ustanovení zákona o DPH. Úhradou daně z přidané hodnoty na účet správce daně </w:t>
      </w:r>
      <w:r w:rsidR="005E2D41">
        <w:rPr>
          <w:rFonts w:cs="Arial"/>
        </w:rPr>
        <w:t>p</w:t>
      </w:r>
      <w:r w:rsidR="0003429E">
        <w:rPr>
          <w:rFonts w:cs="Arial"/>
        </w:rPr>
        <w:t>rodávajícího</w:t>
      </w:r>
      <w:r w:rsidR="0003429E" w:rsidRPr="00457ACC">
        <w:rPr>
          <w:rFonts w:cs="Arial"/>
        </w:rPr>
        <w:t xml:space="preserve"> </w:t>
      </w:r>
      <w:r w:rsidRPr="00457ACC">
        <w:rPr>
          <w:rFonts w:cs="Arial"/>
        </w:rPr>
        <w:t xml:space="preserve">tak bude splněn dluh </w:t>
      </w:r>
      <w:r w:rsidR="005E2D41">
        <w:rPr>
          <w:rFonts w:cs="Arial"/>
        </w:rPr>
        <w:t>k</w:t>
      </w:r>
      <w:r w:rsidR="0003429E">
        <w:rPr>
          <w:rFonts w:cs="Arial"/>
        </w:rPr>
        <w:t>upujícího</w:t>
      </w:r>
      <w:r w:rsidR="0003429E" w:rsidRPr="00457ACC">
        <w:rPr>
          <w:rFonts w:cs="Arial"/>
        </w:rPr>
        <w:t xml:space="preserve"> </w:t>
      </w:r>
      <w:r w:rsidRPr="00457ACC">
        <w:rPr>
          <w:rFonts w:cs="Arial"/>
        </w:rPr>
        <w:t xml:space="preserve">vůči </w:t>
      </w:r>
      <w:r w:rsidR="005E2D41">
        <w:rPr>
          <w:rFonts w:cs="Arial"/>
        </w:rPr>
        <w:t>p</w:t>
      </w:r>
      <w:r w:rsidR="0003429E">
        <w:rPr>
          <w:rFonts w:cs="Arial"/>
        </w:rPr>
        <w:t>rodávajícímu</w:t>
      </w:r>
      <w:r w:rsidR="0003429E" w:rsidRPr="00457ACC">
        <w:rPr>
          <w:rFonts w:cs="Arial"/>
        </w:rPr>
        <w:t xml:space="preserve"> </w:t>
      </w:r>
      <w:r w:rsidRPr="00457ACC">
        <w:rPr>
          <w:rFonts w:cs="Arial"/>
        </w:rPr>
        <w:t xml:space="preserve">zaplatit cenu plnění v částce uhrazené na účet správce daně </w:t>
      </w:r>
      <w:r w:rsidR="005E2D41">
        <w:rPr>
          <w:rFonts w:cs="Arial"/>
        </w:rPr>
        <w:t>p</w:t>
      </w:r>
      <w:r w:rsidR="0003429E">
        <w:rPr>
          <w:rFonts w:cs="Arial"/>
        </w:rPr>
        <w:t>rodávajícího</w:t>
      </w:r>
      <w:r w:rsidRPr="00457ACC">
        <w:rPr>
          <w:rFonts w:cs="Arial"/>
        </w:rPr>
        <w:t>.</w:t>
      </w:r>
    </w:p>
    <w:p w:rsidR="00EB3E3C" w:rsidRPr="00457ACC" w:rsidRDefault="00EB3E3C" w:rsidP="00424E60">
      <w:pPr>
        <w:pStyle w:val="05-ODST-3"/>
        <w:numPr>
          <w:ilvl w:val="2"/>
          <w:numId w:val="1"/>
        </w:numPr>
        <w:rPr>
          <w:rFonts w:cs="Arial"/>
        </w:rPr>
      </w:pPr>
      <w:r w:rsidRPr="00457ACC">
        <w:rPr>
          <w:rFonts w:cs="Arial"/>
        </w:rPr>
        <w:t xml:space="preserve">O postupu </w:t>
      </w:r>
      <w:r w:rsidR="005E2D41">
        <w:rPr>
          <w:rFonts w:cs="Arial"/>
        </w:rPr>
        <w:t>k</w:t>
      </w:r>
      <w:r w:rsidR="0003429E">
        <w:rPr>
          <w:rFonts w:cs="Arial"/>
        </w:rPr>
        <w:t>upujícího</w:t>
      </w:r>
      <w:r w:rsidR="0003429E" w:rsidRPr="00457ACC">
        <w:rPr>
          <w:rFonts w:cs="Arial"/>
        </w:rPr>
        <w:t xml:space="preserve"> </w:t>
      </w:r>
      <w:r w:rsidRPr="00457ACC">
        <w:rPr>
          <w:rFonts w:cs="Arial"/>
        </w:rPr>
        <w:t xml:space="preserve">dle bodu výše bude </w:t>
      </w:r>
      <w:r w:rsidR="005E2D41">
        <w:rPr>
          <w:rFonts w:cs="Arial"/>
        </w:rPr>
        <w:t>k</w:t>
      </w:r>
      <w:r w:rsidR="0003429E">
        <w:rPr>
          <w:rFonts w:cs="Arial"/>
        </w:rPr>
        <w:t>upující</w:t>
      </w:r>
      <w:r w:rsidR="0003429E" w:rsidRPr="00457ACC">
        <w:rPr>
          <w:rFonts w:cs="Arial"/>
        </w:rPr>
        <w:t xml:space="preserve"> </w:t>
      </w:r>
      <w:r w:rsidRPr="00457ACC">
        <w:rPr>
          <w:rFonts w:cs="Arial"/>
        </w:rPr>
        <w:t xml:space="preserve">písemně bez zbytečného odkladu informovat </w:t>
      </w:r>
      <w:r w:rsidR="005E2D41">
        <w:rPr>
          <w:rFonts w:cs="Arial"/>
        </w:rPr>
        <w:t>p</w:t>
      </w:r>
      <w:r w:rsidR="0003429E">
        <w:rPr>
          <w:rFonts w:cs="Arial"/>
        </w:rPr>
        <w:t>rodávajícího</w:t>
      </w:r>
      <w:r w:rsidR="0003429E" w:rsidRPr="00457ACC">
        <w:rPr>
          <w:rFonts w:cs="Arial"/>
        </w:rPr>
        <w:t xml:space="preserve"> </w:t>
      </w:r>
      <w:r w:rsidRPr="00457ACC">
        <w:rPr>
          <w:rFonts w:cs="Arial"/>
        </w:rPr>
        <w:t>jako poskytovatele zdanitelného plnění, za nějž byla daň z přidané hodnoty takto odvedena.</w:t>
      </w:r>
    </w:p>
    <w:p w:rsidR="00EB3E3C" w:rsidRPr="00457ACC" w:rsidRDefault="00EB3E3C" w:rsidP="00424E60">
      <w:pPr>
        <w:pStyle w:val="05-ODST-3"/>
        <w:numPr>
          <w:ilvl w:val="2"/>
          <w:numId w:val="1"/>
        </w:numPr>
        <w:rPr>
          <w:rFonts w:cs="Arial"/>
        </w:rPr>
      </w:pPr>
      <w:r w:rsidRPr="00457ACC">
        <w:rPr>
          <w:rFonts w:cs="Arial"/>
        </w:rPr>
        <w:t xml:space="preserve">Uhrazení závazku učiněné způsobem uvedeným výše je v souladu se zákonem o DPH a není porušením smluvních sankcí za neuhrazení finančních prostředků ze strany </w:t>
      </w:r>
      <w:r w:rsidR="005E2D41">
        <w:rPr>
          <w:rFonts w:cs="Arial"/>
        </w:rPr>
        <w:t>k</w:t>
      </w:r>
      <w:r w:rsidR="0003429E">
        <w:rPr>
          <w:rFonts w:cs="Arial"/>
        </w:rPr>
        <w:t>upujícího</w:t>
      </w:r>
      <w:r w:rsidR="0003429E" w:rsidRPr="00457ACC">
        <w:rPr>
          <w:rFonts w:cs="Arial"/>
        </w:rPr>
        <w:t xml:space="preserve"> </w:t>
      </w:r>
      <w:r w:rsidRPr="00457ACC">
        <w:rPr>
          <w:rFonts w:cs="Arial"/>
        </w:rPr>
        <w:t>a nezakládá ani nárok</w:t>
      </w:r>
      <w:r>
        <w:rPr>
          <w:rFonts w:cs="Arial"/>
        </w:rPr>
        <w:t xml:space="preserve"> </w:t>
      </w:r>
      <w:r w:rsidR="005E2D41">
        <w:rPr>
          <w:rFonts w:cs="Arial"/>
        </w:rPr>
        <w:t>p</w:t>
      </w:r>
      <w:r w:rsidR="0003429E">
        <w:rPr>
          <w:rFonts w:cs="Arial"/>
        </w:rPr>
        <w:t>rodávajícího</w:t>
      </w:r>
      <w:r w:rsidR="0003429E" w:rsidRPr="00457ACC">
        <w:rPr>
          <w:rFonts w:cs="Arial"/>
        </w:rPr>
        <w:t xml:space="preserve"> </w:t>
      </w:r>
      <w:r w:rsidRPr="00457ACC">
        <w:rPr>
          <w:rFonts w:cs="Arial"/>
        </w:rPr>
        <w:t>na náhradu škody.</w:t>
      </w:r>
    </w:p>
    <w:p w:rsidR="00EB3E3C" w:rsidRDefault="00EB3E3C" w:rsidP="00424E60">
      <w:pPr>
        <w:pStyle w:val="Odstavec2"/>
        <w:numPr>
          <w:ilvl w:val="1"/>
          <w:numId w:val="1"/>
        </w:numPr>
        <w:tabs>
          <w:tab w:val="num" w:pos="1080"/>
        </w:tabs>
        <w:spacing w:before="120" w:after="0"/>
        <w:ind w:left="567"/>
        <w:rPr>
          <w:rFonts w:cs="Arial"/>
        </w:rPr>
      </w:pPr>
      <w:r w:rsidRPr="00457ACC">
        <w:rPr>
          <w:rFonts w:cs="Arial"/>
        </w:rPr>
        <w:t xml:space="preserve">Smluvní strany se dohodly, že </w:t>
      </w:r>
      <w:r w:rsidR="005E2D41">
        <w:rPr>
          <w:rFonts w:cs="Arial"/>
        </w:rPr>
        <w:t>k</w:t>
      </w:r>
      <w:r w:rsidR="005E23C4">
        <w:rPr>
          <w:rFonts w:cs="Arial"/>
        </w:rPr>
        <w:t xml:space="preserve">upující </w:t>
      </w:r>
      <w:r w:rsidRPr="00457ACC">
        <w:rPr>
          <w:rFonts w:cs="Arial"/>
        </w:rPr>
        <w:t xml:space="preserve">je oprávněn pozastavit úhradu faktur </w:t>
      </w:r>
      <w:r w:rsidR="005E2D41">
        <w:rPr>
          <w:rFonts w:cs="Arial"/>
        </w:rPr>
        <w:t>p</w:t>
      </w:r>
      <w:r w:rsidR="005E23C4">
        <w:rPr>
          <w:rFonts w:cs="Arial"/>
        </w:rPr>
        <w:t>rodávajícímu</w:t>
      </w:r>
      <w:r w:rsidRPr="00457ACC">
        <w:rPr>
          <w:rFonts w:cs="Arial"/>
        </w:rPr>
        <w:t xml:space="preserve">, pokud bude na </w:t>
      </w:r>
      <w:r w:rsidR="005E2D41">
        <w:rPr>
          <w:rFonts w:cs="Arial"/>
        </w:rPr>
        <w:t>p</w:t>
      </w:r>
      <w:r w:rsidR="005E23C4">
        <w:rPr>
          <w:rFonts w:cs="Arial"/>
        </w:rPr>
        <w:t>rodávajícího</w:t>
      </w:r>
      <w:r w:rsidR="005E23C4" w:rsidRPr="00457ACC">
        <w:rPr>
          <w:rFonts w:cs="Arial"/>
        </w:rPr>
        <w:t xml:space="preserve"> </w:t>
      </w:r>
      <w:r w:rsidRPr="00457ACC">
        <w:rPr>
          <w:rFonts w:cs="Arial"/>
        </w:rPr>
        <w:t xml:space="preserve">podán návrh na insolvenční řízení. </w:t>
      </w:r>
      <w:r w:rsidR="005E23C4">
        <w:rPr>
          <w:rFonts w:cs="Arial"/>
        </w:rPr>
        <w:t>Kupující</w:t>
      </w:r>
      <w:r w:rsidR="005E23C4" w:rsidRPr="00457ACC">
        <w:rPr>
          <w:rFonts w:cs="Arial"/>
        </w:rPr>
        <w:t xml:space="preserve"> </w:t>
      </w:r>
      <w:r w:rsidRPr="00457ACC">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5E2D41">
        <w:rPr>
          <w:rFonts w:cs="Arial"/>
        </w:rPr>
        <w:t>k</w:t>
      </w:r>
      <w:r w:rsidR="005E23C4">
        <w:rPr>
          <w:rFonts w:cs="Arial"/>
        </w:rPr>
        <w:t>upujícího</w:t>
      </w:r>
      <w:r w:rsidRPr="00457ACC">
        <w:rPr>
          <w:rFonts w:cs="Arial"/>
        </w:rPr>
        <w:t xml:space="preserve">. Bude-li insolvenční návrh odmítnut, uhradí </w:t>
      </w:r>
      <w:r w:rsidR="005E2D41">
        <w:rPr>
          <w:rFonts w:cs="Arial"/>
        </w:rPr>
        <w:t>k</w:t>
      </w:r>
      <w:r w:rsidR="005E23C4">
        <w:rPr>
          <w:rFonts w:cs="Arial"/>
        </w:rPr>
        <w:t>upující</w:t>
      </w:r>
      <w:r w:rsidR="005E23C4" w:rsidRPr="00457ACC">
        <w:rPr>
          <w:rFonts w:cs="Arial"/>
        </w:rPr>
        <w:t xml:space="preserve"> </w:t>
      </w:r>
      <w:r w:rsidRPr="00457ACC">
        <w:rPr>
          <w:rFonts w:cs="Arial"/>
        </w:rPr>
        <w:t xml:space="preserve">fakturu do 30 dnů ode dne, kdy obdrží od </w:t>
      </w:r>
      <w:r w:rsidR="005E2D41">
        <w:rPr>
          <w:rFonts w:cs="Arial"/>
        </w:rPr>
        <w:t>p</w:t>
      </w:r>
      <w:r w:rsidR="005E23C4">
        <w:rPr>
          <w:rFonts w:cs="Arial"/>
        </w:rPr>
        <w:t>rodávajícího</w:t>
      </w:r>
      <w:r w:rsidR="005E23C4" w:rsidRPr="00457ACC">
        <w:rPr>
          <w:rFonts w:cs="Arial"/>
        </w:rPr>
        <w:t xml:space="preserve"> </w:t>
      </w:r>
      <w:r w:rsidRPr="00457ACC">
        <w:rPr>
          <w:rFonts w:cs="Arial"/>
        </w:rPr>
        <w:t xml:space="preserve">rozhodnutí o odmítnutí insolvenčního návrhu s vyznačením právní moci. V případě, že bude rozhodnuto o úpadku a/nebo o způsobu řešení úpadku, bude </w:t>
      </w:r>
      <w:r w:rsidR="005E2D41">
        <w:rPr>
          <w:rFonts w:cs="Arial"/>
        </w:rPr>
        <w:t>k</w:t>
      </w:r>
      <w:r w:rsidR="005E23C4">
        <w:rPr>
          <w:rFonts w:cs="Arial"/>
        </w:rPr>
        <w:t>upující</w:t>
      </w:r>
      <w:r w:rsidR="005E23C4" w:rsidRPr="00457ACC">
        <w:rPr>
          <w:rFonts w:cs="Arial"/>
        </w:rPr>
        <w:t xml:space="preserve"> </w:t>
      </w:r>
      <w:r w:rsidRPr="00457ACC">
        <w:rPr>
          <w:rFonts w:cs="Arial"/>
        </w:rPr>
        <w:t>postupovat v souladu se zákonem č. 182/2006 Sb., insolvenční zákon, v platném znění.</w:t>
      </w:r>
    </w:p>
    <w:p w:rsidR="00EB3E3C" w:rsidRDefault="00EB3E3C" w:rsidP="005E23C4">
      <w:pPr>
        <w:pStyle w:val="Odstavec2"/>
        <w:numPr>
          <w:ilvl w:val="0"/>
          <w:numId w:val="0"/>
        </w:numPr>
        <w:ind w:left="567"/>
        <w:rPr>
          <w:rFonts w:cs="Arial"/>
        </w:rPr>
      </w:pPr>
    </w:p>
    <w:p w:rsidR="004508A9" w:rsidRDefault="004508A9" w:rsidP="005E23C4">
      <w:pPr>
        <w:pStyle w:val="Odstavec2"/>
        <w:numPr>
          <w:ilvl w:val="0"/>
          <w:numId w:val="0"/>
        </w:numPr>
        <w:ind w:left="567"/>
        <w:rPr>
          <w:rFonts w:cs="Arial"/>
        </w:rPr>
      </w:pPr>
    </w:p>
    <w:p w:rsidR="007B1761" w:rsidRPr="00787D58" w:rsidRDefault="007B1761" w:rsidP="00D542F4">
      <w:pPr>
        <w:pStyle w:val="lnek"/>
        <w:ind w:left="17"/>
        <w:rPr>
          <w:rFonts w:cs="Arial"/>
        </w:rPr>
      </w:pPr>
      <w:r w:rsidRPr="00787D58">
        <w:rPr>
          <w:rFonts w:cs="Arial"/>
        </w:rPr>
        <w:lastRenderedPageBreak/>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87D58" w:rsidRDefault="00AE3CC7" w:rsidP="00E322F9">
      <w:pPr>
        <w:pStyle w:val="Odstavec2"/>
        <w:rPr>
          <w:rFonts w:cs="Arial"/>
        </w:rPr>
      </w:pPr>
      <w:r w:rsidRPr="00787D58">
        <w:rPr>
          <w:rFonts w:cs="Arial"/>
        </w:rPr>
        <w:t xml:space="preserve">Předání a převzetí </w:t>
      </w:r>
      <w:r w:rsidR="005E2D41">
        <w:rPr>
          <w:rFonts w:cs="Arial"/>
        </w:rPr>
        <w:t>p</w:t>
      </w:r>
      <w:r w:rsidR="000B5466" w:rsidRPr="00787D58">
        <w:rPr>
          <w:rFonts w:cs="Arial"/>
        </w:rPr>
        <w:t>ředmětu plnění</w:t>
      </w:r>
      <w:r w:rsidRPr="00787D58">
        <w:rPr>
          <w:rFonts w:cs="Arial"/>
        </w:rPr>
        <w:t xml:space="preserve"> se uskuteční </w:t>
      </w:r>
      <w:r w:rsidR="00E322F9" w:rsidRPr="00787D58">
        <w:rPr>
          <w:rFonts w:cs="Arial"/>
        </w:rPr>
        <w:t xml:space="preserve">vždy </w:t>
      </w:r>
      <w:r w:rsidR="003D4A71" w:rsidRPr="00787D58">
        <w:rPr>
          <w:rFonts w:cs="Arial"/>
        </w:rPr>
        <w:t>při</w:t>
      </w:r>
      <w:r w:rsidR="00E322F9" w:rsidRPr="00787D58">
        <w:rPr>
          <w:rFonts w:cs="Arial"/>
        </w:rPr>
        <w:t xml:space="preserve"> řádném do</w:t>
      </w:r>
      <w:r w:rsidR="00590290" w:rsidRPr="00787D58">
        <w:rPr>
          <w:rFonts w:cs="Arial"/>
        </w:rPr>
        <w:t xml:space="preserve">dání </w:t>
      </w:r>
      <w:r w:rsidR="005E2D41">
        <w:rPr>
          <w:rFonts w:cs="Arial"/>
        </w:rPr>
        <w:t>zboží, resp. po dokončení</w:t>
      </w:r>
      <w:r w:rsidR="009C2FD0">
        <w:rPr>
          <w:rFonts w:cs="Arial"/>
        </w:rPr>
        <w:t xml:space="preserve"> instalace/montáže</w:t>
      </w:r>
      <w:r w:rsidR="009B2AF0">
        <w:rPr>
          <w:rFonts w:cs="Arial"/>
        </w:rPr>
        <w:t xml:space="preserve"> a zprovoznění </w:t>
      </w:r>
      <w:r w:rsidR="005E2D41">
        <w:rPr>
          <w:rFonts w:cs="Arial"/>
        </w:rPr>
        <w:t>předmětu plnění</w:t>
      </w:r>
      <w:r w:rsidR="009B2AF0">
        <w:rPr>
          <w:rFonts w:cs="Arial"/>
        </w:rPr>
        <w:t xml:space="preserve"> </w:t>
      </w:r>
      <w:r w:rsidR="00590290" w:rsidRPr="00787D58">
        <w:rPr>
          <w:rFonts w:cs="Arial"/>
        </w:rPr>
        <w:t>dle každé jednotlivé dílčí smlouvy</w:t>
      </w:r>
      <w:r w:rsidR="00E322F9" w:rsidRPr="00787D58">
        <w:rPr>
          <w:rFonts w:cs="Arial"/>
        </w:rPr>
        <w:t>.</w:t>
      </w:r>
    </w:p>
    <w:p w:rsidR="007A7780" w:rsidRPr="001A4A46" w:rsidRDefault="005E2D41" w:rsidP="001A4A46">
      <w:pPr>
        <w:pStyle w:val="Odstavec2"/>
        <w:rPr>
          <w:rFonts w:cs="Arial"/>
        </w:rPr>
      </w:pPr>
      <w:r>
        <w:t>Za splnění dílčí smlouvy p</w:t>
      </w:r>
      <w:r w:rsidR="007A7780" w:rsidRPr="00787D58">
        <w:t>rodávajícím</w:t>
      </w:r>
      <w:r>
        <w:t xml:space="preserve"> se považuje v souladu s touto s</w:t>
      </w:r>
      <w:r w:rsidR="007A7780" w:rsidRPr="00787D58">
        <w:t xml:space="preserve">mlouvou a na </w:t>
      </w:r>
      <w:r>
        <w:t>základě požadavků kupujícího podle této s</w:t>
      </w:r>
      <w:r w:rsidR="007A7780" w:rsidRPr="00787D58">
        <w:t>mlouvy předání be</w:t>
      </w:r>
      <w:r>
        <w:t>zvadného, nového a nepoužitého p</w:t>
      </w:r>
      <w:r w:rsidR="007A7780" w:rsidRPr="00787D58">
        <w:t>ředmětu plnění v místě plnění, kterým je určené dodací místo konkretizované v objednávce, a převzetí be</w:t>
      </w:r>
      <w:r>
        <w:t>zvadného, nového a nepoužitého p</w:t>
      </w:r>
      <w:r w:rsidR="007A7780" w:rsidRPr="00787D58">
        <w:t>ředmětu plnění v místě plnění z</w:t>
      </w:r>
      <w:r>
        <w:t>ástupcem k</w:t>
      </w:r>
      <w:r w:rsidR="007A7780" w:rsidRPr="00787D58">
        <w:t>u</w:t>
      </w:r>
      <w:r>
        <w:t>pujícího oprávněného jednat za k</w:t>
      </w:r>
      <w:r w:rsidR="007A7780" w:rsidRPr="00787D58">
        <w:t>upujícího a sou</w:t>
      </w:r>
      <w:r w:rsidR="001A4A46">
        <w:t xml:space="preserve">časným podpisem dodacího listu </w:t>
      </w:r>
      <w:r w:rsidR="009C2FD0">
        <w:t>a/</w:t>
      </w:r>
      <w:r w:rsidR="001A4A46">
        <w:t>nebo</w:t>
      </w:r>
      <w:r w:rsidR="009B2AF0">
        <w:t xml:space="preserve"> protokolu o předání a převzetí</w:t>
      </w:r>
      <w:r>
        <w:t xml:space="preserve">. </w:t>
      </w:r>
      <w:r w:rsidR="001A4A46">
        <w:rPr>
          <w:rFonts w:cs="Arial"/>
        </w:rPr>
        <w:t>D</w:t>
      </w:r>
      <w:r>
        <w:rPr>
          <w:rFonts w:cs="Arial"/>
        </w:rPr>
        <w:t xml:space="preserve">odací list </w:t>
      </w:r>
      <w:r w:rsidR="009C2FD0">
        <w:rPr>
          <w:rFonts w:cs="Arial"/>
        </w:rPr>
        <w:t>a/</w:t>
      </w:r>
      <w:r>
        <w:rPr>
          <w:rFonts w:cs="Arial"/>
        </w:rPr>
        <w:t>nebo p</w:t>
      </w:r>
      <w:r w:rsidRPr="00457ACC">
        <w:rPr>
          <w:rFonts w:cs="Arial"/>
        </w:rPr>
        <w:t xml:space="preserve">rotokol o </w:t>
      </w:r>
      <w:r w:rsidR="009C2FD0">
        <w:rPr>
          <w:rFonts w:cs="Arial"/>
        </w:rPr>
        <w:t xml:space="preserve">předání a </w:t>
      </w:r>
      <w:r w:rsidRPr="00457ACC">
        <w:rPr>
          <w:rFonts w:cs="Arial"/>
        </w:rPr>
        <w:t xml:space="preserve">převzetí předmětu </w:t>
      </w:r>
      <w:r>
        <w:rPr>
          <w:rFonts w:cs="Arial"/>
        </w:rPr>
        <w:t>koupě</w:t>
      </w:r>
      <w:r w:rsidRPr="00457ACC">
        <w:rPr>
          <w:rFonts w:cs="Arial"/>
        </w:rPr>
        <w:t xml:space="preserve"> (dále a výše </w:t>
      </w:r>
      <w:r w:rsidR="009C2FD0">
        <w:rPr>
          <w:rFonts w:cs="Arial"/>
        </w:rPr>
        <w:t xml:space="preserve">též </w:t>
      </w:r>
      <w:r w:rsidRPr="00457ACC">
        <w:rPr>
          <w:rFonts w:cs="Arial"/>
        </w:rPr>
        <w:t>jen „</w:t>
      </w:r>
      <w:r w:rsidRPr="00395587">
        <w:rPr>
          <w:rFonts w:cs="Arial"/>
          <w:b/>
        </w:rPr>
        <w:t>předávací protokol</w:t>
      </w:r>
      <w:r w:rsidR="001A4A46">
        <w:rPr>
          <w:rFonts w:cs="Arial"/>
        </w:rPr>
        <w:t xml:space="preserve">“). </w:t>
      </w:r>
      <w:r w:rsidR="001A4A46">
        <w:t>Předávací protokol bude</w:t>
      </w:r>
      <w:r w:rsidR="007A7780" w:rsidRPr="00787D58">
        <w:t xml:space="preserve"> tvo</w:t>
      </w:r>
      <w:r w:rsidR="001A4A46">
        <w:t>řit přílohu faktur</w:t>
      </w:r>
      <w:r>
        <w:t>y vystavené p</w:t>
      </w:r>
      <w:r w:rsidR="007A7780" w:rsidRPr="00787D58">
        <w:t>rod</w:t>
      </w:r>
      <w:r w:rsidR="001A4A46">
        <w:t>ávajícím na základě a dle této s</w:t>
      </w:r>
      <w:r w:rsidR="007A7780" w:rsidRPr="00787D58">
        <w:t>mlouvy.</w:t>
      </w:r>
    </w:p>
    <w:p w:rsidR="007A7780" w:rsidRPr="00787D58" w:rsidRDefault="001A4A46" w:rsidP="007A7780">
      <w:pPr>
        <w:pStyle w:val="Odstavec2"/>
        <w:rPr>
          <w:rFonts w:cs="Arial"/>
        </w:rPr>
      </w:pPr>
      <w:r>
        <w:t>Za řádné předání a převzetí p</w:t>
      </w:r>
      <w:r w:rsidR="007A7780" w:rsidRPr="00787D58">
        <w:t>ředm</w:t>
      </w:r>
      <w:r>
        <w:t>ětu plnění se považuje předání p</w:t>
      </w:r>
      <w:r w:rsidR="007A7780" w:rsidRPr="00787D58">
        <w:t>ředmět</w:t>
      </w:r>
      <w:r>
        <w:t>u plnění specifikovaného touto smlouvou a dílčí smlouvou prodávajícím kupujícímu a převzetí p</w:t>
      </w:r>
      <w:r w:rsidR="007A7780" w:rsidRPr="00787D58">
        <w:t>ředmět</w:t>
      </w:r>
      <w:r>
        <w:t>u plnění specifikovaného touto s</w:t>
      </w:r>
      <w:r w:rsidR="007A7780" w:rsidRPr="00787D58">
        <w:t>mlouvou a dílč</w:t>
      </w:r>
      <w:r>
        <w:t>í smlouvou pověřeným zástupcem k</w:t>
      </w:r>
      <w:r w:rsidR="007A7780" w:rsidRPr="00787D58">
        <w:t xml:space="preserve">upujícího v místě plnění a podpisem </w:t>
      </w:r>
      <w:r>
        <w:t xml:space="preserve">předávacího protokolu </w:t>
      </w:r>
      <w:r w:rsidR="007A7780" w:rsidRPr="00787D58">
        <w:t>oběma smluvními stranami.</w:t>
      </w:r>
    </w:p>
    <w:p w:rsidR="009B2AF0" w:rsidRPr="00787D58" w:rsidRDefault="001A4A46" w:rsidP="00E029CD">
      <w:pPr>
        <w:pStyle w:val="Odstavec2"/>
      </w:pPr>
      <w:r>
        <w:t>Kupující není k převzetí p</w:t>
      </w:r>
      <w:r w:rsidR="007A7780" w:rsidRPr="00787D58">
        <w:t xml:space="preserve">ředmětu plnění </w:t>
      </w:r>
      <w:r>
        <w:t>či jeho části povinen, bude-li p</w:t>
      </w:r>
      <w:r w:rsidR="007A7780" w:rsidRPr="00787D58">
        <w:t>ředmět plnění mít z</w:t>
      </w:r>
      <w:r>
        <w:t>jevné vady. V případě převzetí p</w:t>
      </w:r>
      <w:r w:rsidR="007A7780" w:rsidRPr="00787D58">
        <w:t xml:space="preserve">ředmětu plnění i se zjevnými vadami, musí být tyto vady specifikovány v předávacím protokolu podepsaným oběma </w:t>
      </w:r>
      <w:r>
        <w:t>s</w:t>
      </w:r>
      <w:r w:rsidR="00C57288">
        <w:t>mluvními</w:t>
      </w:r>
      <w:r w:rsidR="007A7780" w:rsidRPr="00787D58">
        <w:t xml:space="preserve"> stranami, p</w:t>
      </w:r>
      <w:r>
        <w:t>řičemž platí, že tyto vady měl p</w:t>
      </w:r>
      <w:r w:rsidR="007A7780" w:rsidRPr="00787D58">
        <w:t>ředmět plnění již v d</w:t>
      </w:r>
      <w:r>
        <w:t>obě přechodu nebezpečí škody a p</w:t>
      </w:r>
      <w:r w:rsidR="007A7780" w:rsidRPr="00787D58">
        <w:t>rodávající je povinen v rámci záruky tyto vady bezodkladně a bez</w:t>
      </w:r>
      <w:r>
        <w:t>platně opravit nebo vyměnit či p</w:t>
      </w:r>
      <w:r w:rsidR="007A7780" w:rsidRPr="00787D58">
        <w:t>rodávající poskytne přiměřenou</w:t>
      </w:r>
      <w:r>
        <w:t xml:space="preserve"> slevu z ceny (podle požadavku k</w:t>
      </w:r>
      <w:r w:rsidR="007A7780" w:rsidRPr="00787D58">
        <w:t>upujícího v reklamaci vad).</w:t>
      </w:r>
    </w:p>
    <w:p w:rsidR="007A7780" w:rsidRPr="00787D58" w:rsidRDefault="001A4A46" w:rsidP="007A7780">
      <w:pPr>
        <w:pStyle w:val="Odstavec2"/>
      </w:pPr>
      <w:r>
        <w:t>Nebezpečí nahodilé škody na předmětu plnění přechází na k</w:t>
      </w:r>
      <w:r w:rsidR="007A7780" w:rsidRPr="00787D58">
        <w:t>upujícího v</w:t>
      </w:r>
      <w:r>
        <w:t> okamžiku realizované přejímky předmětu plnění od p</w:t>
      </w:r>
      <w:r w:rsidR="007A7780" w:rsidRPr="00787D58">
        <w:t>rodávajícího v dohodnutém místě plnění.</w:t>
      </w:r>
    </w:p>
    <w:p w:rsidR="007A7780" w:rsidRPr="00787D58" w:rsidRDefault="001A4A46" w:rsidP="007A7780">
      <w:pPr>
        <w:pStyle w:val="Odstavec2"/>
      </w:pPr>
      <w:r>
        <w:t>Vlastnické právo k dodanému předmětu plnění přechází na kupujícího, tj. k</w:t>
      </w:r>
      <w:r w:rsidR="007A7780" w:rsidRPr="00787D58">
        <w:t>upující nabývá vlastnické práv</w:t>
      </w:r>
      <w:r>
        <w:t>o fyzickým dodáním a převzetím předmětu plnění k</w:t>
      </w:r>
      <w:r w:rsidR="007A7780" w:rsidRPr="00787D58">
        <w:t>upujícím v místě plnění.</w:t>
      </w:r>
    </w:p>
    <w:p w:rsidR="007A7780" w:rsidRPr="00787D58" w:rsidRDefault="007A7780" w:rsidP="007A7780">
      <w:pPr>
        <w:pStyle w:val="Odstavec2"/>
      </w:pPr>
      <w:bookmarkStart w:id="8" w:name="_Ref146521786"/>
      <w:r w:rsidRPr="00787D58">
        <w:t>Předmět plnění smlouvy musí splňovat</w:t>
      </w:r>
      <w:bookmarkEnd w:id="8"/>
      <w:r w:rsidRPr="00787D58">
        <w:t xml:space="preserve"> požadavky na bezpečnost a ochranu zdraví, požární ochranu a ochranu životního prostředí v souladu s platnou legislativou.</w:t>
      </w:r>
    </w:p>
    <w:p w:rsidR="003126B3" w:rsidRDefault="003126B3" w:rsidP="00424E60">
      <w:pPr>
        <w:pStyle w:val="02-ODST-2"/>
        <w:numPr>
          <w:ilvl w:val="1"/>
          <w:numId w:val="1"/>
        </w:numPr>
        <w:tabs>
          <w:tab w:val="num" w:pos="1080"/>
        </w:tabs>
        <w:ind w:left="567"/>
      </w:pPr>
      <w:r>
        <w:t xml:space="preserve">Prodávající se v rámci svého závazku zavazuje kupujícímu dodat dokumentaci uvedenou v odstavci 6. 9. níže. Tyto dokumenty musí být předány kupujícímu při předání a převzetí předmětu koupě v místě plnění dle této smlouvy po jeho zprovoznění. Bez níže uvedených dokumentů nelze považovat závazek prodávajícího vyplývající z </w:t>
      </w:r>
      <w:r w:rsidR="009C2FD0">
        <w:t xml:space="preserve">dílčí </w:t>
      </w:r>
      <w:r>
        <w:t xml:space="preserve">smlouvy za splněný a má se za to, že pokud nebudou dodány všechny požadované dokumenty uvedené v </w:t>
      </w:r>
      <w:proofErr w:type="gramStart"/>
      <w:r>
        <w:t xml:space="preserve">odstavci  </w:t>
      </w:r>
      <w:r>
        <w:fldChar w:fldCharType="begin"/>
      </w:r>
      <w:r>
        <w:instrText xml:space="preserve"> REF _Ref337720457 \r \h </w:instrText>
      </w:r>
      <w:r>
        <w:fldChar w:fldCharType="separate"/>
      </w:r>
      <w:r w:rsidR="000456FA">
        <w:t>6.9</w:t>
      </w:r>
      <w:r>
        <w:fldChar w:fldCharType="end"/>
      </w:r>
      <w:r>
        <w:t xml:space="preserve">  této</w:t>
      </w:r>
      <w:proofErr w:type="gramEnd"/>
      <w:r>
        <w:t xml:space="preserve"> smlouvy, jedná se o vadu plnění. Všechny dokumenty musí být kupujícímu předány v českém jazyce.</w:t>
      </w:r>
    </w:p>
    <w:p w:rsidR="003126B3" w:rsidRDefault="003126B3" w:rsidP="00424E60">
      <w:pPr>
        <w:pStyle w:val="02-ODST-2"/>
        <w:numPr>
          <w:ilvl w:val="1"/>
          <w:numId w:val="1"/>
        </w:numPr>
        <w:tabs>
          <w:tab w:val="num" w:pos="1080"/>
        </w:tabs>
        <w:ind w:left="567"/>
      </w:pPr>
      <w:bookmarkStart w:id="9" w:name="_Ref337720457"/>
      <w:r>
        <w:t xml:space="preserve">Prodávající kupujícímu předá </w:t>
      </w:r>
      <w:r w:rsidR="009C2FD0">
        <w:t xml:space="preserve">kromě dokladů požadovaných platnou legislativou též </w:t>
      </w:r>
      <w:r>
        <w:t>následující dokumenty:</w:t>
      </w:r>
      <w:bookmarkEnd w:id="9"/>
      <w:r>
        <w:t xml:space="preserve"> </w:t>
      </w:r>
    </w:p>
    <w:p w:rsidR="003126B3" w:rsidRDefault="003126B3" w:rsidP="00424E60">
      <w:pPr>
        <w:pStyle w:val="06-PSM"/>
        <w:numPr>
          <w:ilvl w:val="0"/>
          <w:numId w:val="12"/>
        </w:numPr>
        <w:spacing w:before="0"/>
      </w:pPr>
      <w:r>
        <w:t>prohlášení o shodě ve smyslu § 13 odst. 2 zákona č. 22/1997 Sb., o technických požadavcích na výrobky a o změně a doplnění některých zákonů, v platném znění</w:t>
      </w:r>
      <w:r w:rsidR="004F5BFD">
        <w:t>;</w:t>
      </w:r>
    </w:p>
    <w:p w:rsidR="003126B3" w:rsidRDefault="003126B3" w:rsidP="00424E60">
      <w:pPr>
        <w:pStyle w:val="06-PSM"/>
        <w:numPr>
          <w:ilvl w:val="0"/>
          <w:numId w:val="12"/>
        </w:numPr>
        <w:spacing w:before="0"/>
      </w:pPr>
      <w:r>
        <w:t>záruční list/y</w:t>
      </w:r>
      <w:r w:rsidR="004F5BFD">
        <w:t>;</w:t>
      </w:r>
    </w:p>
    <w:p w:rsidR="003126B3" w:rsidRDefault="003126B3" w:rsidP="00424E60">
      <w:pPr>
        <w:pStyle w:val="06-PSM"/>
        <w:numPr>
          <w:ilvl w:val="0"/>
          <w:numId w:val="12"/>
        </w:numPr>
        <w:spacing w:before="0"/>
      </w:pPr>
      <w:r>
        <w:t>předávací protokol</w:t>
      </w:r>
      <w:r w:rsidR="004F5BFD">
        <w:t>;</w:t>
      </w:r>
    </w:p>
    <w:p w:rsidR="003126B3" w:rsidRDefault="003126B3" w:rsidP="00424E60">
      <w:pPr>
        <w:pStyle w:val="06-PSM"/>
        <w:numPr>
          <w:ilvl w:val="0"/>
          <w:numId w:val="12"/>
        </w:numPr>
        <w:spacing w:before="0"/>
      </w:pPr>
      <w:r>
        <w:t>provozní dokumentaci předmětu koupě</w:t>
      </w:r>
      <w:r w:rsidR="004F5BFD">
        <w:t>;</w:t>
      </w:r>
    </w:p>
    <w:p w:rsidR="003126B3" w:rsidRDefault="003126B3" w:rsidP="00424E60">
      <w:pPr>
        <w:pStyle w:val="06-PSM"/>
        <w:numPr>
          <w:ilvl w:val="0"/>
          <w:numId w:val="12"/>
        </w:numPr>
        <w:spacing w:before="0"/>
      </w:pPr>
      <w:r>
        <w:t>protokol o funkčních zkouškách</w:t>
      </w:r>
      <w:r w:rsidR="004F5BFD">
        <w:t>;</w:t>
      </w:r>
    </w:p>
    <w:p w:rsidR="00D676FD" w:rsidRDefault="00D676FD" w:rsidP="00424E60">
      <w:pPr>
        <w:pStyle w:val="06-PSM"/>
        <w:numPr>
          <w:ilvl w:val="0"/>
          <w:numId w:val="12"/>
        </w:numPr>
        <w:spacing w:before="0"/>
      </w:pPr>
      <w:r>
        <w:t xml:space="preserve">protokol o </w:t>
      </w:r>
      <w:proofErr w:type="spellStart"/>
      <w:r>
        <w:t>těsnostní</w:t>
      </w:r>
      <w:proofErr w:type="spellEnd"/>
      <w:r>
        <w:t xml:space="preserve"> zkoušce autorizovanou osobou;</w:t>
      </w:r>
    </w:p>
    <w:p w:rsidR="003126B3" w:rsidRDefault="003126B3" w:rsidP="00424E60">
      <w:pPr>
        <w:pStyle w:val="06-PSM"/>
        <w:numPr>
          <w:ilvl w:val="0"/>
          <w:numId w:val="12"/>
        </w:numPr>
        <w:spacing w:before="0"/>
      </w:pPr>
      <w:r>
        <w:t>návod k</w:t>
      </w:r>
      <w:r w:rsidR="004F5BFD">
        <w:t> </w:t>
      </w:r>
      <w:r>
        <w:t>použití</w:t>
      </w:r>
      <w:r w:rsidR="004F5BFD">
        <w:t>;</w:t>
      </w:r>
    </w:p>
    <w:p w:rsidR="003126B3" w:rsidRDefault="003126B3" w:rsidP="00424E60">
      <w:pPr>
        <w:pStyle w:val="06-PSM"/>
        <w:numPr>
          <w:ilvl w:val="0"/>
          <w:numId w:val="12"/>
        </w:numPr>
        <w:spacing w:before="0"/>
      </w:pPr>
      <w:r>
        <w:t>výchozí revizní zprávy elektroinstalace a zařízení</w:t>
      </w:r>
      <w:r w:rsidR="004F5BFD">
        <w:t>;</w:t>
      </w:r>
    </w:p>
    <w:p w:rsidR="003126B3" w:rsidRDefault="003126B3" w:rsidP="00424E60">
      <w:pPr>
        <w:pStyle w:val="06-PSM"/>
        <w:numPr>
          <w:ilvl w:val="0"/>
          <w:numId w:val="12"/>
        </w:numPr>
        <w:spacing w:before="0"/>
      </w:pPr>
      <w:r>
        <w:t>atesty, certifikáty dodaného materiálu, měřidla, čerpadla</w:t>
      </w:r>
      <w:r w:rsidR="004F5BFD">
        <w:t>;</w:t>
      </w:r>
    </w:p>
    <w:p w:rsidR="003126B3" w:rsidRDefault="00777E64" w:rsidP="00424E60">
      <w:pPr>
        <w:pStyle w:val="06-PSM"/>
        <w:numPr>
          <w:ilvl w:val="0"/>
          <w:numId w:val="12"/>
        </w:numPr>
        <w:spacing w:before="0"/>
      </w:pPr>
      <w:r w:rsidRPr="00051FE3">
        <w:t xml:space="preserve">komunikační protokol o způsobilosti výdejního zařízení pro napojení na  obchodní </w:t>
      </w:r>
      <w:proofErr w:type="gramStart"/>
      <w:r w:rsidRPr="00051FE3">
        <w:t>řídící</w:t>
      </w:r>
      <w:proofErr w:type="gramEnd"/>
      <w:r w:rsidRPr="00051FE3">
        <w:t xml:space="preserve"> systém používaný  v celé síti ČS </w:t>
      </w:r>
      <w:proofErr w:type="spellStart"/>
      <w:r w:rsidRPr="00051FE3">
        <w:t>EuroOil</w:t>
      </w:r>
      <w:proofErr w:type="spellEnd"/>
      <w:r w:rsidRPr="00051FE3">
        <w:t xml:space="preserve">  -  </w:t>
      </w:r>
      <w:proofErr w:type="spellStart"/>
      <w:r w:rsidRPr="00051FE3">
        <w:t>Octopos</w:t>
      </w:r>
      <w:proofErr w:type="spellEnd"/>
      <w:r w:rsidRPr="00051FE3">
        <w:t xml:space="preserve"> (</w:t>
      </w:r>
      <w:proofErr w:type="spellStart"/>
      <w:r w:rsidRPr="00051FE3">
        <w:t>YourSystém</w:t>
      </w:r>
      <w:proofErr w:type="spellEnd"/>
      <w:r w:rsidRPr="00051FE3">
        <w:t>)</w:t>
      </w:r>
      <w:r w:rsidR="004F5BFD">
        <w:t>;</w:t>
      </w:r>
      <w:r w:rsidRPr="00051FE3">
        <w:t xml:space="preserve"> </w:t>
      </w:r>
    </w:p>
    <w:p w:rsidR="003126B3" w:rsidRDefault="003126B3" w:rsidP="00424E60">
      <w:pPr>
        <w:pStyle w:val="06-PSM"/>
        <w:numPr>
          <w:ilvl w:val="0"/>
          <w:numId w:val="12"/>
        </w:numPr>
        <w:spacing w:before="0"/>
      </w:pPr>
      <w:r>
        <w:t>další potřebné dokumenty dle právních a technických předpisů vydaných, platných a účinných v České republice</w:t>
      </w:r>
      <w:r w:rsidR="00D676FD">
        <w:t>;</w:t>
      </w:r>
    </w:p>
    <w:p w:rsidR="00D676FD" w:rsidRDefault="00D676FD" w:rsidP="00424E60">
      <w:pPr>
        <w:pStyle w:val="06-PSM"/>
        <w:numPr>
          <w:ilvl w:val="0"/>
          <w:numId w:val="12"/>
        </w:numPr>
        <w:spacing w:before="0"/>
      </w:pPr>
      <w:r>
        <w:t>protokol o zaškolení obsluhy.</w:t>
      </w:r>
    </w:p>
    <w:p w:rsidR="003126B3" w:rsidRPr="00CA328F" w:rsidRDefault="003126B3" w:rsidP="003126B3">
      <w:pPr>
        <w:pStyle w:val="06-PSM"/>
        <w:tabs>
          <w:tab w:val="clear" w:pos="1070"/>
        </w:tabs>
        <w:spacing w:before="0"/>
        <w:ind w:left="710" w:firstLine="0"/>
      </w:pPr>
      <w:r>
        <w:t xml:space="preserve">Veškeré doklady, není-li stanoveno jinak, budou zadavateli předány v českém jazyce ve formě 2x listině v originálu a 2 x v elektronické podobě na CD a/nebo DVD a/nebo </w:t>
      </w:r>
      <w:proofErr w:type="spellStart"/>
      <w:r>
        <w:t>flashdisku</w:t>
      </w:r>
      <w:proofErr w:type="spellEnd"/>
      <w:r>
        <w:t xml:space="preserve"> a/nebo obdobném media dle požadavků kupujícího.</w:t>
      </w:r>
    </w:p>
    <w:p w:rsidR="003126B3" w:rsidRPr="000520BC" w:rsidRDefault="003126B3" w:rsidP="00424E60">
      <w:pPr>
        <w:pStyle w:val="02-ODST-2"/>
        <w:numPr>
          <w:ilvl w:val="1"/>
          <w:numId w:val="1"/>
        </w:numPr>
        <w:tabs>
          <w:tab w:val="num" w:pos="1080"/>
        </w:tabs>
        <w:ind w:left="567"/>
      </w:pPr>
      <w:r w:rsidRPr="00F61B90">
        <w:lastRenderedPageBreak/>
        <w:t xml:space="preserve">Předmět </w:t>
      </w:r>
      <w:r>
        <w:t>koupě</w:t>
      </w:r>
      <w:r w:rsidRPr="00F61B90">
        <w:t xml:space="preserve"> musí splňovat kvalitativní požadavky definované platnými normami ČSN či EN v případě, že příslušné české normy neexistují, doporučené normy ČSN se pro předmět </w:t>
      </w:r>
      <w:r>
        <w:t>koupě</w:t>
      </w:r>
      <w:r w:rsidRPr="00F61B90">
        <w:t xml:space="preserve"> považují za normy závazné.</w:t>
      </w:r>
    </w:p>
    <w:p w:rsidR="00CD1BFE" w:rsidRPr="00787D58" w:rsidRDefault="00CD1BFE" w:rsidP="00D542F4">
      <w:pPr>
        <w:pStyle w:val="lnek"/>
        <w:ind w:left="17"/>
        <w:rPr>
          <w:rFonts w:cs="Arial"/>
        </w:rPr>
      </w:pPr>
      <w:r w:rsidRPr="00787D58">
        <w:rPr>
          <w:rFonts w:eastAsiaTheme="minorEastAsia" w:cs="Arial"/>
        </w:rPr>
        <w:t>Záruka</w:t>
      </w:r>
      <w:r w:rsidRPr="00787D58">
        <w:rPr>
          <w:rFonts w:cs="Arial"/>
        </w:rPr>
        <w:t xml:space="preserve"> a záruční doba</w:t>
      </w:r>
    </w:p>
    <w:p w:rsidR="0074072F" w:rsidRDefault="0074072F" w:rsidP="0074072F">
      <w:pPr>
        <w:pStyle w:val="Odstavec2"/>
      </w:pPr>
      <w:r w:rsidRPr="00E00775" w:rsidDel="001D76CD">
        <w:t xml:space="preserve">Záruční doba na předmět </w:t>
      </w:r>
      <w:r>
        <w:t>koupě</w:t>
      </w:r>
      <w:r w:rsidRPr="00E00775" w:rsidDel="001D76CD">
        <w:t xml:space="preserve"> činí </w:t>
      </w:r>
      <w:r w:rsidR="00DB57EE">
        <w:t>60</w:t>
      </w:r>
      <w:r w:rsidRPr="00E00775" w:rsidDel="001D76CD">
        <w:t xml:space="preserve"> měsíců</w:t>
      </w:r>
      <w:r w:rsidRPr="00E00775">
        <w:t xml:space="preserve"> (</w:t>
      </w:r>
      <w:r w:rsidR="00DB57EE">
        <w:t>5</w:t>
      </w:r>
      <w:r w:rsidRPr="00E47552">
        <w:t xml:space="preserve"> kalendářní rok</w:t>
      </w:r>
      <w:r w:rsidR="00DB57EE">
        <w:t>ů</w:t>
      </w:r>
      <w:r w:rsidRPr="00E00775">
        <w:t>)</w:t>
      </w:r>
      <w:r w:rsidRPr="00E00775" w:rsidDel="001D76CD">
        <w:t xml:space="preserve"> ode dne podpisu předávacího protokolu smluvními stranami</w:t>
      </w:r>
      <w:r>
        <w:t xml:space="preserve"> a převzetí předmětu koupě bez výhrad</w:t>
      </w:r>
      <w:r w:rsidRPr="00E00775">
        <w:t xml:space="preserve">. </w:t>
      </w:r>
      <w:r w:rsidRPr="00E00775" w:rsidDel="001D76CD">
        <w:t>Prodávající se zavazuje po tuto dobu bezplatně odstranit veškeré</w:t>
      </w:r>
      <w:r w:rsidDel="001D76CD">
        <w:t xml:space="preserve"> vady zjištěné v době záruky včetně jejich následků, tj. opravit nebo vyměnit neprodleně a na své náklady a odpovědnost jakékoli vadné součásti či celý předmět </w:t>
      </w:r>
      <w:r>
        <w:t>koupě</w:t>
      </w:r>
      <w:r w:rsidDel="001D76CD">
        <w:t xml:space="preserve"> za </w:t>
      </w:r>
      <w:r>
        <w:t xml:space="preserve">bezvadné či </w:t>
      </w:r>
      <w:r w:rsidDel="001D76CD">
        <w:t xml:space="preserve">bezvadný. Ke stejné povinnosti se prodávající zavazuje v případě vad zjištěných při převzetí předmětu </w:t>
      </w:r>
      <w:r>
        <w:t>koupě</w:t>
      </w:r>
      <w:r w:rsidDel="001D76CD">
        <w:t xml:space="preserve"> kupujícím. Kupující má právo namísto bezplatného odstranění vady žádat v</w:t>
      </w:r>
      <w:r>
        <w:t> oznámení vady (dále jen „</w:t>
      </w:r>
      <w:r w:rsidRPr="00395587" w:rsidDel="001D76CD">
        <w:rPr>
          <w:b/>
        </w:rPr>
        <w:t>reklamac</w:t>
      </w:r>
      <w:r w:rsidRPr="00395587">
        <w:rPr>
          <w:b/>
        </w:rPr>
        <w:t>e“</w:t>
      </w:r>
      <w:r>
        <w:t>)</w:t>
      </w:r>
      <w:r w:rsidDel="001D76CD">
        <w:t xml:space="preserve"> slevu přiměřenou nákladům na odstranění vady, pro odstoupení od smlouvy z důvodu vad předmětu </w:t>
      </w:r>
      <w:r>
        <w:t>koupě</w:t>
      </w:r>
      <w:r w:rsidDel="001D76CD">
        <w:t xml:space="preserve"> platí ustanovení ob</w:t>
      </w:r>
      <w:r>
        <w:t>čanského</w:t>
      </w:r>
      <w:r w:rsidDel="001D76CD">
        <w:t xml:space="preserve"> zákoník</w:t>
      </w:r>
      <w:r>
        <w:t>u</w:t>
      </w:r>
      <w:r w:rsidDel="001D76CD">
        <w:t xml:space="preserve">, není-li touto smlouvou stanoveno jinak. </w:t>
      </w:r>
    </w:p>
    <w:p w:rsidR="0074072F" w:rsidRDefault="0074072F" w:rsidP="00424E60">
      <w:pPr>
        <w:pStyle w:val="02-ODST-2"/>
        <w:numPr>
          <w:ilvl w:val="1"/>
          <w:numId w:val="1"/>
        </w:numPr>
        <w:tabs>
          <w:tab w:val="num" w:pos="1080"/>
        </w:tabs>
        <w:ind w:left="567"/>
      </w:pPr>
      <w:bookmarkStart w:id="10" w:name="_Ref478997512"/>
      <w:r>
        <w:t xml:space="preserve">Práva kupujícího z vadného plnění a </w:t>
      </w:r>
      <w:r w:rsidRPr="00EC5195">
        <w:t>záruk</w:t>
      </w:r>
      <w:r>
        <w:t>a</w:t>
      </w:r>
      <w:r w:rsidRPr="00EC5195">
        <w:t xml:space="preserve"> za jakost se řídí příslušnými ustanoveními </w:t>
      </w:r>
      <w:r>
        <w:t>občanského zákoníku, není-li v této smlouvě výslovně stanoven postup odlišný.</w:t>
      </w:r>
      <w:bookmarkEnd w:id="10"/>
      <w:r>
        <w:t xml:space="preserve"> </w:t>
      </w:r>
    </w:p>
    <w:p w:rsidR="0074072F" w:rsidRDefault="0074072F" w:rsidP="00424E60">
      <w:pPr>
        <w:pStyle w:val="02-ODST-2"/>
        <w:numPr>
          <w:ilvl w:val="1"/>
          <w:numId w:val="1"/>
        </w:numPr>
        <w:tabs>
          <w:tab w:val="num" w:pos="1080"/>
        </w:tabs>
        <w:ind w:left="567"/>
      </w:pPr>
      <w:r>
        <w:t>Prodávající se touto smlouvou zavazuje, že předmět koupě bude během záruční doby dle této smlouvy:</w:t>
      </w:r>
    </w:p>
    <w:p w:rsidR="0074072F" w:rsidRDefault="0074072F" w:rsidP="00424E60">
      <w:pPr>
        <w:pStyle w:val="06-PSM"/>
        <w:numPr>
          <w:ilvl w:val="0"/>
          <w:numId w:val="13"/>
        </w:numPr>
      </w:pPr>
      <w:r>
        <w:t>bez jakýchkoliv vad a způsobilý k užívání pro účel, pro nějž je určen</w:t>
      </w:r>
    </w:p>
    <w:p w:rsidR="0074072F" w:rsidRDefault="0074072F" w:rsidP="00424E60">
      <w:pPr>
        <w:pStyle w:val="06-PSM"/>
        <w:numPr>
          <w:ilvl w:val="0"/>
          <w:numId w:val="2"/>
        </w:numPr>
      </w:pPr>
      <w:r>
        <w:t>splňovat všechny požadavky stanovené touto smlouvou a mít všechny vlastnosti touto smlouvou požadované nebo, pokud tato smlouva takové vlastnosti výslovně nestanoví, vlastnosti obvyklé k účelu sjednanému ve smlouvě</w:t>
      </w:r>
    </w:p>
    <w:p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 platným na území České republiky.</w:t>
      </w:r>
    </w:p>
    <w:p w:rsidR="0074072F" w:rsidRDefault="0074072F" w:rsidP="00424E60">
      <w:pPr>
        <w:pStyle w:val="02-ODST-2"/>
        <w:numPr>
          <w:ilvl w:val="1"/>
          <w:numId w:val="1"/>
        </w:numPr>
        <w:tabs>
          <w:tab w:val="num" w:pos="1080"/>
        </w:tabs>
        <w:ind w:left="567"/>
      </w:pPr>
      <w:r>
        <w:t>Prodávající prohlašuje, že dodané zboží je nové, nepoužívané a odpovídá platné dokumentaci a předpisům výrobce, a že zboží není zatíženo žádnými právy třetích osob.</w:t>
      </w:r>
    </w:p>
    <w:p w:rsidR="0074072F" w:rsidRPr="0074072F" w:rsidRDefault="0074072F" w:rsidP="00424E60">
      <w:pPr>
        <w:pStyle w:val="02-ODST-2"/>
        <w:numPr>
          <w:ilvl w:val="1"/>
          <w:numId w:val="1"/>
        </w:numPr>
        <w:tabs>
          <w:tab w:val="num" w:pos="1080"/>
        </w:tabs>
        <w:ind w:left="567"/>
      </w:pPr>
      <w:bookmarkStart w:id="11" w:name="_Ref353862857"/>
      <w:r w:rsidRPr="0074072F">
        <w:t xml:space="preserve">Vady, které budou zjištěny po převzetí předmětu koupě kupujícím, může kupující reklamovat písemně v listinné formě poštou či elektronicky e-mailem u prodávajícího, jak je uvedeno dále, do konce záruční doby. Pro zachování záruční doby postačí, je-li reklamace prodávajícím odeslána. V reklamaci musí být vada popsána. Kupující oznámí prodávajícímu vadu písemně na adresu sídla prodávajícího, e-mailem </w:t>
      </w:r>
      <w:proofErr w:type="gramStart"/>
      <w:r w:rsidRPr="0074072F">
        <w:t>na</w:t>
      </w:r>
      <w:proofErr w:type="gramEnd"/>
      <w:r w:rsidRPr="0074072F">
        <w:t xml:space="preserve"> </w:t>
      </w:r>
      <w:r w:rsidRPr="007B38A4">
        <w:rPr>
          <w:highlight w:val="yellow"/>
        </w:rPr>
        <w:t>…………………………………………………………………………………</w:t>
      </w:r>
      <w:r w:rsidRPr="007B38A4">
        <w:rPr>
          <w:rFonts w:cs="Arial"/>
          <w:highlight w:val="yellow"/>
          <w:u w:val="single"/>
        </w:rPr>
        <w:t>.</w:t>
      </w:r>
    </w:p>
    <w:p w:rsidR="0074072F" w:rsidRDefault="0074072F" w:rsidP="00424E60">
      <w:pPr>
        <w:pStyle w:val="02-ODST-2"/>
        <w:numPr>
          <w:ilvl w:val="1"/>
          <w:numId w:val="1"/>
        </w:numPr>
        <w:tabs>
          <w:tab w:val="num" w:pos="1080"/>
        </w:tabs>
        <w:ind w:left="567"/>
      </w:pPr>
      <w:r>
        <w:t>Prodávající je povinen se ke každé doručené reklamaci písemně bez zbytečného odkladu vyjádřit, a to na e-mailovou adresu, u níž byla reklamace uplatněna.  Ve vyjádření buď vadu uzná a v případě, že vadu neuzná, musí uvést konkrétní důvod, z kterého vadu neuznává. Jestliže se prodávající do 2 dnů ode dne doručení reklamace nevyjádří, má se za to, že vadu uznává.</w:t>
      </w:r>
      <w:bookmarkEnd w:id="11"/>
      <w:r>
        <w:t xml:space="preserve"> </w:t>
      </w:r>
    </w:p>
    <w:p w:rsidR="0074072F" w:rsidRPr="00BB569E" w:rsidRDefault="0074072F" w:rsidP="00424E60">
      <w:pPr>
        <w:pStyle w:val="02-ODST-2"/>
        <w:numPr>
          <w:ilvl w:val="1"/>
          <w:numId w:val="1"/>
        </w:numPr>
        <w:tabs>
          <w:tab w:val="num" w:pos="1080"/>
        </w:tabs>
        <w:ind w:left="567"/>
      </w:pPr>
      <w:bookmarkStart w:id="12" w:name="_Ref478740608"/>
      <w:r w:rsidRPr="00BB569E">
        <w:t xml:space="preserve">Prodávající se zavazuje odstranit vadu oznámenou kupujícím prodávajícímu způsobem dle </w:t>
      </w:r>
      <w:proofErr w:type="gramStart"/>
      <w:r w:rsidRPr="00BB569E">
        <w:t xml:space="preserve">odstavce </w:t>
      </w:r>
      <w:r w:rsidRPr="00BB569E">
        <w:fldChar w:fldCharType="begin"/>
      </w:r>
      <w:r w:rsidRPr="00BB569E">
        <w:instrText xml:space="preserve"> REF _Ref353862857 \r \h </w:instrText>
      </w:r>
      <w:r w:rsidR="00BB569E" w:rsidRPr="00BB569E">
        <w:instrText xml:space="preserve"> \* MERGEFORMAT </w:instrText>
      </w:r>
      <w:r w:rsidRPr="00BB569E">
        <w:fldChar w:fldCharType="separate"/>
      </w:r>
      <w:r w:rsidR="000456FA">
        <w:t>7.5</w:t>
      </w:r>
      <w:r w:rsidRPr="00BB569E">
        <w:fldChar w:fldCharType="end"/>
      </w:r>
      <w:r w:rsidRPr="00BB569E">
        <w:t>. této</w:t>
      </w:r>
      <w:proofErr w:type="gramEnd"/>
      <w:r w:rsidRPr="00BB569E">
        <w:t xml:space="preserve"> smlouvy ve lhůtě do 30 dnů od oznámení vady kupujícím. V případě, že vada neumožňuje provoz předmětu koupě, prodávající zajistí zahájení opravy do 24 hod. od nahlášení závady kupujícím a ukončení opravy do 48 hod. od oznámení vady kupujícím, nebude-li mezi smluvními stranami písemně dohodnuto jinak.</w:t>
      </w:r>
      <w:bookmarkEnd w:id="12"/>
    </w:p>
    <w:p w:rsidR="0074072F" w:rsidRDefault="0074072F" w:rsidP="00424E60">
      <w:pPr>
        <w:pStyle w:val="02-ODST-2"/>
        <w:numPr>
          <w:ilvl w:val="1"/>
          <w:numId w:val="1"/>
        </w:numPr>
        <w:tabs>
          <w:tab w:val="num" w:pos="1080"/>
        </w:tabs>
        <w:ind w:left="567"/>
      </w:pPr>
      <w:bookmarkStart w:id="13" w:name="_Ref478997530"/>
      <w:r>
        <w:t>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koupě. Takto vzniklé náklady je prodávající kupujícímu povinen uhradit na základě jeho písemné výzvy a ve lhůtě určené kupujícím ve výzvě. V případě, že vady předmětu koupě odstraní kupující nebo jím navržená třetí osoba, nemá tato skutečnost vliv na záruku poskytnutou prodávajícím dle této smlouvy. V případě, že reklamovaná vada prodávající neuzná a poté bude následně zjištěna její oprávněnost, bude postupováno obdobně podle tohoto ustanovení.</w:t>
      </w:r>
      <w:bookmarkEnd w:id="13"/>
      <w:r>
        <w:t xml:space="preserve">  </w:t>
      </w:r>
    </w:p>
    <w:p w:rsidR="0074072F" w:rsidRDefault="0074072F" w:rsidP="00424E60">
      <w:pPr>
        <w:pStyle w:val="02-ODST-2"/>
        <w:numPr>
          <w:ilvl w:val="1"/>
          <w:numId w:val="1"/>
        </w:numPr>
        <w:tabs>
          <w:tab w:val="num" w:pos="1080"/>
        </w:tabs>
        <w:ind w:left="567"/>
      </w:pPr>
      <w:r>
        <w:t>Smluvní strany touto smlouvou stvrzují následující práva kupujícího z odpovědnosti za vady:</w:t>
      </w:r>
    </w:p>
    <w:p w:rsidR="0074072F" w:rsidRDefault="0074072F" w:rsidP="00424E60">
      <w:pPr>
        <w:pStyle w:val="06-PSM"/>
        <w:numPr>
          <w:ilvl w:val="0"/>
          <w:numId w:val="14"/>
        </w:numPr>
      </w:pPr>
      <w:r>
        <w:t>právo na bezplatné odstranění vady</w:t>
      </w:r>
    </w:p>
    <w:p w:rsidR="0074072F" w:rsidRDefault="0074072F" w:rsidP="00424E60">
      <w:pPr>
        <w:pStyle w:val="06-PSM"/>
        <w:numPr>
          <w:ilvl w:val="0"/>
          <w:numId w:val="2"/>
        </w:numPr>
      </w:pPr>
      <w:r>
        <w:lastRenderedPageBreak/>
        <w:t>právo na doplnění chybějícího množství v případě, kdy dodané množství je v rozporu s množstvím uvedeným na průvodních dokladech k předmětu plnění</w:t>
      </w:r>
    </w:p>
    <w:p w:rsidR="0074072F" w:rsidRDefault="0074072F" w:rsidP="00424E60">
      <w:pPr>
        <w:pStyle w:val="06-PSM"/>
        <w:numPr>
          <w:ilvl w:val="0"/>
          <w:numId w:val="2"/>
        </w:numPr>
      </w:pPr>
      <w:r>
        <w:t>poskytnutí slevy z ceny</w:t>
      </w:r>
      <w:r w:rsidR="007A545E">
        <w:t xml:space="preserve"> plnění</w:t>
      </w:r>
    </w:p>
    <w:p w:rsidR="0074072F" w:rsidRDefault="0074072F" w:rsidP="00424E60">
      <w:pPr>
        <w:pStyle w:val="06-PSM"/>
        <w:numPr>
          <w:ilvl w:val="0"/>
          <w:numId w:val="2"/>
        </w:numPr>
      </w:pPr>
      <w:r>
        <w:t xml:space="preserve">odstoupení od smlouvy </w:t>
      </w:r>
      <w:r w:rsidR="001C6B25" w:rsidRPr="00AB0762">
        <w:rPr>
          <w:rFonts w:cs="Arial"/>
        </w:rPr>
        <w:t xml:space="preserve"> </w:t>
      </w:r>
      <w:r w:rsidR="001C6B25" w:rsidRPr="00457ACC">
        <w:rPr>
          <w:rFonts w:cs="Arial"/>
        </w:rPr>
        <w:t>a/nebo dílčí smlouvy</w:t>
      </w:r>
      <w:r w:rsidR="001C6B25">
        <w:t xml:space="preserve"> </w:t>
      </w:r>
      <w:r>
        <w:t>v případě, že předmět koupě bude vykazovat v průběhu záruční doby více než 5 různých vad (za různé vady se považuje i jednotlivé projevení téže vady)</w:t>
      </w:r>
      <w:r w:rsidR="001532E8">
        <w:t>.</w:t>
      </w:r>
    </w:p>
    <w:p w:rsidR="0074072F" w:rsidRDefault="0074072F" w:rsidP="0074072F">
      <w:pPr>
        <w:pStyle w:val="03-nor2"/>
      </w:pPr>
      <w:r>
        <w:t xml:space="preserve">Kupující má právo odstoupit od smlouvy </w:t>
      </w:r>
      <w:r w:rsidR="001C6B25" w:rsidRPr="00AB0762">
        <w:rPr>
          <w:rFonts w:cs="Arial"/>
        </w:rPr>
        <w:t xml:space="preserve"> </w:t>
      </w:r>
      <w:r w:rsidR="001C6B25" w:rsidRPr="00457ACC">
        <w:rPr>
          <w:rFonts w:cs="Arial"/>
        </w:rPr>
        <w:t>a/nebo dílčí smlouvy</w:t>
      </w:r>
      <w:r w:rsidR="001C6B25">
        <w:t xml:space="preserve"> </w:t>
      </w:r>
      <w:r>
        <w:t>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395587">
        <w:rPr>
          <w:b/>
        </w:rPr>
        <w:t>opakovaná vada</w:t>
      </w:r>
      <w:r>
        <w:t>“). Za opakovanou vadu pokládají obě smluvní strany výskyt stejné vady nejméně 3x po sobě.</w:t>
      </w:r>
    </w:p>
    <w:p w:rsidR="0074072F" w:rsidRDefault="0074072F" w:rsidP="00424E60">
      <w:pPr>
        <w:pStyle w:val="02-ODST-2"/>
        <w:numPr>
          <w:ilvl w:val="1"/>
          <w:numId w:val="1"/>
        </w:numPr>
        <w:tabs>
          <w:tab w:val="num" w:pos="1080"/>
        </w:tabs>
        <w:ind w:left="567"/>
      </w:pPr>
      <w:r>
        <w:t>Záruční doba neběží po dobu, po kterou nemůže kupující předmět koupě řádně užívat pro vady, za které odpovídá prodávající. Záruční doba dále neběží po dobu ode dne, kdy kupující uplatní na prodávajícím oprávněné nároky z vad, do dne, kdy prodávající kupujícímu uplatněné nároky z oznámené vady zcela neuspokojí.</w:t>
      </w:r>
    </w:p>
    <w:p w:rsidR="0074072F" w:rsidRDefault="0074072F" w:rsidP="00424E60">
      <w:pPr>
        <w:pStyle w:val="02-ODST-2"/>
        <w:numPr>
          <w:ilvl w:val="1"/>
          <w:numId w:val="1"/>
        </w:numPr>
        <w:tabs>
          <w:tab w:val="num" w:pos="1080"/>
        </w:tabs>
        <w:ind w:left="567"/>
      </w:pPr>
      <w:r>
        <w:t>Kromě povinností prodávajícího vyplývajících z výše uvedeného je prodávající povinen uhradit kupujícímu vzniklou prokázanou újmu, která kupujícímu vznikne v souvislosti s vadným plněním prodávajícího.</w:t>
      </w:r>
    </w:p>
    <w:p w:rsidR="0074072F" w:rsidRDefault="0074072F" w:rsidP="00424E60">
      <w:pPr>
        <w:pStyle w:val="02-ODST-2"/>
        <w:numPr>
          <w:ilvl w:val="1"/>
          <w:numId w:val="1"/>
        </w:numPr>
        <w:tabs>
          <w:tab w:val="num" w:pos="1080"/>
        </w:tabs>
        <w:ind w:left="567"/>
      </w:pPr>
      <w:r>
        <w:t xml:space="preserve">Záruka za jakost ve vztahu ke kapalině </w:t>
      </w:r>
      <w:proofErr w:type="spellStart"/>
      <w:r>
        <w:t>AdBlue</w:t>
      </w:r>
      <w:proofErr w:type="spellEnd"/>
      <w:r>
        <w:t xml:space="preserve"> činí 6 měsíců od okamžiku zprovoznění předmětu koupě. V případě výskytu vady se zavazuje prodávající kapalinu </w:t>
      </w:r>
      <w:proofErr w:type="spellStart"/>
      <w:r>
        <w:t>AdBlue</w:t>
      </w:r>
      <w:proofErr w:type="spellEnd"/>
      <w:r>
        <w:t xml:space="preserve"> na svůj náklad odčerpat a následně do zboží opětovně dočerpat bezvadnou kapalinu </w:t>
      </w:r>
      <w:proofErr w:type="spellStart"/>
      <w:r>
        <w:t>AdBlue</w:t>
      </w:r>
      <w:proofErr w:type="spellEnd"/>
      <w:r>
        <w:t xml:space="preserve">. Ustanovení </w:t>
      </w:r>
      <w:proofErr w:type="gramStart"/>
      <w:r>
        <w:t xml:space="preserve">odstavce </w:t>
      </w:r>
      <w:r>
        <w:fldChar w:fldCharType="begin"/>
      </w:r>
      <w:r>
        <w:instrText xml:space="preserve"> REF _Ref478997512 \r \h </w:instrText>
      </w:r>
      <w:r>
        <w:fldChar w:fldCharType="separate"/>
      </w:r>
      <w:r w:rsidR="000456FA">
        <w:t>7.2</w:t>
      </w:r>
      <w:r>
        <w:fldChar w:fldCharType="end"/>
      </w:r>
      <w:r>
        <w:t xml:space="preserve">  až</w:t>
      </w:r>
      <w:proofErr w:type="gramEnd"/>
      <w:r>
        <w:t xml:space="preserve"> </w:t>
      </w:r>
      <w:r>
        <w:fldChar w:fldCharType="begin"/>
      </w:r>
      <w:r>
        <w:instrText xml:space="preserve"> REF _Ref478997530 \r \h </w:instrText>
      </w:r>
      <w:r>
        <w:fldChar w:fldCharType="separate"/>
      </w:r>
      <w:r w:rsidR="000456FA">
        <w:t>7.8</w:t>
      </w:r>
      <w:r>
        <w:fldChar w:fldCharType="end"/>
      </w:r>
      <w:r>
        <w:t xml:space="preserve"> smlouvy se použijí přiměřeně. </w:t>
      </w:r>
    </w:p>
    <w:p w:rsidR="00216448" w:rsidRPr="00787D58" w:rsidRDefault="00216448" w:rsidP="00D542F4">
      <w:pPr>
        <w:pStyle w:val="lnek"/>
        <w:ind w:left="17"/>
        <w:rPr>
          <w:rFonts w:cs="Arial"/>
        </w:rPr>
      </w:pPr>
      <w:r w:rsidRPr="00787D58">
        <w:rPr>
          <w:rFonts w:cs="Arial"/>
        </w:rPr>
        <w:t xml:space="preserve">Pojištění </w:t>
      </w:r>
      <w:r w:rsidR="001532E8">
        <w:rPr>
          <w:rFonts w:cs="Arial"/>
        </w:rPr>
        <w:t>p</w:t>
      </w:r>
      <w:r w:rsidR="00EC4DD1" w:rsidRPr="00787D58">
        <w:rPr>
          <w:rFonts w:cs="Arial"/>
        </w:rPr>
        <w:t>rodávajícího</w:t>
      </w:r>
    </w:p>
    <w:p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w:t>
      </w:r>
      <w:r w:rsidR="00724588">
        <w:rPr>
          <w:rFonts w:cs="Arial"/>
        </w:rPr>
        <w:t>ohlašuje, že má ke dni podpisu s</w:t>
      </w:r>
      <w:r w:rsidR="00216448" w:rsidRPr="00787D58">
        <w:rPr>
          <w:rFonts w:cs="Arial"/>
        </w:rPr>
        <w:t xml:space="preserve">mlouvy platně </w:t>
      </w:r>
      <w:r w:rsidR="00216448" w:rsidRPr="00787D58">
        <w:rPr>
          <w:rFonts w:cs="Arial"/>
          <w:iCs/>
        </w:rPr>
        <w:t>uzavřeno příslušné pojištění</w:t>
      </w:r>
    </w:p>
    <w:p w:rsidR="00216448" w:rsidRPr="00787D58" w:rsidRDefault="00216448" w:rsidP="00424E60">
      <w:pPr>
        <w:pStyle w:val="Odstavec2"/>
        <w:numPr>
          <w:ilvl w:val="0"/>
          <w:numId w:val="8"/>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424E60">
      <w:pPr>
        <w:pStyle w:val="Odstavec2"/>
        <w:numPr>
          <w:ilvl w:val="0"/>
          <w:numId w:val="8"/>
        </w:numPr>
        <w:rPr>
          <w:rFonts w:cs="Arial"/>
        </w:rPr>
      </w:pPr>
      <w:r w:rsidRPr="00787D58">
        <w:rPr>
          <w:rFonts w:cs="Arial"/>
        </w:rPr>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590290" w:rsidP="00280022">
      <w:pPr>
        <w:pStyle w:val="Odstavec2"/>
        <w:rPr>
          <w:rFonts w:cs="Arial"/>
        </w:rPr>
      </w:pPr>
      <w:r w:rsidRPr="00787D58">
        <w:rPr>
          <w:rFonts w:cs="Arial"/>
          <w:iCs/>
        </w:rPr>
        <w:t>Prodávající</w:t>
      </w:r>
      <w:r w:rsidR="00280022" w:rsidRPr="00787D58">
        <w:rPr>
          <w:rFonts w:cs="Arial"/>
          <w:iCs/>
        </w:rPr>
        <w:t xml:space="preserve"> předloží </w:t>
      </w:r>
      <w:r w:rsidR="00724588">
        <w:rPr>
          <w:rFonts w:cs="Arial"/>
          <w:iCs/>
        </w:rPr>
        <w:t>k</w:t>
      </w:r>
      <w:r w:rsidRPr="00787D58">
        <w:rPr>
          <w:rFonts w:cs="Arial"/>
          <w:iCs/>
        </w:rPr>
        <w:t>upujícímu</w:t>
      </w:r>
      <w:r w:rsidR="00280022" w:rsidRPr="00787D58">
        <w:rPr>
          <w:rFonts w:cs="Arial"/>
          <w:iCs/>
        </w:rPr>
        <w:t xml:space="preserve"> originál poji</w:t>
      </w:r>
      <w:r w:rsidR="00724588">
        <w:rPr>
          <w:rFonts w:cs="Arial"/>
          <w:iCs/>
        </w:rPr>
        <w:t>stné smlouvy před podpisem s</w:t>
      </w:r>
      <w:r w:rsidR="00280022" w:rsidRPr="00787D58">
        <w:rPr>
          <w:rFonts w:cs="Arial"/>
          <w:iCs/>
        </w:rPr>
        <w:t xml:space="preserve">mlouvy s tím, že </w:t>
      </w:r>
      <w:r w:rsidR="00724588">
        <w:rPr>
          <w:rFonts w:cs="Arial"/>
          <w:iCs/>
        </w:rPr>
        <w:t>k</w:t>
      </w:r>
      <w:r w:rsidRPr="00787D58">
        <w:rPr>
          <w:rFonts w:cs="Arial"/>
          <w:iCs/>
        </w:rPr>
        <w:t>upující</w:t>
      </w:r>
      <w:r w:rsidR="00280022" w:rsidRPr="00787D58">
        <w:rPr>
          <w:rFonts w:cs="Arial"/>
          <w:iCs/>
        </w:rPr>
        <w:t xml:space="preserve"> je oprávněn si udělat kopii předloženého originálu pojistné smlouvy.</w:t>
      </w:r>
    </w:p>
    <w:p w:rsidR="00280022" w:rsidRPr="00107E5F" w:rsidRDefault="00280022" w:rsidP="00280022">
      <w:pPr>
        <w:pStyle w:val="Odstavec2"/>
        <w:rPr>
          <w:rFonts w:cs="Arial"/>
        </w:rPr>
      </w:pPr>
      <w:r w:rsidRPr="00787D58">
        <w:rPr>
          <w:rFonts w:cs="Arial"/>
          <w:iCs/>
        </w:rPr>
        <w:t xml:space="preserve">Nezajistí-li </w:t>
      </w:r>
      <w:r w:rsidR="00724588">
        <w:rPr>
          <w:rFonts w:cs="Arial"/>
          <w:iCs/>
        </w:rPr>
        <w:t>p</w:t>
      </w:r>
      <w:r w:rsidR="00590290" w:rsidRPr="00787D58">
        <w:rPr>
          <w:rFonts w:cs="Arial"/>
          <w:iCs/>
        </w:rPr>
        <w:t>rodávající</w:t>
      </w:r>
      <w:r w:rsidRPr="00787D58">
        <w:rPr>
          <w:rFonts w:cs="Arial"/>
          <w:iCs/>
        </w:rPr>
        <w:t xml:space="preserve"> nepřetržité trvání pojištění v dohodnutém rozsahu po dohodnutou dobu, </w:t>
      </w:r>
      <w:r w:rsidR="00724588">
        <w:rPr>
          <w:rFonts w:cs="Arial"/>
          <w:iCs/>
        </w:rPr>
        <w:t>tj. po dobu trvání této s</w:t>
      </w:r>
      <w:r w:rsidR="002411E1">
        <w:rPr>
          <w:rFonts w:cs="Arial"/>
          <w:iCs/>
        </w:rPr>
        <w:t xml:space="preserve">mlouvy a dílčích smluv </w:t>
      </w:r>
      <w:r w:rsidRPr="00787D58">
        <w:rPr>
          <w:rFonts w:cs="Arial"/>
          <w:iCs/>
        </w:rPr>
        <w:t xml:space="preserve">je </w:t>
      </w:r>
      <w:r w:rsidR="00724588">
        <w:rPr>
          <w:rFonts w:cs="Arial"/>
          <w:iCs/>
        </w:rPr>
        <w:t>k</w:t>
      </w:r>
      <w:r w:rsidR="00590290" w:rsidRPr="00787D58">
        <w:rPr>
          <w:rFonts w:cs="Arial"/>
          <w:iCs/>
        </w:rPr>
        <w:t>upující</w:t>
      </w:r>
      <w:r w:rsidRPr="00787D58">
        <w:rPr>
          <w:rFonts w:cs="Arial"/>
          <w:iCs/>
        </w:rPr>
        <w:t xml:space="preserve"> oprávněn uzavřít a udržovat takové pojištění sám. Náklady vzniklé v souvislosti s takovým pojištěním je </w:t>
      </w:r>
      <w:r w:rsidR="00724588">
        <w:rPr>
          <w:rFonts w:cs="Arial"/>
          <w:iCs/>
        </w:rPr>
        <w:t>k</w:t>
      </w:r>
      <w:r w:rsidR="00590290" w:rsidRPr="00787D58">
        <w:rPr>
          <w:rFonts w:cs="Arial"/>
          <w:iCs/>
        </w:rPr>
        <w:t>upující oprávněn započ</w:t>
      </w:r>
      <w:r w:rsidR="00724588">
        <w:rPr>
          <w:rFonts w:cs="Arial"/>
          <w:iCs/>
        </w:rPr>
        <w:t>íst proti jakékoliv pohledávce prodávajícího vůči k</w:t>
      </w:r>
      <w:r w:rsidR="00590290" w:rsidRPr="00787D58">
        <w:rPr>
          <w:rFonts w:cs="Arial"/>
          <w:iCs/>
        </w:rPr>
        <w:t>upujícímu</w:t>
      </w:r>
      <w:r w:rsidRPr="00787D58">
        <w:rPr>
          <w:rFonts w:cs="Arial"/>
          <w:iCs/>
        </w:rPr>
        <w:t>.</w:t>
      </w:r>
    </w:p>
    <w:p w:rsidR="00280022" w:rsidRDefault="00280022" w:rsidP="00D542F4">
      <w:pPr>
        <w:pStyle w:val="lnek"/>
        <w:ind w:left="17"/>
        <w:rPr>
          <w:rFonts w:cs="Arial"/>
        </w:rPr>
      </w:pPr>
      <w:r w:rsidRPr="00787D58">
        <w:rPr>
          <w:rFonts w:cs="Arial"/>
        </w:rPr>
        <w:t>Smluvní pokuty</w:t>
      </w:r>
      <w:r w:rsidR="007A545E">
        <w:rPr>
          <w:rFonts w:cs="Arial"/>
        </w:rPr>
        <w:t>, náhrada škody</w:t>
      </w:r>
    </w:p>
    <w:p w:rsidR="00724588" w:rsidRPr="00485347" w:rsidRDefault="00724588" w:rsidP="00424E60">
      <w:pPr>
        <w:pStyle w:val="02-ODST-2"/>
        <w:numPr>
          <w:ilvl w:val="1"/>
          <w:numId w:val="1"/>
        </w:numPr>
        <w:tabs>
          <w:tab w:val="num" w:pos="1080"/>
        </w:tabs>
        <w:ind w:left="567"/>
      </w:pPr>
      <w:r>
        <w:t xml:space="preserve">Vznikne-li kupujícímu </w:t>
      </w:r>
      <w:r w:rsidRPr="00485347">
        <w:t xml:space="preserve">v důsledku porušení smluvních povinností </w:t>
      </w:r>
      <w:r>
        <w:t xml:space="preserve">či v důsledku porušení povinnosti vyplývající z obecně závazných předpisů </w:t>
      </w:r>
      <w:r w:rsidRPr="00485347">
        <w:t xml:space="preserve">ze strany prodávajícího </w:t>
      </w:r>
      <w:r>
        <w:t>újma (majetková a/nebo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náhradu škody v penězích.</w:t>
      </w:r>
    </w:p>
    <w:p w:rsidR="00724588" w:rsidRPr="00341541" w:rsidRDefault="00724588" w:rsidP="00424E60">
      <w:pPr>
        <w:pStyle w:val="02-ODST-2"/>
        <w:numPr>
          <w:ilvl w:val="1"/>
          <w:numId w:val="1"/>
        </w:numPr>
        <w:tabs>
          <w:tab w:val="num" w:pos="1080"/>
        </w:tabs>
        <w:ind w:left="567"/>
      </w:pPr>
      <w:bookmarkStart w:id="14" w:name="_Ref473905705"/>
      <w:r w:rsidRPr="00341541">
        <w:t xml:space="preserve">V případě, že prodávající nedodrží lhůtu stanovenou pro dodání a předání předmětu koupě uvedenou </w:t>
      </w:r>
      <w:r w:rsidRPr="00721179">
        <w:t>v</w:t>
      </w:r>
      <w:r w:rsidR="007A545E">
        <w:t> dílčí smlouvě</w:t>
      </w:r>
      <w:r w:rsidRPr="00341541">
        <w:t xml:space="preserve">, je kupující oprávněn vyúčtovat prodávajícímu smluvní pokutu ve </w:t>
      </w:r>
      <w:proofErr w:type="gramStart"/>
      <w:r w:rsidRPr="00341541">
        <w:t>výši  2 000,</w:t>
      </w:r>
      <w:proofErr w:type="gramEnd"/>
      <w:r w:rsidRPr="00341541">
        <w:t xml:space="preserve">- Kč </w:t>
      </w:r>
      <w:r w:rsidRPr="00341541">
        <w:rPr>
          <w:rFonts w:cs="Arial"/>
        </w:rPr>
        <w:t>za ka</w:t>
      </w:r>
      <w:r w:rsidRPr="00341541">
        <w:t xml:space="preserve">ždý i započatý den prodlení se splněním předmětu </w:t>
      </w:r>
      <w:r w:rsidR="007A545E">
        <w:t>plnění</w:t>
      </w:r>
      <w:r w:rsidRPr="00341541">
        <w:t>.</w:t>
      </w:r>
      <w:bookmarkEnd w:id="14"/>
    </w:p>
    <w:p w:rsidR="00724588" w:rsidRPr="00341541" w:rsidRDefault="00724588" w:rsidP="00424E60">
      <w:pPr>
        <w:pStyle w:val="02-ODST-2"/>
        <w:numPr>
          <w:ilvl w:val="1"/>
          <w:numId w:val="1"/>
        </w:numPr>
        <w:tabs>
          <w:tab w:val="num" w:pos="1080"/>
        </w:tabs>
        <w:ind w:left="567"/>
      </w:pPr>
      <w:r w:rsidRPr="00341541">
        <w:t xml:space="preserve">Smluvní strany sjednávají, že v případě, že prodávající za účasti kupujícího neprovede vyzkoušení předmětu plnění v plném rozsahu (tj. rozsahu vyplývajícím z ustanovení odstavce </w:t>
      </w:r>
      <w:proofErr w:type="gramStart"/>
      <w:r w:rsidR="00C55C57" w:rsidRPr="00C55C57">
        <w:t>2.12</w:t>
      </w:r>
      <w:proofErr w:type="gramEnd"/>
      <w:r w:rsidRPr="00C55C57">
        <w:t>. této  smlouvy</w:t>
      </w:r>
      <w:r w:rsidRPr="00341541">
        <w:t xml:space="preserve">) či v případě, že se provedením vyzkoušení předmětu plnění ukáže, že předmět plnění má vady, je kupující oprávněn po prodávajícím požadovat úhradu smluvní pokuty ve výši 1 000,- Kč. </w:t>
      </w:r>
    </w:p>
    <w:p w:rsidR="00724588" w:rsidRPr="00EE162B" w:rsidRDefault="00724588" w:rsidP="00424E60">
      <w:pPr>
        <w:pStyle w:val="02-ODST-2"/>
        <w:numPr>
          <w:ilvl w:val="1"/>
          <w:numId w:val="1"/>
        </w:numPr>
        <w:tabs>
          <w:tab w:val="num" w:pos="1080"/>
        </w:tabs>
        <w:ind w:left="567"/>
      </w:pPr>
      <w:r w:rsidRPr="00EE162B">
        <w:lastRenderedPageBreak/>
        <w:t>Smluvní pokuta za neodstranění reklamovaných vad v záruční době:</w:t>
      </w:r>
    </w:p>
    <w:p w:rsidR="00724588" w:rsidRPr="00457ACC" w:rsidRDefault="00724588" w:rsidP="00424E60">
      <w:pPr>
        <w:pStyle w:val="05-ODST-3"/>
        <w:numPr>
          <w:ilvl w:val="2"/>
          <w:numId w:val="1"/>
        </w:numPr>
      </w:pPr>
      <w:r w:rsidRPr="00966FED">
        <w:t>Při prodlení prodávajícího se splněním sjednaného termínu odstranění reklamované vady je</w:t>
      </w:r>
      <w:r>
        <w:t xml:space="preserve"> kupující oprávněn po p</w:t>
      </w:r>
      <w:r w:rsidRPr="00457ACC">
        <w:t xml:space="preserve">rodávajícím požadovat úhradu smluvní pokuty ve výši </w:t>
      </w:r>
      <w:r>
        <w:t xml:space="preserve">1 000,- </w:t>
      </w:r>
      <w:r w:rsidRPr="00457ACC">
        <w:t xml:space="preserve">Kč za každou vadu a </w:t>
      </w:r>
      <w:r>
        <w:t xml:space="preserve">započatý </w:t>
      </w:r>
      <w:r w:rsidRPr="00457ACC">
        <w:t>den prodlení.</w:t>
      </w:r>
    </w:p>
    <w:p w:rsidR="00724588" w:rsidRPr="002B03FD" w:rsidRDefault="00724588" w:rsidP="00424E60">
      <w:pPr>
        <w:pStyle w:val="02-ODST-2"/>
        <w:numPr>
          <w:ilvl w:val="1"/>
          <w:numId w:val="1"/>
        </w:numPr>
        <w:tabs>
          <w:tab w:val="num" w:pos="1080"/>
        </w:tabs>
        <w:ind w:left="567"/>
      </w:pPr>
      <w:r w:rsidRPr="002B03FD">
        <w:t>Smluvní strany sjednávají, že v případě, že prodávající tuto smlouvu či jej</w:t>
      </w:r>
      <w:r>
        <w:t>í</w:t>
      </w:r>
      <w:r w:rsidRPr="002B03FD">
        <w:t xml:space="preserve"> jednotlivé části </w:t>
      </w:r>
      <w:r>
        <w:t xml:space="preserve">nebo práva a povinnosti z ní či z jejího porušení plynoucí </w:t>
      </w:r>
      <w:r w:rsidRPr="002B03FD">
        <w:t>postoupí bez předchozího písemného souhlasu kupujícího, je kupující oprávněn po prodávajícím požadovat úhradu smluvní pokuty ve výši 100.000,- Kč.</w:t>
      </w:r>
    </w:p>
    <w:p w:rsidR="00724588" w:rsidRPr="002B03FD" w:rsidRDefault="00724588" w:rsidP="00424E60">
      <w:pPr>
        <w:pStyle w:val="02-ODST-2"/>
        <w:numPr>
          <w:ilvl w:val="1"/>
          <w:numId w:val="1"/>
        </w:numPr>
        <w:tabs>
          <w:tab w:val="num" w:pos="1080"/>
        </w:tabs>
        <w:ind w:left="567"/>
      </w:pPr>
      <w:r w:rsidRPr="002B03FD">
        <w:t xml:space="preserve">V případě, že kupující provede v souladu s ustanovením </w:t>
      </w:r>
      <w:r w:rsidRPr="001D6143">
        <w:t xml:space="preserve">odstavce </w:t>
      </w:r>
      <w:proofErr w:type="gramStart"/>
      <w:r w:rsidR="001D6143" w:rsidRPr="001D6143">
        <w:t>2.11.</w:t>
      </w:r>
      <w:r w:rsidR="001D6143">
        <w:t xml:space="preserve"> </w:t>
      </w:r>
      <w:r w:rsidRPr="001D6143">
        <w:t>smlouvy</w:t>
      </w:r>
      <w:proofErr w:type="gramEnd"/>
      <w:r w:rsidRPr="002B03FD">
        <w:t xml:space="preserve"> kontrolu, na základě které zjistí, že předmět plnění má vady, je oprávněn po prodávajícím vedle náhrady škody včetně nákladů na provedenou kontrolu požadovat úhradu smluvní pokuty ve výši </w:t>
      </w:r>
      <w:r>
        <w:rPr>
          <w:rFonts w:cs="Arial"/>
        </w:rPr>
        <w:t>1 000</w:t>
      </w:r>
      <w:r w:rsidRPr="002B03FD">
        <w:t>,- Kč.</w:t>
      </w:r>
    </w:p>
    <w:p w:rsidR="00724588" w:rsidRPr="002B03FD" w:rsidRDefault="00724588" w:rsidP="00424E60">
      <w:pPr>
        <w:pStyle w:val="02-ODST-2"/>
        <w:numPr>
          <w:ilvl w:val="1"/>
          <w:numId w:val="1"/>
        </w:numPr>
        <w:tabs>
          <w:tab w:val="num" w:pos="1080"/>
        </w:tabs>
        <w:ind w:left="567"/>
      </w:pPr>
      <w:r>
        <w:t>Uplatněním ani z</w:t>
      </w:r>
      <w:r w:rsidRPr="002B03FD">
        <w:t>aplacením jakékoli smluvní pokuty</w:t>
      </w:r>
      <w:r>
        <w:t xml:space="preserve"> podle této smlouvy </w:t>
      </w:r>
      <w:r w:rsidRPr="002B03FD">
        <w:t>není dotčeno právo kupujícího požadovat na prodávajícím náhradu škody, a to v plném rozsahu.</w:t>
      </w:r>
    </w:p>
    <w:p w:rsidR="00724588" w:rsidRDefault="00724588" w:rsidP="00424E60">
      <w:pPr>
        <w:pStyle w:val="02-ODST-2"/>
        <w:numPr>
          <w:ilvl w:val="1"/>
          <w:numId w:val="1"/>
        </w:numPr>
        <w:tabs>
          <w:tab w:val="num" w:pos="1080"/>
        </w:tabs>
        <w:ind w:left="567"/>
      </w:pPr>
      <w:r>
        <w:t xml:space="preserve">Prodávající prohlašuje, že smluvní pokuty stanovené touto smlouvou považuje za přiměřené povaze povinností, ke kterým se váží. </w:t>
      </w:r>
    </w:p>
    <w:p w:rsidR="00724588" w:rsidRPr="002B03FD" w:rsidRDefault="00724588" w:rsidP="00424E60">
      <w:pPr>
        <w:pStyle w:val="02-ODST-2"/>
        <w:numPr>
          <w:ilvl w:val="1"/>
          <w:numId w:val="1"/>
        </w:numPr>
        <w:tabs>
          <w:tab w:val="num" w:pos="1080"/>
        </w:tabs>
        <w:ind w:left="567"/>
      </w:pPr>
      <w:r w:rsidRPr="009A21C7">
        <w:t>Sml</w:t>
      </w:r>
      <w:r>
        <w:t>uvní pokutu vyúčtuje oprávněná s</w:t>
      </w:r>
      <w:r w:rsidRPr="009A21C7">
        <w:t xml:space="preserve">mluvní strana povinné </w:t>
      </w:r>
      <w:r>
        <w:t>smluvní straně písemnou formou.</w:t>
      </w:r>
    </w:p>
    <w:p w:rsidR="00724588" w:rsidRPr="002B03FD" w:rsidRDefault="00724588" w:rsidP="00424E60">
      <w:pPr>
        <w:pStyle w:val="02-ODST-2"/>
        <w:numPr>
          <w:ilvl w:val="1"/>
          <w:numId w:val="1"/>
        </w:numPr>
        <w:tabs>
          <w:tab w:val="num" w:pos="1080"/>
        </w:tabs>
        <w:ind w:left="567"/>
      </w:pPr>
      <w:r w:rsidRPr="009A21C7">
        <w:t>Ve vyúčtová</w:t>
      </w:r>
      <w:r>
        <w:t>ní musí být uvedeno ustanovení s</w:t>
      </w:r>
      <w:r w:rsidRPr="009A21C7">
        <w:t>mlouvy, které k vyúčtování smluvní pokuty opravňuje a způsob výpočtu celkové výše smluvní pokuty.</w:t>
      </w:r>
    </w:p>
    <w:p w:rsidR="00724588" w:rsidRDefault="00724588" w:rsidP="00424E60">
      <w:pPr>
        <w:pStyle w:val="02-ODST-2"/>
        <w:numPr>
          <w:ilvl w:val="1"/>
          <w:numId w:val="1"/>
        </w:numPr>
        <w:tabs>
          <w:tab w:val="num" w:pos="1080"/>
        </w:tabs>
        <w:ind w:left="567"/>
      </w:pPr>
      <w:r>
        <w:t>Povinná s</w:t>
      </w:r>
      <w:r w:rsidRPr="009A21C7">
        <w:t>mluvní strana je povinna uhradit vyúčtované smluvní pokuty nejpozději do 30 dnů ode dne obdržení příslušného vyúčtování.</w:t>
      </w:r>
      <w:r>
        <w:t xml:space="preserve"> </w:t>
      </w:r>
    </w:p>
    <w:p w:rsidR="00E656BD" w:rsidRPr="00AB0762" w:rsidRDefault="00E656BD" w:rsidP="00D542F4">
      <w:pPr>
        <w:pStyle w:val="lnek"/>
        <w:numPr>
          <w:ilvl w:val="0"/>
          <w:numId w:val="1"/>
        </w:numPr>
        <w:tabs>
          <w:tab w:val="num" w:pos="1080"/>
        </w:tabs>
        <w:ind w:left="567" w:firstLine="0"/>
      </w:pPr>
      <w:r w:rsidRPr="001E0367">
        <w:rPr>
          <w:rFonts w:cs="Arial"/>
          <w:iCs/>
        </w:rPr>
        <w:t>Další ujednání</w:t>
      </w:r>
      <w:r w:rsidRPr="00AB0762">
        <w:t xml:space="preserve"> </w:t>
      </w:r>
    </w:p>
    <w:p w:rsidR="00E656BD" w:rsidRPr="00AB0762" w:rsidRDefault="00910241" w:rsidP="00424E60">
      <w:pPr>
        <w:pStyle w:val="02-ODST-2"/>
        <w:numPr>
          <w:ilvl w:val="1"/>
          <w:numId w:val="1"/>
        </w:numPr>
        <w:tabs>
          <w:tab w:val="num" w:pos="1080"/>
        </w:tabs>
        <w:ind w:left="567"/>
      </w:pPr>
      <w:r>
        <w:t>Prodávající</w:t>
      </w:r>
      <w:r w:rsidRPr="00AB0762">
        <w:t xml:space="preserve"> </w:t>
      </w:r>
      <w:r w:rsidR="00E656BD" w:rsidRPr="00AB0762">
        <w:t>se zavazuje řádně plnit veškeré své finanční závazky a chovat se tak, aby vůči němu nebyl podán návrh dle zákona č. 182/2006 Sb., insolvenční zákon, v platném znění, a zavazuje s</w:t>
      </w:r>
      <w:r w:rsidR="007C5DA2">
        <w:t>e, že nevstoupí po dobu plnění s</w:t>
      </w:r>
      <w:r w:rsidR="00E656BD" w:rsidRPr="00AB0762">
        <w:t>mlouvy a dílčích smluv do likvidace. Rovněž se zavazuje chovat se tak, aby nepozbyl příslušného živnostenského oprávně</w:t>
      </w:r>
      <w:r w:rsidR="007C5DA2">
        <w:t>ní potřebného pro řádné plnění s</w:t>
      </w:r>
      <w:r w:rsidR="00E656BD" w:rsidRPr="00AB0762">
        <w:t xml:space="preserve">mlouvy/dílčí smlouvy. </w:t>
      </w:r>
      <w:r>
        <w:t>Prodávající</w:t>
      </w:r>
      <w:r w:rsidRPr="00AB0762">
        <w:t xml:space="preserve"> </w:t>
      </w:r>
      <w:r w:rsidR="00E656BD" w:rsidRPr="00AB0762">
        <w:t>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E656BD" w:rsidRDefault="00910241" w:rsidP="00424E60">
      <w:pPr>
        <w:pStyle w:val="02-ODST-2"/>
        <w:numPr>
          <w:ilvl w:val="1"/>
          <w:numId w:val="1"/>
        </w:numPr>
        <w:tabs>
          <w:tab w:val="num" w:pos="1080"/>
        </w:tabs>
        <w:ind w:left="567"/>
      </w:pPr>
      <w:r>
        <w:t>Prodávající</w:t>
      </w:r>
      <w:r w:rsidRPr="00AB0762">
        <w:t xml:space="preserve"> </w:t>
      </w:r>
      <w:r w:rsidR="007C5DA2">
        <w:t>se touto s</w:t>
      </w:r>
      <w:r w:rsidR="00E656BD" w:rsidRPr="00AB0762">
        <w:t xml:space="preserve">mlouvou se zavazuje a prohlašuje, že naplňuje a </w:t>
      </w:r>
      <w:r w:rsidR="007C5DA2">
        <w:t>bude po celou dobu trvání této s</w:t>
      </w:r>
      <w:r w:rsidR="00E656BD" w:rsidRPr="00AB0762">
        <w:t>mlouvy, jakož i po dobu tr</w:t>
      </w:r>
      <w:r w:rsidR="007C5746">
        <w:t>v</w:t>
      </w:r>
      <w:r w:rsidR="00E656BD" w:rsidRPr="00AB0762">
        <w:t xml:space="preserve">ání dílčích smluv dodržovat a splňovat kritéria a standardy chování v obchodním styku specifikované a </w:t>
      </w:r>
      <w:r w:rsidR="007C5DA2">
        <w:t>k</w:t>
      </w:r>
      <w:r>
        <w:t xml:space="preserve">upujícím </w:t>
      </w:r>
      <w:r w:rsidR="00E656BD" w:rsidRPr="00AB0762">
        <w:t>uveřejněné na adrese</w:t>
      </w:r>
      <w:r w:rsidR="00E656BD">
        <w:t xml:space="preserve"> </w:t>
      </w:r>
      <w:hyperlink r:id="rId13" w:history="1">
        <w:r w:rsidR="00E656BD" w:rsidRPr="006156CD">
          <w:rPr>
            <w:rStyle w:val="Hypertextovodkaz"/>
          </w:rPr>
          <w:t>https://www.ceproas.cz/vyberova-rizeni</w:t>
        </w:r>
      </w:hyperlink>
      <w:r w:rsidR="00E656BD">
        <w:t xml:space="preserve">. </w:t>
      </w:r>
    </w:p>
    <w:p w:rsidR="00E656BD" w:rsidRPr="00AB0762" w:rsidRDefault="00910241" w:rsidP="00424E60">
      <w:pPr>
        <w:pStyle w:val="02-ODST-2"/>
        <w:numPr>
          <w:ilvl w:val="1"/>
          <w:numId w:val="1"/>
        </w:numPr>
        <w:tabs>
          <w:tab w:val="num" w:pos="1080"/>
        </w:tabs>
        <w:ind w:left="567"/>
      </w:pPr>
      <w:r>
        <w:t>Prodávající</w:t>
      </w:r>
      <w:r w:rsidRPr="00AB0762">
        <w:t xml:space="preserve"> </w:t>
      </w:r>
      <w:r w:rsidR="00E656BD" w:rsidRPr="00AB0762">
        <w:t xml:space="preserve">odpovídá </w:t>
      </w:r>
      <w:r w:rsidR="007C5DA2">
        <w:t>k</w:t>
      </w:r>
      <w:r>
        <w:t>upujícímu</w:t>
      </w:r>
      <w:r w:rsidRPr="00AB0762">
        <w:t xml:space="preserve"> </w:t>
      </w:r>
      <w:r w:rsidR="00E656BD" w:rsidRPr="00AB0762">
        <w:t>za splnění veškerýc</w:t>
      </w:r>
      <w:r w:rsidR="007C5DA2">
        <w:t>h povinností plynoucích z této s</w:t>
      </w:r>
      <w:r w:rsidR="00E656BD" w:rsidRPr="00AB0762">
        <w:t xml:space="preserve">mlouvy a dílčích smluv a veškeré důsledky vzniklé porušením některé povinnosti </w:t>
      </w:r>
      <w:r w:rsidR="007C5DA2">
        <w:t>p</w:t>
      </w:r>
      <w:r>
        <w:t>rodávajícího</w:t>
      </w:r>
      <w:r w:rsidRPr="00AB0762">
        <w:t xml:space="preserve"> </w:t>
      </w:r>
      <w:r w:rsidR="00E656BD" w:rsidRPr="00AB0762">
        <w:t xml:space="preserve">jdou k tíži </w:t>
      </w:r>
      <w:r w:rsidR="007C5DA2">
        <w:t>p</w:t>
      </w:r>
      <w:r>
        <w:t>rodávajícího</w:t>
      </w:r>
      <w:r w:rsidRPr="00AB0762">
        <w:t xml:space="preserve"> </w:t>
      </w:r>
      <w:r w:rsidR="00E656BD" w:rsidRPr="00AB0762">
        <w:t xml:space="preserve">a </w:t>
      </w:r>
      <w:r w:rsidR="007C5DA2">
        <w:t>p</w:t>
      </w:r>
      <w:r>
        <w:t>rodávající</w:t>
      </w:r>
      <w:r w:rsidRPr="00AB0762">
        <w:t xml:space="preserve"> </w:t>
      </w:r>
      <w:r w:rsidR="00E656BD" w:rsidRPr="00AB0762">
        <w:t xml:space="preserve">se nemůže zprostit odpovědnosti vůči </w:t>
      </w:r>
      <w:r w:rsidR="007C5DA2">
        <w:t>k</w:t>
      </w:r>
      <w:r>
        <w:t xml:space="preserve">upujícímu </w:t>
      </w:r>
      <w:r w:rsidR="00E656BD" w:rsidRPr="00AB0762">
        <w:t xml:space="preserve">poukazem na případné nesplnění povinností třetí osobou. </w:t>
      </w:r>
    </w:p>
    <w:p w:rsidR="009D165A" w:rsidRDefault="009D165A" w:rsidP="00E656BD">
      <w:pPr>
        <w:pStyle w:val="02-ODST-2"/>
        <w:tabs>
          <w:tab w:val="clear" w:pos="1080"/>
        </w:tabs>
        <w:ind w:firstLine="0"/>
        <w:rPr>
          <w:rStyle w:val="Hypertextovodkaz"/>
        </w:rPr>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4" w:history="1">
        <w:r w:rsidRPr="00E80316">
          <w:rPr>
            <w:rStyle w:val="Hypertextovodkaz"/>
          </w:rPr>
          <w:t>www.ceproas.cz</w:t>
        </w:r>
      </w:hyperlink>
      <w:r w:rsidR="00B877BD">
        <w:rPr>
          <w:rStyle w:val="Hypertextovodkaz"/>
        </w:rPr>
        <w:t>.</w:t>
      </w:r>
    </w:p>
    <w:p w:rsidR="00B877BD" w:rsidRDefault="00B877BD" w:rsidP="00B877BD">
      <w:pPr>
        <w:pStyle w:val="Odstavec2"/>
        <w:spacing w:before="120"/>
      </w:pPr>
      <w:r>
        <w:t>Kupující</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w:t>
      </w:r>
      <w:r w:rsidRPr="00DC5A02">
        <w:lastRenderedPageBreak/>
        <w:t>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mluvní strana povinna neprodleně oznámit druhé smluvní straně bez ohledu a nad rámec splnění případné zákonné oznamovací povinnosti</w:t>
      </w:r>
      <w:r>
        <w:t>.</w:t>
      </w:r>
    </w:p>
    <w:p w:rsidR="00B877BD" w:rsidRDefault="00B877BD" w:rsidP="00B877BD">
      <w:pPr>
        <w:pStyle w:val="Odstavec2"/>
        <w:spacing w:before="120"/>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r>
        <w:t>.</w:t>
      </w:r>
    </w:p>
    <w:p w:rsidR="00B877BD" w:rsidRDefault="00B877BD" w:rsidP="00B877BD">
      <w:pPr>
        <w:pStyle w:val="Odstavec2"/>
        <w:spacing w:before="120"/>
      </w:pPr>
      <w:r>
        <w:t>Prodávající</w:t>
      </w:r>
      <w:r w:rsidRPr="004C1FCD">
        <w:t xml:space="preserve"> se touto Smlouvou zavazuje a prohlašuje, že naplňuje a bude po celou dobu trvání této Smlouvy dodržovat a </w:t>
      </w:r>
      <w:r w:rsidRPr="00B55775">
        <w:t xml:space="preserve">splňovat kritéria a standardy chování v obchodním styku specifikované a </w:t>
      </w:r>
      <w:r>
        <w:t>kupujícím</w:t>
      </w:r>
      <w:r w:rsidRPr="00B55775">
        <w:t xml:space="preserve"> uveřejněné na adrese</w:t>
      </w:r>
      <w:r w:rsidRPr="00E94E9B">
        <w:rPr>
          <w:color w:val="1F497D"/>
        </w:rPr>
        <w:t xml:space="preserve"> </w:t>
      </w:r>
      <w:hyperlink r:id="rId15" w:history="1">
        <w:r w:rsidRPr="00D83A9E">
          <w:t>https://www.ceproas.cz/vyberova-rizeni</w:t>
        </w:r>
      </w:hyperlink>
      <w:r>
        <w:t>.</w:t>
      </w:r>
    </w:p>
    <w:p w:rsidR="00B877BD" w:rsidRDefault="00B877BD" w:rsidP="00B877BD">
      <w:pPr>
        <w:pStyle w:val="Odstavec2"/>
        <w:spacing w:before="120"/>
      </w:pPr>
      <w:r>
        <w:t xml:space="preserve">Kupující </w:t>
      </w:r>
      <w:r w:rsidRPr="00922B56">
        <w:t xml:space="preserve">pro účely plnění </w:t>
      </w:r>
      <w:r>
        <w:t>S</w:t>
      </w:r>
      <w:r w:rsidRPr="00922B56">
        <w:t xml:space="preserve">mlouvy s </w:t>
      </w:r>
      <w:r>
        <w:t>prodávajícím</w:t>
      </w:r>
      <w:r w:rsidRPr="00922B56">
        <w:t xml:space="preserve">, případně pro účely ochrany oprávněných zájmů </w:t>
      </w:r>
      <w:r>
        <w:t>kupujícího</w:t>
      </w:r>
      <w:r w:rsidRPr="00922B56">
        <w:t xml:space="preserve"> zpracovává osobní údaje </w:t>
      </w:r>
      <w:r>
        <w:t>prodávajícího</w:t>
      </w:r>
      <w:r w:rsidRPr="00922B56">
        <w:t xml:space="preserve">, je-li tento fyzickou osobou, případně jeho zástupců/zaměstnanců. Bližší informace o tomto zpracování včetně práv </w:t>
      </w:r>
      <w:r>
        <w:t>prodávajícího</w:t>
      </w:r>
      <w:r w:rsidRPr="00922B56">
        <w:t xml:space="preserve"> jako subjektu údajů jsou uveřejněny na </w:t>
      </w:r>
      <w:hyperlink r:id="rId16" w:history="1">
        <w:r w:rsidRPr="007B61BD">
          <w:rPr>
            <w:rStyle w:val="Hypertextovodkaz"/>
          </w:rPr>
          <w:t>www.ceproas.cz</w:t>
        </w:r>
      </w:hyperlink>
      <w:r>
        <w:t xml:space="preserve"> </w:t>
      </w:r>
      <w:r w:rsidRPr="00922B56">
        <w:t>v sekci Ochrana osobních údajů</w:t>
      </w:r>
      <w:r>
        <w:t>.</w:t>
      </w:r>
    </w:p>
    <w:p w:rsidR="00B877BD" w:rsidRDefault="00B877BD" w:rsidP="00B877BD">
      <w:pPr>
        <w:pStyle w:val="Odstavec2"/>
        <w:spacing w:before="120"/>
      </w:pPr>
      <w:r>
        <w:t>Prodávající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prodávajícího a</w:t>
      </w:r>
      <w:r w:rsidRPr="002D08B9">
        <w:t xml:space="preserve"> jdou k tíži </w:t>
      </w:r>
      <w:r>
        <w:t>prodávajícího</w:t>
      </w:r>
      <w:r w:rsidRPr="002D08B9">
        <w:t xml:space="preserve"> a </w:t>
      </w:r>
      <w:r>
        <w:t>prodávající</w:t>
      </w:r>
      <w:r w:rsidRPr="002D08B9">
        <w:t xml:space="preserve"> se nemůže zprostit odpovědnosti vůči </w:t>
      </w:r>
      <w:r>
        <w:t>kupujícímu</w:t>
      </w:r>
      <w:r w:rsidRPr="002D08B9">
        <w:t xml:space="preserve"> poukazem na případné nesplnění povinností třetí osobou</w:t>
      </w:r>
      <w:r>
        <w:t>.</w:t>
      </w:r>
    </w:p>
    <w:p w:rsidR="00E656BD" w:rsidRDefault="00910241" w:rsidP="00424E60">
      <w:pPr>
        <w:pStyle w:val="02-ODST-2"/>
        <w:numPr>
          <w:ilvl w:val="1"/>
          <w:numId w:val="1"/>
        </w:numPr>
        <w:tabs>
          <w:tab w:val="num" w:pos="1080"/>
        </w:tabs>
        <w:ind w:left="567"/>
        <w:rPr>
          <w:rFonts w:cs="Arial"/>
        </w:rPr>
      </w:pPr>
      <w:r>
        <w:rPr>
          <w:rFonts w:cs="Arial"/>
        </w:rPr>
        <w:t>Prodávající</w:t>
      </w:r>
      <w:r w:rsidRPr="00AB0762">
        <w:rPr>
          <w:rFonts w:cs="Arial"/>
        </w:rPr>
        <w:t xml:space="preserve"> </w:t>
      </w:r>
      <w:r w:rsidR="00E656BD" w:rsidRPr="00AB0762">
        <w:rPr>
          <w:rFonts w:cs="Arial"/>
        </w:rPr>
        <w:t xml:space="preserve">odpovídá </w:t>
      </w:r>
      <w:r w:rsidR="007C5DA2">
        <w:rPr>
          <w:rFonts w:cs="Arial"/>
        </w:rPr>
        <w:t>k</w:t>
      </w:r>
      <w:r>
        <w:rPr>
          <w:rFonts w:cs="Arial"/>
        </w:rPr>
        <w:t>upujícímu</w:t>
      </w:r>
      <w:r w:rsidRPr="00AB0762">
        <w:rPr>
          <w:rFonts w:cs="Arial"/>
        </w:rPr>
        <w:t xml:space="preserve"> </w:t>
      </w:r>
      <w:r w:rsidR="00E656BD" w:rsidRPr="00AB0762">
        <w:rPr>
          <w:rFonts w:cs="Arial"/>
        </w:rPr>
        <w:t>za splnění veškerýc</w:t>
      </w:r>
      <w:r w:rsidR="007C5DA2">
        <w:rPr>
          <w:rFonts w:cs="Arial"/>
        </w:rPr>
        <w:t>h povinností plynoucích z této s</w:t>
      </w:r>
      <w:r w:rsidR="00E656BD" w:rsidRPr="00AB0762">
        <w:rPr>
          <w:rFonts w:cs="Arial"/>
        </w:rPr>
        <w:t xml:space="preserve">mlouvy a dílčích smluv a veškeré důsledky vzniklé porušením některé povinnosti </w:t>
      </w:r>
      <w:r w:rsidR="007C5DA2">
        <w:rPr>
          <w:rFonts w:cs="Arial"/>
        </w:rPr>
        <w:t>p</w:t>
      </w:r>
      <w:r w:rsidR="00E34C9D">
        <w:rPr>
          <w:rFonts w:cs="Arial"/>
        </w:rPr>
        <w:t>rodávajícího</w:t>
      </w:r>
      <w:r w:rsidR="00E34C9D" w:rsidRPr="00AB0762">
        <w:rPr>
          <w:rFonts w:cs="Arial"/>
        </w:rPr>
        <w:t xml:space="preserve"> </w:t>
      </w:r>
      <w:r w:rsidR="00E656BD" w:rsidRPr="00AB0762">
        <w:rPr>
          <w:rFonts w:cs="Arial"/>
        </w:rPr>
        <w:t xml:space="preserve">jdou k tíži </w:t>
      </w:r>
      <w:r w:rsidR="007C5DA2">
        <w:rPr>
          <w:rFonts w:cs="Arial"/>
        </w:rPr>
        <w:t>p</w:t>
      </w:r>
      <w:r w:rsidR="00E34C9D">
        <w:rPr>
          <w:rFonts w:cs="Arial"/>
        </w:rPr>
        <w:t>rodávajícího</w:t>
      </w:r>
      <w:r w:rsidR="00E34C9D" w:rsidRPr="00AB0762">
        <w:rPr>
          <w:rFonts w:cs="Arial"/>
        </w:rPr>
        <w:t xml:space="preserve"> </w:t>
      </w:r>
      <w:r w:rsidR="00E656BD" w:rsidRPr="00AB0762">
        <w:rPr>
          <w:rFonts w:cs="Arial"/>
        </w:rPr>
        <w:t xml:space="preserve">a </w:t>
      </w:r>
      <w:r w:rsidR="007C5DA2">
        <w:rPr>
          <w:rFonts w:cs="Arial"/>
        </w:rPr>
        <w:t>p</w:t>
      </w:r>
      <w:r w:rsidR="00E34C9D">
        <w:rPr>
          <w:rFonts w:cs="Arial"/>
        </w:rPr>
        <w:t>rodávající</w:t>
      </w:r>
      <w:r w:rsidR="00E34C9D" w:rsidRPr="00AB0762">
        <w:rPr>
          <w:rFonts w:cs="Arial"/>
        </w:rPr>
        <w:t xml:space="preserve"> </w:t>
      </w:r>
      <w:r w:rsidR="00E656BD" w:rsidRPr="00AB0762">
        <w:rPr>
          <w:rFonts w:cs="Arial"/>
        </w:rPr>
        <w:t xml:space="preserve">se nemůže zprostit odpovědnosti vůči </w:t>
      </w:r>
      <w:r w:rsidR="007C5DA2">
        <w:rPr>
          <w:rFonts w:cs="Arial"/>
        </w:rPr>
        <w:t>k</w:t>
      </w:r>
      <w:r w:rsidR="00E34C9D">
        <w:rPr>
          <w:rFonts w:cs="Arial"/>
        </w:rPr>
        <w:t>upujícímu</w:t>
      </w:r>
      <w:r w:rsidR="00E34C9D" w:rsidRPr="00AB0762">
        <w:rPr>
          <w:rFonts w:cs="Arial"/>
        </w:rPr>
        <w:t xml:space="preserve"> </w:t>
      </w:r>
      <w:r w:rsidR="00E656BD" w:rsidRPr="00AB0762">
        <w:rPr>
          <w:rFonts w:cs="Arial"/>
        </w:rPr>
        <w:t>poukazem na případné nesplnění povinností třetí osobou.</w:t>
      </w:r>
    </w:p>
    <w:p w:rsidR="00E656BD" w:rsidRDefault="00E34C9D" w:rsidP="00424E60">
      <w:pPr>
        <w:pStyle w:val="02-ODST-2"/>
        <w:numPr>
          <w:ilvl w:val="1"/>
          <w:numId w:val="1"/>
        </w:numPr>
        <w:tabs>
          <w:tab w:val="num" w:pos="1080"/>
        </w:tabs>
        <w:ind w:left="567"/>
        <w:rPr>
          <w:rFonts w:cs="Arial"/>
        </w:rPr>
      </w:pPr>
      <w:r>
        <w:rPr>
          <w:rFonts w:cs="Arial"/>
        </w:rPr>
        <w:t>Prodávající</w:t>
      </w:r>
      <w:r w:rsidRPr="00AB0762">
        <w:rPr>
          <w:rFonts w:cs="Arial"/>
        </w:rPr>
        <w:t xml:space="preserve"> </w:t>
      </w:r>
      <w:r w:rsidR="00E656BD" w:rsidRPr="00AB0762">
        <w:rPr>
          <w:rFonts w:cs="Arial"/>
        </w:rPr>
        <w:t xml:space="preserve">je povinen </w:t>
      </w:r>
      <w:r w:rsidR="007C5DA2">
        <w:rPr>
          <w:rFonts w:cs="Arial"/>
        </w:rPr>
        <w:t>k</w:t>
      </w:r>
      <w:r>
        <w:rPr>
          <w:rFonts w:cs="Arial"/>
        </w:rPr>
        <w:t>upujícímu</w:t>
      </w:r>
      <w:r w:rsidRPr="00AB0762">
        <w:rPr>
          <w:rFonts w:cs="Arial"/>
        </w:rPr>
        <w:t xml:space="preserve"> </w:t>
      </w:r>
      <w:r w:rsidR="00E656BD" w:rsidRPr="00AB0762">
        <w:rPr>
          <w:rFonts w:cs="Arial"/>
        </w:rPr>
        <w:t>nahradit újmu vzni</w:t>
      </w:r>
      <w:r w:rsidR="007C5DA2">
        <w:rPr>
          <w:rFonts w:cs="Arial"/>
        </w:rPr>
        <w:t>klou při plnění této s</w:t>
      </w:r>
      <w:r w:rsidR="00E656BD" w:rsidRPr="00AB0762">
        <w:rPr>
          <w:rFonts w:cs="Arial"/>
        </w:rPr>
        <w:t>mlouvy a dílčích smluv a v souvislosti s ní nesplněním závazku či porušení</w:t>
      </w:r>
      <w:r w:rsidR="007C5DA2">
        <w:rPr>
          <w:rFonts w:cs="Arial"/>
        </w:rPr>
        <w:t>m povinnosti plynoucích z této s</w:t>
      </w:r>
      <w:r w:rsidR="00E656BD" w:rsidRPr="00AB0762">
        <w:rPr>
          <w:rFonts w:cs="Arial"/>
        </w:rPr>
        <w:t xml:space="preserve">mlouvy </w:t>
      </w:r>
      <w:r w:rsidR="00E656BD" w:rsidRPr="00457ACC">
        <w:rPr>
          <w:rFonts w:cs="Arial"/>
        </w:rPr>
        <w:t xml:space="preserve">a/nebo dílčí smlouvy. Pro náhradu majetkové a nemajetkové újmy se užijí příslušná ustanovení platné legislativy, nebude-li mezi </w:t>
      </w:r>
      <w:r w:rsidR="007C5DA2">
        <w:rPr>
          <w:rFonts w:cs="Arial"/>
        </w:rPr>
        <w:t>s</w:t>
      </w:r>
      <w:r w:rsidR="00E656BD">
        <w:rPr>
          <w:rFonts w:cs="Arial"/>
        </w:rPr>
        <w:t xml:space="preserve">mluvními </w:t>
      </w:r>
      <w:r w:rsidR="00E656BD" w:rsidRPr="00457ACC">
        <w:rPr>
          <w:rFonts w:cs="Arial"/>
        </w:rPr>
        <w:t>stranami výslovně dohodnuto jinak.</w:t>
      </w:r>
    </w:p>
    <w:p w:rsidR="00E656BD" w:rsidRDefault="00E656BD" w:rsidP="00424E60">
      <w:pPr>
        <w:pStyle w:val="02-ODST-2"/>
        <w:numPr>
          <w:ilvl w:val="1"/>
          <w:numId w:val="1"/>
        </w:numPr>
        <w:tabs>
          <w:tab w:val="num" w:pos="1080"/>
        </w:tabs>
        <w:ind w:left="567"/>
        <w:rPr>
          <w:rFonts w:cs="Arial"/>
        </w:rPr>
      </w:pPr>
      <w:r w:rsidRPr="00457ACC">
        <w:rPr>
          <w:rFonts w:cs="Arial"/>
        </w:rPr>
        <w:t>Smluvní strany se zavazují zachovávat mlčenlivost o veškerých informacích, které budou označeny za důvěrné informace.</w:t>
      </w:r>
    </w:p>
    <w:p w:rsidR="001E0367" w:rsidRDefault="001E0367" w:rsidP="00424E60">
      <w:pPr>
        <w:pStyle w:val="02-ODST-2"/>
        <w:numPr>
          <w:ilvl w:val="1"/>
          <w:numId w:val="1"/>
        </w:numPr>
        <w:tabs>
          <w:tab w:val="num" w:pos="1080"/>
        </w:tabs>
        <w:ind w:left="567"/>
        <w:rPr>
          <w:rFonts w:cs="Arial"/>
        </w:rPr>
      </w:pPr>
      <w:r>
        <w:t>Zhotovitel prohlašuje, že veřejný funkcionář uvedený v </w:t>
      </w:r>
      <w:proofErr w:type="spellStart"/>
      <w:r>
        <w:t>ust</w:t>
      </w:r>
      <w:proofErr w:type="spellEnd"/>
      <w:r>
        <w:t xml:space="preserve">. § 2 odst. 1 písm. c) zákona č. 159/2006 Sb., o střetu zájmů, ve znění účinném ke </w:t>
      </w:r>
      <w:r w:rsidRPr="001E0367">
        <w:t xml:space="preserve">dni </w:t>
      </w:r>
      <w:r>
        <w:t>uzavření</w:t>
      </w:r>
      <w:r w:rsidRPr="001E0367">
        <w:t xml:space="preserve"> Smlouvy (dále</w:t>
      </w:r>
      <w:r>
        <w:t xml:space="preserve"> jen „</w:t>
      </w:r>
      <w:r w:rsidRPr="00B877BD">
        <w:rPr>
          <w:b/>
        </w:rPr>
        <w:t>ZSZ</w:t>
      </w:r>
      <w:r>
        <w:t>“), nebo jím ovládaná osoba v Prodávajícím nevlastní podíl představující alespoň 25 % účasti společníka</w:t>
      </w:r>
    </w:p>
    <w:p w:rsidR="00B877BD" w:rsidRDefault="00B877BD" w:rsidP="001E0367">
      <w:pPr>
        <w:pStyle w:val="02-ODST-2"/>
        <w:tabs>
          <w:tab w:val="clear" w:pos="1080"/>
          <w:tab w:val="num" w:pos="1440"/>
        </w:tabs>
        <w:ind w:firstLine="0"/>
        <w:rPr>
          <w:rFonts w:cs="Arial"/>
        </w:rPr>
      </w:pPr>
      <w:r w:rsidRPr="00206F6C">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p>
    <w:p w:rsidR="00E656BD" w:rsidRDefault="00E656BD" w:rsidP="00D542F4">
      <w:pPr>
        <w:pStyle w:val="lnek"/>
        <w:keepNext/>
        <w:numPr>
          <w:ilvl w:val="0"/>
          <w:numId w:val="1"/>
        </w:numPr>
        <w:ind w:left="1163"/>
        <w:rPr>
          <w:rFonts w:cs="Arial"/>
          <w:iCs/>
        </w:rPr>
      </w:pPr>
      <w:r w:rsidRPr="00457ACC">
        <w:rPr>
          <w:rFonts w:cs="Arial"/>
          <w:iCs/>
        </w:rPr>
        <w:t>Trvání smlouvy a závěrečná ujednání</w:t>
      </w:r>
    </w:p>
    <w:p w:rsidR="00E34C9D" w:rsidRPr="00EB4CE7" w:rsidRDefault="00821FFC" w:rsidP="00424E60">
      <w:pPr>
        <w:pStyle w:val="Odstavec2"/>
        <w:numPr>
          <w:ilvl w:val="1"/>
          <w:numId w:val="1"/>
        </w:numPr>
        <w:tabs>
          <w:tab w:val="num" w:pos="1080"/>
        </w:tabs>
        <w:ind w:left="567"/>
        <w:rPr>
          <w:rFonts w:cs="Arial"/>
          <w:iCs/>
        </w:rPr>
      </w:pPr>
      <w:r>
        <w:rPr>
          <w:rFonts w:cs="Arial"/>
          <w:iCs/>
        </w:rPr>
        <w:t>Tato s</w:t>
      </w:r>
      <w:r w:rsidR="00E34C9D" w:rsidRPr="00787D58">
        <w:rPr>
          <w:rFonts w:cs="Arial"/>
          <w:iCs/>
        </w:rPr>
        <w:t xml:space="preserve">mlouva </w:t>
      </w:r>
      <w:r w:rsidR="00E34C9D" w:rsidRPr="002411E1">
        <w:rPr>
          <w:rFonts w:cs="Arial"/>
          <w:iCs/>
        </w:rPr>
        <w:t xml:space="preserve">se uzavírá na dobu určitou, a to </w:t>
      </w:r>
      <w:r w:rsidR="00E34C9D" w:rsidRPr="002411E1">
        <w:rPr>
          <w:rFonts w:cs="Arial"/>
          <w:b/>
          <w:iCs/>
        </w:rPr>
        <w:t xml:space="preserve">do </w:t>
      </w:r>
      <w:r w:rsidR="00E34C9D" w:rsidRPr="0037625A">
        <w:rPr>
          <w:rFonts w:cs="Arial"/>
          <w:b/>
          <w:iCs/>
        </w:rPr>
        <w:t>31. 12. 20</w:t>
      </w:r>
      <w:r w:rsidR="00E2746B" w:rsidRPr="0037625A">
        <w:rPr>
          <w:rFonts w:cs="Arial"/>
          <w:b/>
          <w:iCs/>
        </w:rPr>
        <w:t>2</w:t>
      </w:r>
      <w:r w:rsidR="00D676FD">
        <w:rPr>
          <w:rFonts w:cs="Arial"/>
          <w:b/>
          <w:iCs/>
        </w:rPr>
        <w:t>4</w:t>
      </w:r>
      <w:r w:rsidR="00BD795B">
        <w:rPr>
          <w:rFonts w:cs="Arial"/>
          <w:b/>
          <w:iCs/>
        </w:rPr>
        <w:t xml:space="preserve">. </w:t>
      </w:r>
      <w:r w:rsidR="00E34C9D" w:rsidRPr="002411E1">
        <w:rPr>
          <w:rFonts w:cs="Arial"/>
          <w:iCs/>
        </w:rPr>
        <w:t>Tím není dotčena platnost ani účinnost dílčích smluv, které byly uzavřeny před uplynutím této doby.</w:t>
      </w:r>
    </w:p>
    <w:p w:rsidR="00E34C9D" w:rsidRPr="00C523BA" w:rsidRDefault="00B85895" w:rsidP="00424E60">
      <w:pPr>
        <w:pStyle w:val="Odstavec3"/>
        <w:numPr>
          <w:ilvl w:val="2"/>
          <w:numId w:val="1"/>
        </w:numPr>
      </w:pPr>
      <w:r w:rsidRPr="002E0183">
        <w:t xml:space="preserve">Tato Smlouva nabývá platnosti </w:t>
      </w:r>
      <w:r>
        <w:t xml:space="preserve">a účinnosti </w:t>
      </w:r>
      <w:r w:rsidRPr="002E0183">
        <w:t>dnem jejího podpisu oběma Smluvními stranami</w:t>
      </w:r>
      <w:r>
        <w:t>, nestanoví-li obecně závazný právní předpis jinak.</w:t>
      </w:r>
    </w:p>
    <w:p w:rsidR="00E656BD" w:rsidRPr="00457ACC" w:rsidRDefault="00D8222F" w:rsidP="00424E60">
      <w:pPr>
        <w:pStyle w:val="Odstavec2"/>
        <w:numPr>
          <w:ilvl w:val="1"/>
          <w:numId w:val="1"/>
        </w:numPr>
        <w:tabs>
          <w:tab w:val="num" w:pos="1080"/>
        </w:tabs>
        <w:ind w:left="567"/>
        <w:rPr>
          <w:rFonts w:cs="Arial"/>
        </w:rPr>
      </w:pPr>
      <w:r>
        <w:rPr>
          <w:rFonts w:cs="Arial"/>
          <w:iCs/>
        </w:rPr>
        <w:t>Tato s</w:t>
      </w:r>
      <w:r w:rsidR="00E656BD" w:rsidRPr="00457ACC">
        <w:rPr>
          <w:rFonts w:cs="Arial"/>
          <w:iCs/>
        </w:rPr>
        <w:t xml:space="preserve">mlouva může být ukončena písemnou dohodou </w:t>
      </w:r>
      <w:r>
        <w:rPr>
          <w:rFonts w:cs="Arial"/>
          <w:iCs/>
        </w:rPr>
        <w:t>s</w:t>
      </w:r>
      <w:r w:rsidR="00E656BD" w:rsidRPr="00457ACC">
        <w:rPr>
          <w:rFonts w:cs="Arial"/>
          <w:iCs/>
        </w:rPr>
        <w:t xml:space="preserve">mluvních stran nebo </w:t>
      </w:r>
      <w:r w:rsidR="00E656BD">
        <w:rPr>
          <w:rFonts w:cs="Arial"/>
          <w:iCs/>
        </w:rPr>
        <w:t>jednostra</w:t>
      </w:r>
      <w:r>
        <w:rPr>
          <w:rFonts w:cs="Arial"/>
          <w:iCs/>
        </w:rPr>
        <w:t>nným právním jednáním jedné ze s</w:t>
      </w:r>
      <w:r w:rsidR="00E656BD">
        <w:rPr>
          <w:rFonts w:cs="Arial"/>
          <w:iCs/>
        </w:rPr>
        <w:t>mluvních stran</w:t>
      </w:r>
      <w:r w:rsidR="00E656BD" w:rsidRPr="00457ACC">
        <w:rPr>
          <w:rFonts w:cs="Arial"/>
          <w:iCs/>
        </w:rPr>
        <w:t>.</w:t>
      </w:r>
    </w:p>
    <w:p w:rsidR="00E656BD" w:rsidRPr="00457ACC" w:rsidRDefault="00E34C9D" w:rsidP="00424E60">
      <w:pPr>
        <w:pStyle w:val="Odstavec2"/>
        <w:numPr>
          <w:ilvl w:val="1"/>
          <w:numId w:val="1"/>
        </w:numPr>
        <w:tabs>
          <w:tab w:val="num" w:pos="1080"/>
        </w:tabs>
        <w:ind w:left="567"/>
        <w:rPr>
          <w:rFonts w:cs="Arial"/>
        </w:rPr>
      </w:pPr>
      <w:r>
        <w:rPr>
          <w:rFonts w:cs="Arial"/>
          <w:iCs/>
        </w:rPr>
        <w:t>Kupující</w:t>
      </w:r>
      <w:r w:rsidRPr="00457ACC">
        <w:rPr>
          <w:rFonts w:cs="Arial"/>
          <w:iCs/>
        </w:rPr>
        <w:t xml:space="preserve"> </w:t>
      </w:r>
      <w:r w:rsidR="00D8222F">
        <w:rPr>
          <w:rFonts w:cs="Arial"/>
          <w:iCs/>
        </w:rPr>
        <w:t>může vypovědět tuto s</w:t>
      </w:r>
      <w:r w:rsidR="00E656BD" w:rsidRPr="00457ACC">
        <w:rPr>
          <w:rFonts w:cs="Arial"/>
          <w:iCs/>
        </w:rPr>
        <w:t xml:space="preserve">mlouvu i bez udání důvodu, a to s účinností okamžikem doručení písemné výpovědi </w:t>
      </w:r>
      <w:r w:rsidR="00D8222F">
        <w:rPr>
          <w:rFonts w:cs="Arial"/>
          <w:iCs/>
        </w:rPr>
        <w:t>p</w:t>
      </w:r>
      <w:r>
        <w:rPr>
          <w:rFonts w:cs="Arial"/>
          <w:iCs/>
        </w:rPr>
        <w:t>rodávají</w:t>
      </w:r>
      <w:r w:rsidR="00047405">
        <w:rPr>
          <w:rFonts w:cs="Arial"/>
          <w:iCs/>
        </w:rPr>
        <w:t>c</w:t>
      </w:r>
      <w:r>
        <w:rPr>
          <w:rFonts w:cs="Arial"/>
          <w:iCs/>
        </w:rPr>
        <w:t xml:space="preserve">ímu </w:t>
      </w:r>
      <w:r w:rsidR="00E656BD" w:rsidRPr="00457ACC">
        <w:rPr>
          <w:rFonts w:cs="Arial"/>
          <w:iCs/>
        </w:rPr>
        <w:t>na adre</w:t>
      </w:r>
      <w:r w:rsidR="00D8222F">
        <w:rPr>
          <w:rFonts w:cs="Arial"/>
          <w:iCs/>
        </w:rPr>
        <w:t>su jeho sídla uvedeného v této s</w:t>
      </w:r>
      <w:r w:rsidR="00E656BD" w:rsidRPr="00457ACC">
        <w:rPr>
          <w:rFonts w:cs="Arial"/>
          <w:iCs/>
        </w:rPr>
        <w:t>mlouvě.</w:t>
      </w:r>
    </w:p>
    <w:p w:rsidR="00E656BD" w:rsidRPr="00457ACC" w:rsidRDefault="00E34C9D" w:rsidP="00424E60">
      <w:pPr>
        <w:pStyle w:val="Odstavec2"/>
        <w:numPr>
          <w:ilvl w:val="1"/>
          <w:numId w:val="1"/>
        </w:numPr>
        <w:tabs>
          <w:tab w:val="num" w:pos="1080"/>
        </w:tabs>
        <w:ind w:left="567"/>
        <w:rPr>
          <w:rFonts w:cs="Arial"/>
        </w:rPr>
      </w:pPr>
      <w:r>
        <w:rPr>
          <w:rFonts w:cs="Arial"/>
          <w:bCs/>
        </w:rPr>
        <w:t>Kupující</w:t>
      </w:r>
      <w:r w:rsidRPr="00457ACC">
        <w:rPr>
          <w:rFonts w:cs="Arial"/>
          <w:bCs/>
        </w:rPr>
        <w:t xml:space="preserve"> </w:t>
      </w:r>
      <w:r w:rsidR="00D8222F">
        <w:rPr>
          <w:rFonts w:cs="Arial"/>
          <w:bCs/>
        </w:rPr>
        <w:t>je oprávněn odstoupit od této s</w:t>
      </w:r>
      <w:r w:rsidR="00E656BD" w:rsidRPr="00457ACC">
        <w:rPr>
          <w:rFonts w:cs="Arial"/>
          <w:bCs/>
        </w:rPr>
        <w:t>mlouvy, kromě z důvodů uvedených zákonem, také z důvodu:</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bezdůvodné </w:t>
      </w:r>
      <w:r w:rsidR="00047405">
        <w:rPr>
          <w:rFonts w:cs="Arial"/>
        </w:rPr>
        <w:t>odmítnutí uzavřít dílčí smlouvu;</w:t>
      </w:r>
    </w:p>
    <w:p w:rsidR="00E656BD" w:rsidRPr="00457ACC" w:rsidRDefault="001D6143" w:rsidP="00424E60">
      <w:pPr>
        <w:pStyle w:val="05-ODST-3"/>
        <w:numPr>
          <w:ilvl w:val="2"/>
          <w:numId w:val="9"/>
        </w:numPr>
        <w:tabs>
          <w:tab w:val="clear" w:pos="1134"/>
          <w:tab w:val="left" w:pos="851"/>
        </w:tabs>
        <w:ind w:left="851" w:hanging="284"/>
        <w:rPr>
          <w:rFonts w:cs="Arial"/>
        </w:rPr>
      </w:pPr>
      <w:r>
        <w:rPr>
          <w:rFonts w:cs="Arial"/>
        </w:rPr>
        <w:lastRenderedPageBreak/>
        <w:t>p</w:t>
      </w:r>
      <w:r w:rsidR="00E34C9D">
        <w:rPr>
          <w:rFonts w:cs="Arial"/>
        </w:rPr>
        <w:t>rodávající</w:t>
      </w:r>
      <w:r w:rsidR="00E34C9D" w:rsidRPr="00457ACC">
        <w:rPr>
          <w:rFonts w:cs="Arial"/>
        </w:rPr>
        <w:t xml:space="preserve"> </w:t>
      </w:r>
      <w:r w:rsidR="00047405">
        <w:rPr>
          <w:rFonts w:cs="Arial"/>
        </w:rPr>
        <w:t>vstoupí do likvidace nebo</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opakované n</w:t>
      </w:r>
      <w:r w:rsidR="001D6143">
        <w:rPr>
          <w:rFonts w:cs="Arial"/>
        </w:rPr>
        <w:t>edodržení podmínek stanovených s</w:t>
      </w:r>
      <w:r w:rsidRPr="00457ACC">
        <w:rPr>
          <w:rFonts w:cs="Arial"/>
        </w:rPr>
        <w:t>mlouvou;</w:t>
      </w:r>
    </w:p>
    <w:p w:rsidR="00E656BD" w:rsidRPr="00457ACC" w:rsidRDefault="001A5851" w:rsidP="00424E60">
      <w:pPr>
        <w:pStyle w:val="05-ODST-3"/>
        <w:numPr>
          <w:ilvl w:val="2"/>
          <w:numId w:val="9"/>
        </w:numPr>
        <w:tabs>
          <w:tab w:val="clear" w:pos="1134"/>
          <w:tab w:val="left" w:pos="851"/>
        </w:tabs>
        <w:ind w:left="851" w:hanging="284"/>
        <w:rPr>
          <w:rFonts w:cs="Arial"/>
        </w:rPr>
      </w:pPr>
      <w:r>
        <w:rPr>
          <w:rFonts w:cs="Arial"/>
        </w:rPr>
        <w:t>p</w:t>
      </w:r>
      <w:r w:rsidR="00E34C9D">
        <w:rPr>
          <w:rFonts w:cs="Arial"/>
        </w:rPr>
        <w:t>rodávajícímu</w:t>
      </w:r>
      <w:r w:rsidR="00E34C9D" w:rsidRPr="00457ACC">
        <w:rPr>
          <w:rFonts w:cs="Arial"/>
        </w:rPr>
        <w:t xml:space="preserve"> </w:t>
      </w:r>
      <w:r w:rsidR="00E656BD" w:rsidRPr="00457ACC">
        <w:rPr>
          <w:rFonts w:cs="Arial"/>
        </w:rPr>
        <w:t xml:space="preserve">zanikne živnostenské oprávnění dle zákona č. 455/1991 Sb., živnostenský zákon, ve znění pozdějších předpisů, nebo jiné oprávnění </w:t>
      </w:r>
      <w:r w:rsidR="00D8222F">
        <w:rPr>
          <w:rFonts w:cs="Arial"/>
        </w:rPr>
        <w:t>nezbytné pro řádné plnění této s</w:t>
      </w:r>
      <w:r w:rsidR="00E656BD" w:rsidRPr="00457ACC">
        <w:rPr>
          <w:rFonts w:cs="Arial"/>
        </w:rPr>
        <w:t>mlouvy</w:t>
      </w:r>
      <w:r w:rsidR="00E656BD">
        <w:rPr>
          <w:rFonts w:cs="Arial"/>
        </w:rPr>
        <w:t xml:space="preserve"> a dílčích smluv</w:t>
      </w:r>
      <w:r w:rsidR="00E656BD" w:rsidRPr="00457ACC">
        <w:rPr>
          <w:rFonts w:cs="Arial"/>
        </w:rPr>
        <w:t>;</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pravomocné odsouzení </w:t>
      </w:r>
      <w:r w:rsidR="00D8222F">
        <w:rPr>
          <w:rFonts w:cs="Arial"/>
        </w:rPr>
        <w:t>p</w:t>
      </w:r>
      <w:r w:rsidR="00E34C9D">
        <w:rPr>
          <w:rFonts w:cs="Arial"/>
        </w:rPr>
        <w:t>rodávajícího</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rsidR="00E656BD" w:rsidRPr="00457ACC" w:rsidRDefault="00E34C9D" w:rsidP="00424E60">
      <w:pPr>
        <w:pStyle w:val="Odstavec2"/>
        <w:numPr>
          <w:ilvl w:val="1"/>
          <w:numId w:val="1"/>
        </w:numPr>
        <w:tabs>
          <w:tab w:val="num" w:pos="1080"/>
        </w:tabs>
        <w:spacing w:before="120" w:after="0"/>
        <w:ind w:left="567"/>
        <w:rPr>
          <w:rFonts w:cs="Arial"/>
        </w:rPr>
      </w:pPr>
      <w:r>
        <w:rPr>
          <w:rFonts w:cs="Arial"/>
          <w:bCs/>
          <w:iCs/>
        </w:rPr>
        <w:t>Kupující</w:t>
      </w:r>
      <w:r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v </w:t>
      </w:r>
      <w:r w:rsidR="00E656BD" w:rsidRPr="00457ACC">
        <w:rPr>
          <w:rFonts w:cs="Arial"/>
          <w:bCs/>
          <w:iCs/>
        </w:rPr>
        <w:t>zákon</w:t>
      </w:r>
      <w:r w:rsidR="00E656BD">
        <w:rPr>
          <w:rFonts w:cs="Arial"/>
          <w:bCs/>
          <w:iCs/>
        </w:rPr>
        <w:t>ě č. 89/2012 Sb., občanský zákoník,</w:t>
      </w:r>
      <w:r w:rsidR="00E656BD" w:rsidRPr="00457ACC">
        <w:rPr>
          <w:rFonts w:cs="Arial"/>
          <w:bCs/>
          <w:iCs/>
        </w:rPr>
        <w:t xml:space="preserve"> a ze vše</w:t>
      </w:r>
      <w:r w:rsidR="008D1542">
        <w:rPr>
          <w:rFonts w:cs="Arial"/>
          <w:bCs/>
          <w:iCs/>
        </w:rPr>
        <w:t>ch důvodů uvedených v odst. 11.</w:t>
      </w:r>
      <w:r w:rsidR="001A5851">
        <w:rPr>
          <w:rFonts w:cs="Arial"/>
          <w:bCs/>
          <w:iCs/>
        </w:rPr>
        <w:t>4</w:t>
      </w:r>
      <w:r w:rsidR="00E656BD" w:rsidRPr="00457ACC">
        <w:rPr>
          <w:rFonts w:cs="Arial"/>
          <w:bCs/>
          <w:iCs/>
        </w:rPr>
        <w:t xml:space="preserve"> výše, také z důvodu</w:t>
      </w:r>
      <w:r w:rsidR="00E656BD" w:rsidRPr="00457ACC">
        <w:rPr>
          <w:rFonts w:cs="Arial"/>
          <w:iCs/>
        </w:rPr>
        <w:t>:</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bezdůvodné odmítnutí </w:t>
      </w:r>
      <w:r w:rsidR="00D8222F">
        <w:rPr>
          <w:rFonts w:cs="Arial"/>
        </w:rPr>
        <w:t>p</w:t>
      </w:r>
      <w:r w:rsidR="00047405">
        <w:rPr>
          <w:rFonts w:cs="Arial"/>
        </w:rPr>
        <w:t>rodáva</w:t>
      </w:r>
      <w:r w:rsidR="00E34C9D">
        <w:rPr>
          <w:rFonts w:cs="Arial"/>
        </w:rPr>
        <w:t xml:space="preserve">jícího </w:t>
      </w:r>
      <w:r w:rsidR="00047405">
        <w:rPr>
          <w:rFonts w:cs="Arial"/>
        </w:rPr>
        <w:t>dílčí smlouvu splnit;</w:t>
      </w:r>
    </w:p>
    <w:p w:rsidR="00E656BD"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prodlení </w:t>
      </w:r>
      <w:r w:rsidR="00D8222F">
        <w:rPr>
          <w:rFonts w:cs="Arial"/>
        </w:rPr>
        <w:t>p</w:t>
      </w:r>
      <w:r w:rsidR="00E34C9D">
        <w:rPr>
          <w:rFonts w:cs="Arial"/>
        </w:rPr>
        <w:t>rodávajícího</w:t>
      </w:r>
      <w:r w:rsidR="00E34C9D" w:rsidRPr="00457ACC">
        <w:rPr>
          <w:rFonts w:cs="Arial"/>
        </w:rPr>
        <w:t xml:space="preserve"> </w:t>
      </w:r>
      <w:r w:rsidR="00D8222F">
        <w:rPr>
          <w:rFonts w:cs="Arial"/>
        </w:rPr>
        <w:t>s dodáním p</w:t>
      </w:r>
      <w:r w:rsidR="00E34C9D">
        <w:rPr>
          <w:rFonts w:cs="Arial"/>
        </w:rPr>
        <w:t>ředmětu plnění</w:t>
      </w:r>
      <w:r w:rsidRPr="00457ACC">
        <w:rPr>
          <w:rFonts w:cs="Arial"/>
        </w:rPr>
        <w:t>.</w:t>
      </w:r>
    </w:p>
    <w:p w:rsidR="00E656BD" w:rsidRPr="00457ACC" w:rsidRDefault="00E34C9D" w:rsidP="00424E60">
      <w:pPr>
        <w:pStyle w:val="Odstavec2"/>
        <w:numPr>
          <w:ilvl w:val="1"/>
          <w:numId w:val="1"/>
        </w:numPr>
        <w:tabs>
          <w:tab w:val="num" w:pos="1080"/>
        </w:tabs>
        <w:spacing w:before="120"/>
        <w:ind w:left="567"/>
        <w:rPr>
          <w:rFonts w:cs="Arial"/>
        </w:rPr>
      </w:pPr>
      <w:r>
        <w:rPr>
          <w:rFonts w:cs="Arial"/>
        </w:rPr>
        <w:t>Prodávající</w:t>
      </w:r>
      <w:r w:rsidRPr="00457ACC">
        <w:rPr>
          <w:rFonts w:cs="Arial"/>
        </w:rPr>
        <w:t xml:space="preserve"> </w:t>
      </w:r>
      <w:r w:rsidR="00E656BD" w:rsidRPr="00457ACC">
        <w:rPr>
          <w:rFonts w:cs="Arial"/>
        </w:rPr>
        <w:t>je</w:t>
      </w:r>
      <w:r w:rsidR="00D8222F">
        <w:rPr>
          <w:rFonts w:cs="Arial"/>
        </w:rPr>
        <w:t xml:space="preserve"> oprávněn písemně odstoupit od s</w:t>
      </w:r>
      <w:r w:rsidR="00E656BD" w:rsidRPr="00457ACC">
        <w:rPr>
          <w:rFonts w:cs="Arial"/>
        </w:rPr>
        <w:t xml:space="preserve">mlouvy a/nebo od dílčí smlouvy, </w:t>
      </w:r>
      <w:r w:rsidR="001A5851">
        <w:rPr>
          <w:rFonts w:cs="Arial"/>
        </w:rPr>
        <w:t>kromě</w:t>
      </w:r>
      <w:r w:rsidR="00E656BD" w:rsidRPr="00457ACC">
        <w:rPr>
          <w:rFonts w:cs="Arial"/>
        </w:rPr>
        <w:t xml:space="preserve"> důvodů uvedených v zákoně č. 89/2012 Sb., občanský zákoník, v platném znění, též z důvodu:</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prodlení </w:t>
      </w:r>
      <w:r w:rsidR="00D8222F">
        <w:rPr>
          <w:rFonts w:cs="Arial"/>
        </w:rPr>
        <w:t>k</w:t>
      </w:r>
      <w:r w:rsidR="00E34C9D">
        <w:rPr>
          <w:rFonts w:cs="Arial"/>
        </w:rPr>
        <w:t>upujícího</w:t>
      </w:r>
      <w:r w:rsidR="00E34C9D" w:rsidRPr="00457ACC">
        <w:rPr>
          <w:rFonts w:cs="Arial"/>
        </w:rPr>
        <w:t xml:space="preserve"> </w:t>
      </w:r>
      <w:r w:rsidRPr="00457ACC">
        <w:rPr>
          <w:rFonts w:cs="Arial"/>
        </w:rPr>
        <w:t xml:space="preserve">s platbou za </w:t>
      </w:r>
      <w:r w:rsidR="00D8222F">
        <w:rPr>
          <w:rFonts w:cs="Arial"/>
        </w:rPr>
        <w:t>p</w:t>
      </w:r>
      <w:r w:rsidRPr="00457ACC">
        <w:rPr>
          <w:rFonts w:cs="Arial"/>
        </w:rPr>
        <w:t>ředmět plnění o více než 15 dnů</w:t>
      </w:r>
      <w:r w:rsidR="00047405">
        <w:rPr>
          <w:rFonts w:cs="Arial"/>
        </w:rPr>
        <w:t>;</w:t>
      </w:r>
    </w:p>
    <w:p w:rsidR="00E656BD" w:rsidRPr="00457ACC" w:rsidRDefault="00D8222F" w:rsidP="00424E60">
      <w:pPr>
        <w:pStyle w:val="05-ODST-3"/>
        <w:numPr>
          <w:ilvl w:val="2"/>
          <w:numId w:val="9"/>
        </w:numPr>
        <w:tabs>
          <w:tab w:val="clear" w:pos="1134"/>
          <w:tab w:val="left" w:pos="851"/>
        </w:tabs>
        <w:ind w:left="851" w:hanging="284"/>
        <w:rPr>
          <w:rFonts w:cs="Arial"/>
        </w:rPr>
      </w:pPr>
      <w:r>
        <w:rPr>
          <w:rFonts w:cs="Arial"/>
        </w:rPr>
        <w:t>k</w:t>
      </w:r>
      <w:r w:rsidR="00E34C9D">
        <w:rPr>
          <w:rFonts w:cs="Arial"/>
        </w:rPr>
        <w:t xml:space="preserve">upující </w:t>
      </w:r>
      <w:r w:rsidR="00E656BD" w:rsidRPr="00457ACC">
        <w:rPr>
          <w:rFonts w:cs="Arial"/>
        </w:rPr>
        <w:t xml:space="preserve">vstoupí do likvidace nebo </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rsidR="00E656BD" w:rsidRPr="00457ACC" w:rsidRDefault="00E656BD" w:rsidP="00424E60">
      <w:pPr>
        <w:pStyle w:val="05-ODST-3"/>
        <w:numPr>
          <w:ilvl w:val="2"/>
          <w:numId w:val="9"/>
        </w:numPr>
        <w:tabs>
          <w:tab w:val="clear" w:pos="1134"/>
          <w:tab w:val="left" w:pos="851"/>
        </w:tabs>
        <w:ind w:left="851" w:hanging="284"/>
        <w:rPr>
          <w:rFonts w:cs="Arial"/>
        </w:rPr>
      </w:pPr>
      <w:r w:rsidRPr="00457ACC">
        <w:rPr>
          <w:rFonts w:cs="Arial"/>
        </w:rPr>
        <w:t xml:space="preserve">pravomocné odsouzení </w:t>
      </w:r>
      <w:r w:rsidR="00D8222F">
        <w:rPr>
          <w:rFonts w:cs="Arial"/>
        </w:rPr>
        <w:t>k</w:t>
      </w:r>
      <w:r w:rsidR="00E04991">
        <w:rPr>
          <w:rFonts w:cs="Arial"/>
        </w:rPr>
        <w:t>upujícího</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rsidR="00E656BD" w:rsidRPr="00457ACC" w:rsidRDefault="00D8222F" w:rsidP="00424E60">
      <w:pPr>
        <w:pStyle w:val="Odstavec2"/>
        <w:numPr>
          <w:ilvl w:val="1"/>
          <w:numId w:val="1"/>
        </w:numPr>
        <w:tabs>
          <w:tab w:val="num" w:pos="1080"/>
        </w:tabs>
        <w:spacing w:before="120"/>
        <w:ind w:left="567"/>
        <w:rPr>
          <w:rFonts w:cs="Arial"/>
        </w:rPr>
      </w:pPr>
      <w:r>
        <w:rPr>
          <w:rFonts w:cs="Arial"/>
        </w:rPr>
        <w:t>Odstoupení od s</w:t>
      </w:r>
      <w:r w:rsidR="00E656BD" w:rsidRPr="00457ACC">
        <w:rPr>
          <w:rFonts w:cs="Arial"/>
        </w:rPr>
        <w:t xml:space="preserve">mlouvy/dílčí smlouvy je účinné dnem doručení písemného oznámení o odstoupení </w:t>
      </w:r>
      <w:r>
        <w:rPr>
          <w:rFonts w:cs="Arial"/>
        </w:rPr>
        <w:t>druhé s</w:t>
      </w:r>
      <w:r w:rsidR="00E656BD" w:rsidRPr="00457ACC">
        <w:rPr>
          <w:rFonts w:cs="Arial"/>
        </w:rPr>
        <w:t>mluvní straně.</w:t>
      </w:r>
    </w:p>
    <w:p w:rsidR="00E656BD" w:rsidRPr="00457ACC" w:rsidRDefault="00D8222F" w:rsidP="00424E60">
      <w:pPr>
        <w:pStyle w:val="Odstavec2"/>
        <w:numPr>
          <w:ilvl w:val="1"/>
          <w:numId w:val="1"/>
        </w:numPr>
        <w:tabs>
          <w:tab w:val="num" w:pos="1080"/>
        </w:tabs>
        <w:ind w:left="567"/>
        <w:rPr>
          <w:rFonts w:cs="Arial"/>
        </w:rPr>
      </w:pPr>
      <w:r>
        <w:rPr>
          <w:rFonts w:cs="Arial"/>
        </w:rPr>
        <w:t>Výpověď nebo odstoupení od s</w:t>
      </w:r>
      <w:r w:rsidR="00E656BD" w:rsidRPr="00457ACC">
        <w:rPr>
          <w:rFonts w:cs="Arial"/>
        </w:rPr>
        <w:t>mlouvy/dílčí smlouvy dle před</w:t>
      </w:r>
      <w:r w:rsidR="00F1482F">
        <w:rPr>
          <w:rFonts w:cs="Arial"/>
        </w:rPr>
        <w:t>chozích odstavců tohoto článku s</w:t>
      </w:r>
      <w:r w:rsidR="00E656BD" w:rsidRPr="00457ACC">
        <w:rPr>
          <w:rFonts w:cs="Arial"/>
        </w:rPr>
        <w:t>mlouvy musí být písemné a musí být doručeno</w:t>
      </w:r>
      <w:r w:rsidR="00185B62">
        <w:rPr>
          <w:rFonts w:cs="Arial"/>
        </w:rPr>
        <w:t xml:space="preserve"> </w:t>
      </w:r>
      <w:r w:rsidR="00F1482F">
        <w:rPr>
          <w:rFonts w:cs="Arial"/>
        </w:rPr>
        <w:t>na adresu druhé smluvní strany uvedené v této s</w:t>
      </w:r>
      <w:r w:rsidR="00E656BD" w:rsidRPr="00457ACC">
        <w:rPr>
          <w:rFonts w:cs="Arial"/>
        </w:rPr>
        <w:t xml:space="preserve">mlouvě nebo v dílčí smlouvě na adresu </w:t>
      </w:r>
      <w:r w:rsidR="00F1482F">
        <w:rPr>
          <w:rFonts w:cs="Arial"/>
        </w:rPr>
        <w:t>s</w:t>
      </w:r>
      <w:r w:rsidR="00E656BD"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E656BD" w:rsidRDefault="00E656BD" w:rsidP="00424E60">
      <w:pPr>
        <w:pStyle w:val="Odstavec2"/>
        <w:numPr>
          <w:ilvl w:val="1"/>
          <w:numId w:val="1"/>
        </w:numPr>
        <w:tabs>
          <w:tab w:val="num" w:pos="1080"/>
        </w:tabs>
        <w:ind w:left="567"/>
        <w:rPr>
          <w:rFonts w:cs="Arial"/>
        </w:rPr>
      </w:pPr>
      <w:r w:rsidRPr="00457ACC">
        <w:rPr>
          <w:rFonts w:cs="Arial"/>
        </w:rPr>
        <w:t xml:space="preserve">Výpovědí se tato </w:t>
      </w:r>
      <w:r w:rsidR="00F1482F">
        <w:rPr>
          <w:rFonts w:cs="Arial"/>
        </w:rPr>
        <w:t>s</w:t>
      </w:r>
      <w:r w:rsidRPr="00457ACC">
        <w:rPr>
          <w:rFonts w:cs="Arial"/>
        </w:rPr>
        <w:t xml:space="preserve">mlouva ruší s výjimkou ustanovení, z jejichž povahy vyplývá, že mají trvat i po skončení této </w:t>
      </w:r>
      <w:r w:rsidR="00F1482F">
        <w:rPr>
          <w:rFonts w:cs="Arial"/>
        </w:rPr>
        <w:t>s</w:t>
      </w:r>
      <w:r w:rsidRPr="00457ACC">
        <w:rPr>
          <w:rFonts w:cs="Arial"/>
        </w:rPr>
        <w:t>mlouvy.</w:t>
      </w:r>
    </w:p>
    <w:p w:rsidR="00E656BD" w:rsidRDefault="00E656BD" w:rsidP="00424E60">
      <w:pPr>
        <w:pStyle w:val="Odstavec2"/>
        <w:numPr>
          <w:ilvl w:val="1"/>
          <w:numId w:val="1"/>
        </w:numPr>
        <w:tabs>
          <w:tab w:val="num" w:pos="1080"/>
        </w:tabs>
        <w:ind w:left="567"/>
        <w:rPr>
          <w:rFonts w:cs="Arial"/>
        </w:rPr>
      </w:pPr>
      <w:r w:rsidRPr="00457ACC">
        <w:rPr>
          <w:rFonts w:cs="Arial"/>
          <w:iCs/>
        </w:rPr>
        <w:t>Smluvní strany se dohodly, že případná neplatno</w:t>
      </w:r>
      <w:r w:rsidR="00F1482F">
        <w:rPr>
          <w:rFonts w:cs="Arial"/>
          <w:iCs/>
        </w:rPr>
        <w:t>st některého z ustanovení této s</w:t>
      </w:r>
      <w:r w:rsidRPr="00457ACC">
        <w:rPr>
          <w:rFonts w:cs="Arial"/>
          <w:iCs/>
        </w:rPr>
        <w:t>mlouvy</w:t>
      </w:r>
      <w:r>
        <w:rPr>
          <w:rFonts w:cs="Arial"/>
          <w:iCs/>
        </w:rPr>
        <w:t xml:space="preserve"> a/nebo dílčí smlouvy</w:t>
      </w:r>
      <w:r w:rsidR="00F1482F">
        <w:rPr>
          <w:rFonts w:cs="Arial"/>
          <w:iCs/>
        </w:rPr>
        <w:t xml:space="preserve"> nezpůsobuje neplatnost celé s</w:t>
      </w:r>
      <w:r w:rsidRPr="00457ACC">
        <w:rPr>
          <w:rFonts w:cs="Arial"/>
          <w:iCs/>
        </w:rPr>
        <w:t xml:space="preserve">mlouvy </w:t>
      </w:r>
      <w:r>
        <w:rPr>
          <w:rFonts w:cs="Arial"/>
          <w:iCs/>
        </w:rPr>
        <w:t>a/nebo dílčí smlouvy</w:t>
      </w:r>
      <w:r w:rsidR="00F1482F">
        <w:rPr>
          <w:rFonts w:cs="Arial"/>
          <w:iCs/>
        </w:rPr>
        <w:t xml:space="preserve"> a s</w:t>
      </w:r>
      <w:r w:rsidRPr="00457ACC">
        <w:rPr>
          <w:rFonts w:cs="Arial"/>
          <w:iCs/>
        </w:rPr>
        <w:t>mluvní strany se zavazují nahradit taková ustanovení bez zbytečného odkladu novými ustanoveními zajišťujícími dosažení původního účelu zaniklého č</w:t>
      </w:r>
      <w:r w:rsidR="00F1482F">
        <w:rPr>
          <w:rFonts w:cs="Arial"/>
        </w:rPr>
        <w:t>i neplatného ustanovení této s</w:t>
      </w:r>
      <w:r w:rsidRPr="00457ACC">
        <w:rPr>
          <w:rFonts w:cs="Arial"/>
        </w:rPr>
        <w:t>mlouvy</w:t>
      </w:r>
      <w:r w:rsidRPr="00287AA7">
        <w:rPr>
          <w:rFonts w:cs="Arial"/>
          <w:iCs/>
        </w:rPr>
        <w:t xml:space="preserve"> </w:t>
      </w:r>
      <w:r>
        <w:rPr>
          <w:rFonts w:cs="Arial"/>
          <w:iCs/>
        </w:rPr>
        <w:t>a/nebo dílčí smlouvy</w:t>
      </w:r>
      <w:r w:rsidRPr="00457ACC">
        <w:rPr>
          <w:rFonts w:cs="Arial"/>
        </w:rPr>
        <w:t>.</w:t>
      </w:r>
    </w:p>
    <w:p w:rsidR="00E656BD" w:rsidRDefault="00F1482F" w:rsidP="00424E60">
      <w:pPr>
        <w:pStyle w:val="02-ODST-2"/>
        <w:numPr>
          <w:ilvl w:val="1"/>
          <w:numId w:val="1"/>
        </w:numPr>
        <w:tabs>
          <w:tab w:val="num" w:pos="1080"/>
        </w:tabs>
        <w:spacing w:before="0"/>
        <w:ind w:left="567"/>
      </w:pPr>
      <w:r>
        <w:t>Pro případ, že tato s</w:t>
      </w:r>
      <w:r w:rsidR="00E656BD">
        <w:t xml:space="preserve">mlouva a/nebo dílčí smlouva podléhá uveřejnění v registru smluv dle zákona č. 340/2015 Sb., o zvláštních podmínkách účinnosti některých smluv, uveřejňování těchto smluv a o registru smluv (dále </w:t>
      </w:r>
      <w:r>
        <w:t>jen „zákon o registru smluv“), s</w:t>
      </w:r>
      <w:r w:rsidR="00E656BD">
        <w:t xml:space="preserve">mluvní strany si sjednávají, že uveřejnění této </w:t>
      </w:r>
    </w:p>
    <w:p w:rsidR="004D442E" w:rsidRDefault="00F1482F" w:rsidP="00A61849">
      <w:pPr>
        <w:pStyle w:val="02-ODST-2"/>
        <w:tabs>
          <w:tab w:val="clear" w:pos="1080"/>
        </w:tabs>
        <w:spacing w:before="0"/>
        <w:ind w:firstLine="0"/>
      </w:pPr>
      <w:r>
        <w:t>s</w:t>
      </w:r>
      <w:r w:rsidR="00E656BD">
        <w:t xml:space="preserve">mlouvy a/nebo dílčí smlouvy včetně jejich případných dodatků v registru smluv zajistí </w:t>
      </w:r>
      <w:r>
        <w:t>k</w:t>
      </w:r>
      <w:r w:rsidR="000E1126">
        <w:t>upující</w:t>
      </w:r>
      <w:r w:rsidR="00E656BD">
        <w:t xml:space="preserve"> v souladu se zákonem o</w:t>
      </w:r>
      <w:r>
        <w:t xml:space="preserve"> registru smluv. V případě, že s</w:t>
      </w:r>
      <w:r w:rsidR="00E656BD">
        <w:t>mlouva</w:t>
      </w:r>
      <w:r w:rsidR="00E656BD" w:rsidRPr="000F0184">
        <w:t xml:space="preserve"> </w:t>
      </w:r>
      <w:r w:rsidR="00E656BD">
        <w:t>a/nebo dílčí smlouva nebude v registru smluv ze strany</w:t>
      </w:r>
      <w:r>
        <w:t xml:space="preserve"> k</w:t>
      </w:r>
      <w:r w:rsidR="000E1126">
        <w:t>upujícího</w:t>
      </w:r>
      <w:r w:rsidR="00E656BD">
        <w:t xml:space="preserve"> uveřejněna ve lhůtě a ve formátu dle zákona o registru smluv, </w:t>
      </w:r>
      <w:r>
        <w:t>p</w:t>
      </w:r>
      <w:r w:rsidR="000E1126">
        <w:t>rodávající</w:t>
      </w:r>
      <w:r w:rsidR="00E656BD">
        <w:t xml:space="preserve"> vyzve písemně </w:t>
      </w:r>
      <w:r>
        <w:t>k</w:t>
      </w:r>
      <w:r w:rsidR="000E1126">
        <w:t>upujícího</w:t>
      </w:r>
      <w:r w:rsidR="00E656BD">
        <w:t xml:space="preserve"> emailovou zprávou odeslanou na ceproas.@ceproas.cz ke zjednání nápravy. </w:t>
      </w:r>
      <w:r w:rsidR="000E1126">
        <w:t>Prodávající</w:t>
      </w:r>
      <w:r w:rsidR="00E656BD">
        <w:t xml:space="preserve"> se tímto vzdává možnosti sám ve smyslu ustanovení § 5 zákona o reg</w:t>
      </w:r>
      <w:r>
        <w:t>istru smluv uveřejnit s</w:t>
      </w:r>
      <w:r w:rsidR="00E656BD">
        <w:t>mlouvu a/nebo dílčí smlouvu v reg</w:t>
      </w:r>
      <w:r>
        <w:t>istru smluv či již uveřejněnou s</w:t>
      </w:r>
      <w:r w:rsidR="00E656BD">
        <w:t>mlouvu a/nebo dílčí smlouvu opravit. V případě poruše</w:t>
      </w:r>
      <w:r>
        <w:t>ní zákazu uveřejnění či opravy s</w:t>
      </w:r>
      <w:r w:rsidR="00E656BD">
        <w:t xml:space="preserve">mlouvy a /nebo dílčí smlouvy v registru smluv ze strany </w:t>
      </w:r>
      <w:r>
        <w:t>p</w:t>
      </w:r>
      <w:r w:rsidR="000E1126">
        <w:t>rodávajícího</w:t>
      </w:r>
      <w:r w:rsidR="00E656BD">
        <w:t xml:space="preserve">, je </w:t>
      </w:r>
      <w:r>
        <w:t>k</w:t>
      </w:r>
      <w:r w:rsidR="000E1126">
        <w:t xml:space="preserve">upující </w:t>
      </w:r>
      <w:r w:rsidR="00E656BD">
        <w:t xml:space="preserve">oprávněn požadovat po </w:t>
      </w:r>
      <w:r>
        <w:t>p</w:t>
      </w:r>
      <w:r w:rsidR="000E1126">
        <w:t>rodávajícím</w:t>
      </w:r>
      <w:r w:rsidR="00E656BD">
        <w:t xml:space="preserve"> zaplacení smluvní pokuty ve výši 50.000,- Kč, která je splatná do 30 dnů ode dne doručení výzvy k jejímu zaplacení </w:t>
      </w:r>
      <w:r>
        <w:t>p</w:t>
      </w:r>
      <w:r w:rsidR="00D771DD">
        <w:t>rodávajícímu</w:t>
      </w:r>
      <w:r w:rsidR="00E656BD">
        <w:t xml:space="preserve">. </w:t>
      </w:r>
      <w:r w:rsidR="00D771DD">
        <w:t>Prodávající</w:t>
      </w:r>
      <w:r>
        <w:t xml:space="preserve"> podpisem této s</w:t>
      </w:r>
      <w:r w:rsidR="00E656BD">
        <w:t>mlouvy potv</w:t>
      </w:r>
      <w:r>
        <w:t>rzuje a souhlasí s uveřejněním s</w:t>
      </w:r>
      <w:r w:rsidR="00E656BD">
        <w:t>mlouvy v registru smluv.</w:t>
      </w:r>
      <w:r w:rsidR="004D442E">
        <w:t xml:space="preserve"> V případě, že prodávající požaduje anonymizovat ve smlouvě anebo dílčí smlouvě údaje, které naplňují výjimku z povinnosti uveřejnění ve smyslu zákona o registru smluv, pak je povinen tyto údaje včetně odůvodnění oprávněnosti jejich </w:t>
      </w:r>
      <w:proofErr w:type="spellStart"/>
      <w:r w:rsidR="004D442E">
        <w:t>anonymizace</w:t>
      </w:r>
      <w:proofErr w:type="spellEnd"/>
      <w:r w:rsidR="004D442E">
        <w:t xml:space="preserve"> specifikovat nejpozději do 5 dnů ode dne podpisu této smlouvy anebo dílčí smlouvy písemně kupujícímu emailovou zprávou odeslanou na adresu ceproas@ceproas.cz. Marným </w:t>
      </w:r>
      <w:r w:rsidR="004D442E">
        <w:lastRenderedPageBreak/>
        <w:t>uplynut</w:t>
      </w:r>
      <w:r w:rsidR="00233C51">
        <w:t>ím této lhůty platí, že p</w:t>
      </w:r>
      <w:r w:rsidR="004D442E">
        <w:t>rod</w:t>
      </w:r>
      <w:r w:rsidR="00233C51">
        <w:t>ávající souhlasí s uveřejněním s</w:t>
      </w:r>
      <w:r w:rsidR="004D442E">
        <w:t>mlouvy</w:t>
      </w:r>
      <w:r w:rsidR="00233C51">
        <w:t xml:space="preserve"> a/n</w:t>
      </w:r>
      <w:r w:rsidR="00B85895">
        <w:t>e</w:t>
      </w:r>
      <w:r w:rsidR="00233C51">
        <w:t>bo dílčí smlouvy</w:t>
      </w:r>
      <w:r w:rsidR="004D442E">
        <w:t xml:space="preserve"> v plném rozsahu nebo s </w:t>
      </w:r>
      <w:proofErr w:type="spellStart"/>
      <w:r w:rsidR="004D442E">
        <w:t>anony</w:t>
      </w:r>
      <w:r w:rsidR="00233C51">
        <w:t>mizací</w:t>
      </w:r>
      <w:proofErr w:type="spellEnd"/>
      <w:r w:rsidR="00233C51">
        <w:t xml:space="preserve"> údajů, které dle názoru k</w:t>
      </w:r>
      <w:r w:rsidR="004D442E">
        <w:t>upujícího naplňují zákonnou výjimku z povinnosti uveřejnění dle zákona o registru smluv.</w:t>
      </w:r>
    </w:p>
    <w:p w:rsidR="00E656BD" w:rsidRDefault="00E656BD" w:rsidP="00E656BD">
      <w:pPr>
        <w:pStyle w:val="02-ODST-2"/>
        <w:tabs>
          <w:tab w:val="clear" w:pos="1080"/>
        </w:tabs>
        <w:spacing w:before="0"/>
        <w:ind w:firstLine="0"/>
      </w:pPr>
    </w:p>
    <w:p w:rsidR="00E656BD" w:rsidRDefault="00F1482F" w:rsidP="00424E60">
      <w:pPr>
        <w:pStyle w:val="Odstavec2"/>
        <w:numPr>
          <w:ilvl w:val="1"/>
          <w:numId w:val="1"/>
        </w:numPr>
        <w:tabs>
          <w:tab w:val="num" w:pos="1080"/>
        </w:tabs>
        <w:ind w:left="567"/>
      </w:pPr>
      <w:r>
        <w:t>Tato s</w:t>
      </w:r>
      <w:r w:rsidR="00E656BD">
        <w:t xml:space="preserve">mlouva nabývá platnosti a účinnosti </w:t>
      </w:r>
      <w:r w:rsidR="00E656BD" w:rsidRPr="00BA59A8">
        <w:t xml:space="preserve">dnem </w:t>
      </w:r>
      <w:r>
        <w:t>uvedeným v ustanovení 11.1.1 s</w:t>
      </w:r>
      <w:r w:rsidR="00185B62">
        <w:t>mlouvy</w:t>
      </w:r>
      <w:r w:rsidR="00E656BD">
        <w:t>, nestanoví-li obecně závazný právní předpis jinak.</w:t>
      </w:r>
    </w:p>
    <w:p w:rsidR="00E656BD" w:rsidRDefault="00E656BD" w:rsidP="00424E60">
      <w:pPr>
        <w:pStyle w:val="Odstavec2"/>
        <w:numPr>
          <w:ilvl w:val="1"/>
          <w:numId w:val="1"/>
        </w:numPr>
        <w:tabs>
          <w:tab w:val="num" w:pos="1080"/>
        </w:tabs>
        <w:ind w:left="567"/>
      </w:pPr>
      <w:r w:rsidRPr="000E6248">
        <w:t xml:space="preserve">Smluvní strany vedeny dobrou vírou v nabytí účinnosti </w:t>
      </w:r>
      <w:r w:rsidR="00F1482F">
        <w:t>s</w:t>
      </w:r>
      <w:r>
        <w:t>mlouvy</w:t>
      </w:r>
      <w:r w:rsidRPr="000E6248">
        <w:t xml:space="preserve"> se dohodly, že poskytnou-li si s odkazem na </w:t>
      </w:r>
      <w:r w:rsidR="00F1482F">
        <w:t>s</w:t>
      </w:r>
      <w:r>
        <w:t>mlouvu</w:t>
      </w:r>
      <w:r w:rsidRPr="000E6248">
        <w:t xml:space="preserve"> od okamžiku jeho platnosti do okamžiku jeho účinnosti jakékoliv vzájemné plnění odpovídající předmětu </w:t>
      </w:r>
      <w:r w:rsidR="00F1482F">
        <w:t>s</w:t>
      </w:r>
      <w:r>
        <w:t>mlouvy</w:t>
      </w:r>
      <w:r w:rsidRPr="000E6248">
        <w:t>, pak se na toto plnění uplatní podmín</w:t>
      </w:r>
      <w:r w:rsidR="00F1482F">
        <w:t>ky, zejména práva a povinnosti s</w:t>
      </w:r>
      <w:r w:rsidRPr="000E6248">
        <w:t xml:space="preserve">mluvních stran, stanovené </w:t>
      </w:r>
      <w:r w:rsidR="00F1482F">
        <w:t>s</w:t>
      </w:r>
      <w:r>
        <w:t>mlouvou</w:t>
      </w:r>
      <w:r w:rsidRPr="000E6248">
        <w:t>.  Toto ujednání se vztahuje výlučně na plnění poskytn</w:t>
      </w:r>
      <w:r>
        <w:t>uté s výslovným odkazem na tuto</w:t>
      </w:r>
      <w:r w:rsidRPr="000E6248">
        <w:t xml:space="preserve"> </w:t>
      </w:r>
      <w:r w:rsidR="00F1482F">
        <w:t>s</w:t>
      </w:r>
      <w:r>
        <w:t>mlouv</w:t>
      </w:r>
      <w:r w:rsidR="00185B62">
        <w:t>u</w:t>
      </w:r>
      <w:r w:rsidRPr="000E6248">
        <w:t xml:space="preserve"> a/nebo</w:t>
      </w:r>
      <w:r>
        <w:t xml:space="preserve"> dílčí smlouvy</w:t>
      </w:r>
      <w:r w:rsidRPr="000E6248">
        <w:t xml:space="preserve">, je-li bez jakýchkoliv pochybností zřejmé, že je takové plnění poskytováno </w:t>
      </w:r>
      <w:r w:rsidR="00F1482F">
        <w:t>s</w:t>
      </w:r>
      <w:r w:rsidRPr="000E6248">
        <w:t xml:space="preserve">mluvní </w:t>
      </w:r>
      <w:r>
        <w:t>stranou na základě této</w:t>
      </w:r>
      <w:r w:rsidRPr="000E6248">
        <w:t xml:space="preserve"> </w:t>
      </w:r>
      <w:r w:rsidR="00F1482F">
        <w:t>s</w:t>
      </w:r>
      <w:r>
        <w:t>mlouvy a/nebo dílčí smlouvy</w:t>
      </w:r>
      <w:r w:rsidRPr="000E6248">
        <w:t xml:space="preserve">. </w:t>
      </w:r>
    </w:p>
    <w:p w:rsidR="00E656BD" w:rsidRDefault="00F1482F" w:rsidP="00424E60">
      <w:pPr>
        <w:pStyle w:val="Odstavec2"/>
        <w:numPr>
          <w:ilvl w:val="1"/>
          <w:numId w:val="1"/>
        </w:numPr>
        <w:tabs>
          <w:tab w:val="num" w:pos="1080"/>
        </w:tabs>
        <w:ind w:left="567"/>
        <w:rPr>
          <w:rFonts w:cs="Arial"/>
        </w:rPr>
      </w:pPr>
      <w:r>
        <w:rPr>
          <w:rFonts w:cs="Arial"/>
        </w:rPr>
        <w:t>Tato s</w:t>
      </w:r>
      <w:r w:rsidR="00E656BD" w:rsidRPr="00457ACC">
        <w:rPr>
          <w:rFonts w:cs="Arial"/>
        </w:rPr>
        <w:t>mlouva a veškeré právní vztahy z ní vzniklé se řídí příslušnými ustanoveními zákona č. 89/2012 Sb., občanského zákoníku, v platném znění, a ostatními závaznými právními p</w:t>
      </w:r>
      <w:r>
        <w:rPr>
          <w:rFonts w:cs="Arial"/>
        </w:rPr>
        <w:t>ředpisy českého právního řádu. S</w:t>
      </w:r>
      <w:r w:rsidR="00E656BD" w:rsidRPr="00457ACC">
        <w:rPr>
          <w:rFonts w:cs="Arial"/>
        </w:rPr>
        <w:t>mluvní strany si výslovně sjednávají, že ustanovení § 1765, § 1766 zákona č. 89/2012 Sb., občanského zákoníku, v platném zně</w:t>
      </w:r>
      <w:r>
        <w:rPr>
          <w:rFonts w:cs="Arial"/>
        </w:rPr>
        <w:t>ní, se na vztah založený touto s</w:t>
      </w:r>
      <w:r w:rsidR="00E656BD" w:rsidRPr="00457ACC">
        <w:rPr>
          <w:rFonts w:cs="Arial"/>
        </w:rPr>
        <w:t>mlouvou nepoužijí. Smluvní stra</w:t>
      </w:r>
      <w:r>
        <w:rPr>
          <w:rFonts w:cs="Arial"/>
        </w:rPr>
        <w:t>ny se dále s ohledem na povahu s</w:t>
      </w:r>
      <w:r w:rsidR="00E656BD" w:rsidRPr="00457ACC">
        <w:rPr>
          <w:rFonts w:cs="Arial"/>
        </w:rPr>
        <w:t xml:space="preserve">mlouvy dohodly, že </w:t>
      </w:r>
      <w:r>
        <w:rPr>
          <w:rFonts w:cs="Arial"/>
        </w:rPr>
        <w:t>p</w:t>
      </w:r>
      <w:r w:rsidR="00D771DD">
        <w:rPr>
          <w:rFonts w:cs="Arial"/>
        </w:rPr>
        <w:t>rodávající</w:t>
      </w:r>
      <w:r w:rsidR="00E656BD" w:rsidRPr="00457ACC">
        <w:rPr>
          <w:rFonts w:cs="Arial"/>
        </w:rPr>
        <w:t xml:space="preserve"> bez předchozího písemného souhlasu </w:t>
      </w:r>
      <w:r>
        <w:rPr>
          <w:rFonts w:cs="Arial"/>
        </w:rPr>
        <w:t>k</w:t>
      </w:r>
      <w:r w:rsidR="00D771DD">
        <w:rPr>
          <w:rFonts w:cs="Arial"/>
        </w:rPr>
        <w:t>upujícího</w:t>
      </w:r>
      <w:r w:rsidR="00E656BD" w:rsidRPr="00457ACC">
        <w:rPr>
          <w:rFonts w:cs="Arial"/>
        </w:rPr>
        <w:t xml:space="preserve"> nepře</w:t>
      </w:r>
      <w:r>
        <w:rPr>
          <w:rFonts w:cs="Arial"/>
        </w:rPr>
        <w:t>vede svá práva a povinnosti ze s</w:t>
      </w:r>
      <w:r w:rsidR="00E656BD" w:rsidRPr="00457ACC">
        <w:rPr>
          <w:rFonts w:cs="Arial"/>
        </w:rPr>
        <w:t xml:space="preserve">mlouvy ani její části třetí osobě podle ustanovení §§ 1895-1900 zákona. </w:t>
      </w:r>
      <w:proofErr w:type="gramStart"/>
      <w:r w:rsidR="00E656BD" w:rsidRPr="00457ACC">
        <w:rPr>
          <w:rFonts w:cs="Arial"/>
        </w:rPr>
        <w:t>č.</w:t>
      </w:r>
      <w:proofErr w:type="gramEnd"/>
      <w:r w:rsidR="00E656BD" w:rsidRPr="00457ACC">
        <w:rPr>
          <w:rFonts w:cs="Arial"/>
        </w:rPr>
        <w:t xml:space="preserve"> 89/2012 Sb., občanského zákoníku.</w:t>
      </w:r>
    </w:p>
    <w:p w:rsidR="00E656BD" w:rsidRDefault="00F1482F" w:rsidP="00424E60">
      <w:pPr>
        <w:pStyle w:val="02-ODST-2"/>
        <w:numPr>
          <w:ilvl w:val="1"/>
          <w:numId w:val="1"/>
        </w:numPr>
        <w:tabs>
          <w:tab w:val="num" w:pos="1080"/>
        </w:tabs>
        <w:ind w:left="567"/>
      </w:pPr>
      <w:r>
        <w:t>Tato s</w:t>
      </w:r>
      <w:r w:rsidR="00E656BD">
        <w:t>mlouva ani dílčí smlouva není převoditelná rubopisem.</w:t>
      </w:r>
    </w:p>
    <w:p w:rsidR="00E656BD" w:rsidRDefault="00E656BD" w:rsidP="00424E60">
      <w:pPr>
        <w:pStyle w:val="02-ODST-2"/>
        <w:numPr>
          <w:ilvl w:val="1"/>
          <w:numId w:val="1"/>
        </w:numPr>
        <w:tabs>
          <w:tab w:val="num" w:pos="1080"/>
        </w:tabs>
        <w:ind w:left="567"/>
      </w:pPr>
      <w:r w:rsidRPr="00BC573E">
        <w:t xml:space="preserve">Smluvní strany prohlašují, že veškeré podmínky plnění, zejména práva a povinnosti, sankce za porušení </w:t>
      </w:r>
      <w:r w:rsidR="00F1482F">
        <w:t>s</w:t>
      </w:r>
      <w:r>
        <w:t>mlouvy a dílčí smlouvy</w:t>
      </w:r>
      <w:r w:rsidRPr="00BC573E">
        <w:t>, které byly mezi nim</w:t>
      </w:r>
      <w:r>
        <w:t xml:space="preserve">i </w:t>
      </w:r>
      <w:r w:rsidRPr="00BC573E">
        <w:t xml:space="preserve">ujednány, jsou obsaženy v textu této </w:t>
      </w:r>
      <w:r w:rsidR="00F1482F">
        <w:t>s</w:t>
      </w:r>
      <w:r>
        <w:t>mlouvy</w:t>
      </w:r>
      <w:r w:rsidRPr="00C031B8">
        <w:rPr>
          <w:b/>
          <w:bCs/>
        </w:rPr>
        <w:t xml:space="preserve"> </w:t>
      </w:r>
      <w:r w:rsidRPr="00C031B8">
        <w:rPr>
          <w:bCs/>
        </w:rPr>
        <w:t xml:space="preserve">včetně jejích příloh, Závazných podkladech </w:t>
      </w:r>
      <w:r w:rsidR="00F1482F">
        <w:rPr>
          <w:bCs/>
        </w:rPr>
        <w:t>a dokumentech, na které s</w:t>
      </w:r>
      <w:r w:rsidRPr="00532DFB">
        <w:rPr>
          <w:bCs/>
        </w:rPr>
        <w:t>mlouva výslovně odkazuje</w:t>
      </w:r>
      <w:r w:rsidRPr="00532DFB">
        <w:t>. Smluvní strany výslovně prohl</w:t>
      </w:r>
      <w:r w:rsidR="00F1482F">
        <w:t>ašují, že ke dni uzavření této s</w:t>
      </w:r>
      <w:r w:rsidRPr="00532DFB">
        <w:t>mlouvy se ruší veškerá případná ujednání a dohod</w:t>
      </w:r>
      <w:r w:rsidR="00F1482F">
        <w:t>y, které by se týkaly shodného p</w:t>
      </w:r>
      <w:r w:rsidRPr="00532DFB">
        <w:t>ředmětu plnění a tyto jsou v plném rozsahu nahrazen</w:t>
      </w:r>
      <w:r w:rsidR="00F1482F">
        <w:t>y ujednáními obsaženými v této s</w:t>
      </w:r>
      <w:r w:rsidRPr="00532DFB">
        <w:t>mlouvě, tj. neexistuje žádné ji</w:t>
      </w:r>
      <w:r w:rsidRPr="00BC573E">
        <w:t>né</w:t>
      </w:r>
      <w:r w:rsidR="00F1482F">
        <w:t xml:space="preserve"> ujednání, které by tuto s</w:t>
      </w:r>
      <w:r>
        <w:t>mlouvu</w:t>
      </w:r>
      <w:r w:rsidRPr="000806B5">
        <w:t xml:space="preserve"> </w:t>
      </w:r>
      <w:r w:rsidR="00185B62">
        <w:t xml:space="preserve">k datu jejího uzavření </w:t>
      </w:r>
      <w:r w:rsidRPr="000806B5">
        <w:t xml:space="preserve">doplňovalo nebo měnilo. </w:t>
      </w:r>
    </w:p>
    <w:p w:rsidR="00E656BD" w:rsidRDefault="00E656BD" w:rsidP="00424E60">
      <w:pPr>
        <w:pStyle w:val="02-ODST-2"/>
        <w:numPr>
          <w:ilvl w:val="1"/>
          <w:numId w:val="1"/>
        </w:numPr>
        <w:tabs>
          <w:tab w:val="num" w:pos="1080"/>
        </w:tabs>
        <w:ind w:left="567"/>
      </w:pPr>
      <w:r w:rsidRPr="000D1392">
        <w:t xml:space="preserve">Jakékoliv jednání předvídané </w:t>
      </w:r>
      <w:r w:rsidR="00F1482F">
        <w:t>v této s</w:t>
      </w:r>
      <w:r>
        <w:t>mlouvě</w:t>
      </w:r>
      <w:r w:rsidR="00F1482F">
        <w:t>, musí být učiněno, není-li ve s</w:t>
      </w:r>
      <w:r>
        <w:t>mlouvě</w:t>
      </w:r>
      <w:r w:rsidRPr="000D1392">
        <w:t xml:space="preserve"> výslovně stanoveno jinak, písemně v listinné pod</w:t>
      </w:r>
      <w:r>
        <w:t>obě a musí být s vyloučením</w:t>
      </w:r>
      <w:r w:rsidRPr="000D1392">
        <w:t xml:space="preserve"> § </w:t>
      </w:r>
      <w:r>
        <w:t>566 zákona</w:t>
      </w:r>
      <w:r w:rsidRPr="000D1392">
        <w:t xml:space="preserve"> č. 89/2012 Sb., občanský zákoník,</w:t>
      </w:r>
      <w:r>
        <w:t xml:space="preserve"> v platném znění,</w:t>
      </w:r>
      <w:r w:rsidRPr="000D1392">
        <w:t xml:space="preserve"> řádně podepsané oprávněnými osobami. Jakékoliv jiné jednání, včetně e-mailové korespondence, je bez právního významu, není-li ve </w:t>
      </w:r>
      <w:r w:rsidR="00F1482F">
        <w:t>s</w:t>
      </w:r>
      <w:r>
        <w:t>mlouvě</w:t>
      </w:r>
      <w:r w:rsidRPr="000D1392">
        <w:t xml:space="preserve"> výslovně stanoveno jinak</w:t>
      </w:r>
      <w:r>
        <w:t>.</w:t>
      </w:r>
    </w:p>
    <w:p w:rsidR="00624F56" w:rsidRDefault="00624F56" w:rsidP="00424E60">
      <w:pPr>
        <w:pStyle w:val="02-ODST-2"/>
        <w:numPr>
          <w:ilvl w:val="1"/>
          <w:numId w:val="1"/>
        </w:numPr>
        <w:tabs>
          <w:tab w:val="num" w:pos="1080"/>
        </w:tabs>
        <w:ind w:left="567"/>
      </w:pPr>
      <w:r w:rsidRPr="00BA59A8">
        <w:t xml:space="preserve">Veškeré změny a doplnění této </w:t>
      </w:r>
      <w:r>
        <w:t>s</w:t>
      </w:r>
      <w:r w:rsidRPr="00BA59A8">
        <w:t>mlouvy mohou být provedeny, pouze pokud to právní předpisy umožňují, a to pouze vzestupně číslovanými písemnými dodatky, podepsanými oprávněnými zástupci obou Smluvních stran na téže listině</w:t>
      </w:r>
      <w:r>
        <w:t>.</w:t>
      </w:r>
    </w:p>
    <w:p w:rsidR="00E656BD" w:rsidRDefault="00E656BD" w:rsidP="00424E60">
      <w:pPr>
        <w:pStyle w:val="02-ODST-2"/>
        <w:numPr>
          <w:ilvl w:val="1"/>
          <w:numId w:val="1"/>
        </w:numPr>
        <w:tabs>
          <w:tab w:val="num" w:pos="1080"/>
        </w:tabs>
        <w:ind w:left="567"/>
      </w:pPr>
      <w:r>
        <w:t xml:space="preserve">Smluvní strany </w:t>
      </w:r>
      <w:r w:rsidR="00F1482F">
        <w:t>prohlašují, že v případě sporu s</w:t>
      </w:r>
      <w:r>
        <w:t>mluvní</w:t>
      </w:r>
      <w:r w:rsidR="00F1482F">
        <w:t>ch stran v souvislosti s touto s</w:t>
      </w:r>
      <w:r>
        <w:t>mlouvou či s dílčími smlouvami uz</w:t>
      </w:r>
      <w:r w:rsidR="00F1482F">
        <w:t>avřenými na základě a dle této s</w:t>
      </w:r>
      <w:r>
        <w:t>mlouvy, jež nebude vyřešen smírnou cestou, jsou k řešení takového sporu příslušné soudy v České republice.</w:t>
      </w:r>
    </w:p>
    <w:p w:rsidR="00E656BD" w:rsidRPr="00D542F4" w:rsidRDefault="00F1482F" w:rsidP="00D542F4">
      <w:pPr>
        <w:pStyle w:val="Odstavec2"/>
        <w:numPr>
          <w:ilvl w:val="1"/>
          <w:numId w:val="1"/>
        </w:numPr>
        <w:tabs>
          <w:tab w:val="num" w:pos="1080"/>
        </w:tabs>
        <w:spacing w:before="120"/>
        <w:ind w:left="567"/>
        <w:rPr>
          <w:rFonts w:cs="Arial"/>
        </w:rPr>
      </w:pPr>
      <w:r w:rsidRPr="00D542F4">
        <w:rPr>
          <w:rFonts w:cs="Arial"/>
        </w:rPr>
        <w:t>Nedílnou součástí této s</w:t>
      </w:r>
      <w:r w:rsidR="00E656BD" w:rsidRPr="00D542F4">
        <w:rPr>
          <w:rFonts w:cs="Arial"/>
        </w:rPr>
        <w:t>mlouvy jsou přílohy:</w:t>
      </w:r>
    </w:p>
    <w:p w:rsidR="00E656BD" w:rsidRPr="00F1482F" w:rsidRDefault="008847AF" w:rsidP="00D76F2C">
      <w:pPr>
        <w:pStyle w:val="Odstavec2"/>
        <w:numPr>
          <w:ilvl w:val="0"/>
          <w:numId w:val="0"/>
        </w:numPr>
        <w:ind w:left="142"/>
        <w:jc w:val="left"/>
        <w:rPr>
          <w:rFonts w:cs="Arial"/>
          <w:u w:val="single"/>
        </w:rPr>
      </w:pPr>
      <w:r>
        <w:rPr>
          <w:rFonts w:cs="Arial"/>
        </w:rPr>
        <w:t xml:space="preserve">       </w:t>
      </w:r>
      <w:r w:rsidR="000058F4">
        <w:rPr>
          <w:rFonts w:cs="Arial"/>
        </w:rPr>
        <w:t xml:space="preserve"> </w:t>
      </w:r>
      <w:r w:rsidR="00E656BD" w:rsidRPr="00D76F2C">
        <w:rPr>
          <w:rFonts w:cs="Arial"/>
          <w:b/>
        </w:rPr>
        <w:t>Příloha č. 1</w:t>
      </w:r>
      <w:r w:rsidR="00E656BD">
        <w:rPr>
          <w:rFonts w:cs="Arial"/>
        </w:rPr>
        <w:t xml:space="preserve"> </w:t>
      </w:r>
      <w:r w:rsidR="00D76F2C">
        <w:rPr>
          <w:rFonts w:cs="Arial"/>
        </w:rPr>
        <w:t xml:space="preserve"> </w:t>
      </w:r>
      <w:r w:rsidR="00E656BD">
        <w:rPr>
          <w:rFonts w:cs="Arial"/>
        </w:rPr>
        <w:t xml:space="preserve">– </w:t>
      </w:r>
      <w:r w:rsidR="00D76F2C">
        <w:rPr>
          <w:rFonts w:cs="Arial"/>
        </w:rPr>
        <w:t xml:space="preserve"> </w:t>
      </w:r>
      <w:r w:rsidR="00D76F2C">
        <w:t xml:space="preserve">Cenová nabídka prodávajícího </w:t>
      </w:r>
      <w:r w:rsidR="00D76F2C">
        <w:rPr>
          <w:rFonts w:cs="Arial"/>
        </w:rPr>
        <w:t xml:space="preserve">ze dne </w:t>
      </w:r>
      <w:r w:rsidR="00D76F2C" w:rsidRPr="007B38A4">
        <w:rPr>
          <w:rFonts w:cs="Arial"/>
          <w:highlight w:val="yellow"/>
        </w:rPr>
        <w:t>……</w:t>
      </w:r>
      <w:proofErr w:type="gramStart"/>
      <w:r w:rsidR="00D76F2C" w:rsidRPr="007B38A4">
        <w:rPr>
          <w:rFonts w:cs="Arial"/>
          <w:highlight w:val="yellow"/>
        </w:rPr>
        <w:t>….. 20</w:t>
      </w:r>
      <w:r w:rsidR="00624F56" w:rsidRPr="007B38A4">
        <w:rPr>
          <w:rFonts w:cs="Arial"/>
          <w:highlight w:val="yellow"/>
        </w:rPr>
        <w:t>20</w:t>
      </w:r>
      <w:proofErr w:type="gramEnd"/>
    </w:p>
    <w:p w:rsidR="00D76F2C" w:rsidRDefault="00D76F2C" w:rsidP="0096414A">
      <w:pPr>
        <w:pStyle w:val="02-ODST-2"/>
        <w:tabs>
          <w:tab w:val="clear" w:pos="1080"/>
        </w:tabs>
        <w:ind w:left="1985" w:hanging="1418"/>
      </w:pPr>
      <w:r>
        <w:rPr>
          <w:rFonts w:cs="Arial"/>
          <w:b/>
        </w:rPr>
        <w:t>Příloha</w:t>
      </w:r>
      <w:r w:rsidR="0096414A">
        <w:rPr>
          <w:rFonts w:cs="Arial"/>
          <w:b/>
        </w:rPr>
        <w:t xml:space="preserve"> </w:t>
      </w:r>
      <w:r w:rsidR="00E656BD" w:rsidRPr="00D76F2C">
        <w:rPr>
          <w:rFonts w:cs="Arial"/>
          <w:b/>
        </w:rPr>
        <w:t>č. 2</w:t>
      </w:r>
      <w:r>
        <w:rPr>
          <w:rFonts w:cs="Arial"/>
        </w:rPr>
        <w:t xml:space="preserve"> – </w:t>
      </w:r>
      <w:r w:rsidR="0096414A">
        <w:rPr>
          <w:rFonts w:cs="Arial"/>
        </w:rPr>
        <w:t xml:space="preserve"> </w:t>
      </w:r>
      <w:r>
        <w:t xml:space="preserve">Požadavky na stavební připravenost na umístění předmětu koupě včetně </w:t>
      </w:r>
      <w:proofErr w:type="gramStart"/>
      <w:r>
        <w:t xml:space="preserve">dalších    </w:t>
      </w:r>
      <w:r w:rsidR="0096414A">
        <w:t xml:space="preserve"> </w:t>
      </w:r>
      <w:r>
        <w:t>technických</w:t>
      </w:r>
      <w:proofErr w:type="gramEnd"/>
      <w:r>
        <w:t xml:space="preserve"> návazností (kabeláž apod.), které před uskutečněním dodávky předmětu koupě a jeho zprovoznění zajistí kupující.</w:t>
      </w:r>
    </w:p>
    <w:p w:rsidR="008847AF" w:rsidRDefault="00F1482F" w:rsidP="00424E60">
      <w:pPr>
        <w:pStyle w:val="Odstavec2"/>
        <w:numPr>
          <w:ilvl w:val="1"/>
          <w:numId w:val="1"/>
        </w:numPr>
        <w:tabs>
          <w:tab w:val="num" w:pos="1080"/>
        </w:tabs>
        <w:spacing w:before="120" w:after="0"/>
        <w:ind w:left="567"/>
        <w:rPr>
          <w:rFonts w:cs="Arial"/>
        </w:rPr>
      </w:pPr>
      <w:r>
        <w:rPr>
          <w:rFonts w:cs="Arial"/>
        </w:rPr>
        <w:t>Tato smlouva byla s</w:t>
      </w:r>
      <w:r w:rsidR="00E656BD" w:rsidRPr="00457ACC">
        <w:rPr>
          <w:rFonts w:cs="Arial"/>
        </w:rPr>
        <w:t>mluvní</w:t>
      </w:r>
      <w:r w:rsidR="00E656BD">
        <w:rPr>
          <w:rFonts w:cs="Arial"/>
        </w:rPr>
        <w:t>mi stranami podepsána v pěti</w:t>
      </w:r>
      <w:r w:rsidR="00E656BD" w:rsidRPr="00457ACC">
        <w:rPr>
          <w:rFonts w:cs="Arial"/>
        </w:rPr>
        <w:t xml:space="preserve"> vyhotoveních</w:t>
      </w:r>
      <w:r w:rsidR="00E656BD">
        <w:rPr>
          <w:rFonts w:cs="Arial"/>
        </w:rPr>
        <w:t>,</w:t>
      </w:r>
      <w:r w:rsidR="00E656BD" w:rsidRPr="007E12A9">
        <w:t xml:space="preserve"> </w:t>
      </w:r>
      <w:r>
        <w:t>z nichž k</w:t>
      </w:r>
      <w:r w:rsidR="00047405">
        <w:t xml:space="preserve">upující </w:t>
      </w:r>
      <w:r w:rsidR="00E656BD" w:rsidRPr="00BF2DC8">
        <w:t xml:space="preserve">obdrží tři vyhotovení a </w:t>
      </w:r>
      <w:r>
        <w:t>p</w:t>
      </w:r>
      <w:r w:rsidR="00047405">
        <w:t>rodávající</w:t>
      </w:r>
      <w:r w:rsidR="00E656BD" w:rsidRPr="00BF2DC8">
        <w:t xml:space="preserve"> dvě vyhotovení.</w:t>
      </w:r>
      <w:r w:rsidR="00E656BD" w:rsidRPr="00457ACC">
        <w:rPr>
          <w:rFonts w:cs="Arial"/>
        </w:rPr>
        <w:t xml:space="preserve"> Nedílnou součástí každého vyhotovení jsou </w:t>
      </w:r>
      <w:r>
        <w:rPr>
          <w:rFonts w:cs="Arial"/>
        </w:rPr>
        <w:t>všechny přílohy uvedené v této s</w:t>
      </w:r>
      <w:r w:rsidR="00E656BD" w:rsidRPr="00457ACC">
        <w:rPr>
          <w:rFonts w:cs="Arial"/>
        </w:rPr>
        <w:t xml:space="preserve">mlouvě. </w:t>
      </w:r>
      <w:r w:rsidR="00E656BD" w:rsidRPr="007E12A9">
        <w:rPr>
          <w:rFonts w:cs="Arial"/>
        </w:rPr>
        <w:t>Smluvní s</w:t>
      </w:r>
      <w:r>
        <w:rPr>
          <w:rFonts w:cs="Arial"/>
        </w:rPr>
        <w:t>trany shodně prohlašují, že si s</w:t>
      </w:r>
      <w:r w:rsidR="00E656BD" w:rsidRPr="007E12A9">
        <w:rPr>
          <w:rFonts w:cs="Arial"/>
        </w:rPr>
        <w:t>mlouvu před jejím podepsáním přečetly a s jejím obsahem souhlasí, že byla sepsána podle jejich pravé, svobodné a vážné vůle. Na důka</w:t>
      </w:r>
      <w:r>
        <w:rPr>
          <w:rFonts w:cs="Arial"/>
        </w:rPr>
        <w:t>z připojují obě s</w:t>
      </w:r>
      <w:r w:rsidR="00E656BD" w:rsidRPr="007E12A9">
        <w:rPr>
          <w:rFonts w:cs="Arial"/>
        </w:rPr>
        <w:t>mluvní strany podpisy svých oprávněných zástupců.</w:t>
      </w:r>
    </w:p>
    <w:p w:rsidR="009609F4" w:rsidRDefault="009609F4" w:rsidP="00424E60">
      <w:pPr>
        <w:pStyle w:val="Odstavec2"/>
        <w:numPr>
          <w:ilvl w:val="1"/>
          <w:numId w:val="1"/>
        </w:numPr>
        <w:tabs>
          <w:tab w:val="num" w:pos="1080"/>
        </w:tabs>
        <w:spacing w:before="120" w:after="0"/>
        <w:ind w:left="567"/>
        <w:rPr>
          <w:rFonts w:cs="Arial"/>
        </w:rPr>
      </w:pPr>
      <w:r w:rsidRPr="001265C5">
        <w:t xml:space="preserve">Smluvní strany si dále sjednaly, že obsah Smlouvy je dále určen ustanoveními </w:t>
      </w:r>
      <w:r w:rsidRPr="009609F4">
        <w:rPr>
          <w:b/>
        </w:rPr>
        <w:t>Všeobecných obchodních podmínek (</w:t>
      </w:r>
      <w:r w:rsidRPr="00CA30A7">
        <w:t xml:space="preserve">dále a výše také jen </w:t>
      </w:r>
      <w:r w:rsidRPr="009609F4">
        <w:rPr>
          <w:b/>
        </w:rPr>
        <w:t>„VOP“)</w:t>
      </w:r>
      <w:r w:rsidRPr="001265C5">
        <w:t xml:space="preserve">, které tvoří nedílnou součást této Smlouvy. V případě rozdílu mezi ustanovením ve VOP a ustanoveními v této Smlouvě, mají přednost ustanovení v této Smlouvě. Je-li ve Smlouvě některý výraz uveden s počátečním velkým </w:t>
      </w:r>
      <w:r w:rsidRPr="001265C5">
        <w:lastRenderedPageBreak/>
        <w:t>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9609F4" w:rsidRDefault="009609F4" w:rsidP="00424E60">
      <w:pPr>
        <w:pStyle w:val="Odstavec3"/>
        <w:numPr>
          <w:ilvl w:val="2"/>
          <w:numId w:val="1"/>
        </w:numPr>
      </w:pPr>
      <w:r>
        <w:t xml:space="preserve">VOP jsou uveřejněna na adrese </w:t>
      </w:r>
      <w:hyperlink r:id="rId17" w:history="1">
        <w:r w:rsidRPr="00C56914">
          <w:rPr>
            <w:rStyle w:val="Hypertextovodkaz"/>
          </w:rPr>
          <w:t>https://www.ceproas.cz/vyberova-rizeni/zverejneni-poptavek</w:t>
        </w:r>
      </w:hyperlink>
      <w:r>
        <w:t>.</w:t>
      </w:r>
    </w:p>
    <w:p w:rsidR="009609F4" w:rsidRDefault="009609F4" w:rsidP="00424E60">
      <w:pPr>
        <w:pStyle w:val="Odstavec2"/>
        <w:numPr>
          <w:ilvl w:val="1"/>
          <w:numId w:val="1"/>
        </w:numPr>
        <w:tabs>
          <w:tab w:val="clear" w:pos="1790"/>
          <w:tab w:val="num" w:pos="1222"/>
        </w:tabs>
        <w:ind w:left="709"/>
      </w:pPr>
      <w:r w:rsidRPr="00272BCB">
        <w:t>Nedílnou součástí Smlouvy jsou podmínky uvedené v Registru bezpečnostních požadavků ČEPRO, a.s. (dále jen „</w:t>
      </w:r>
      <w:r w:rsidRPr="00272BCB">
        <w:rPr>
          <w:b/>
        </w:rPr>
        <w:t>Registr</w:t>
      </w:r>
      <w:r w:rsidRPr="00272BCB">
        <w:t>“)</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rsidR="009609F4" w:rsidRDefault="009609F4" w:rsidP="00424E60">
      <w:pPr>
        <w:pStyle w:val="Odstavec3"/>
        <w:numPr>
          <w:ilvl w:val="2"/>
          <w:numId w:val="1"/>
        </w:numPr>
      </w:pPr>
      <w:r w:rsidRPr="00683A3F">
        <w:t>Registr je uveřejněn na internetových stránkách</w:t>
      </w:r>
      <w:r>
        <w:t xml:space="preserve"> </w:t>
      </w:r>
      <w:hyperlink r:id="rId18" w:history="1">
        <w:r w:rsidRPr="00246FD4">
          <w:rPr>
            <w:rStyle w:val="Hypertextovodkaz"/>
            <w:rFonts w:cs="Arial"/>
          </w:rPr>
          <w:t>https://www.ceproas.cz/public/files/userfiles/dokumenty/Registr_bezpecnostnich_pozadavku_2020-02-01.pdf</w:t>
        </w:r>
      </w:hyperlink>
    </w:p>
    <w:p w:rsidR="009609F4" w:rsidRDefault="009609F4" w:rsidP="00424E60">
      <w:pPr>
        <w:pStyle w:val="Odstavec2"/>
        <w:numPr>
          <w:ilvl w:val="1"/>
          <w:numId w:val="1"/>
        </w:numPr>
        <w:tabs>
          <w:tab w:val="clear" w:pos="1790"/>
          <w:tab w:val="num" w:pos="1222"/>
        </w:tabs>
        <w:ind w:left="709"/>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rsidR="009609F4" w:rsidRPr="008847AF" w:rsidDel="00185B62" w:rsidRDefault="009609F4" w:rsidP="00424E60">
      <w:pPr>
        <w:pStyle w:val="Odstavec2"/>
        <w:numPr>
          <w:ilvl w:val="1"/>
          <w:numId w:val="1"/>
        </w:numPr>
        <w:tabs>
          <w:tab w:val="num" w:pos="1080"/>
        </w:tabs>
        <w:spacing w:before="120" w:after="0"/>
        <w:ind w:left="567"/>
        <w:rPr>
          <w:rFonts w:cs="Arial"/>
        </w:rPr>
      </w:pPr>
      <w:r w:rsidRPr="00846F9D">
        <w:t>V případě porušení povinností stanovených v Registru je Objednatel oprávněn ukládat Zhotoviteli nápravná opatření, včetně přerušení prací, a udělit sankce stanovené v Registru</w:t>
      </w:r>
    </w:p>
    <w:p w:rsidR="001E0367" w:rsidRDefault="001E0367" w:rsidP="001E0367">
      <w:pPr>
        <w:pStyle w:val="Odstavec2"/>
        <w:numPr>
          <w:ilvl w:val="0"/>
          <w:numId w:val="0"/>
        </w:numPr>
        <w:ind w:left="709"/>
      </w:pPr>
    </w:p>
    <w:p w:rsidR="001E0367" w:rsidRDefault="001E0367" w:rsidP="00045A0F">
      <w:pPr>
        <w:pStyle w:val="Odstavec2"/>
        <w:numPr>
          <w:ilvl w:val="0"/>
          <w:numId w:val="0"/>
        </w:numPr>
        <w:ind w:left="567"/>
        <w:rPr>
          <w:rFonts w:cs="Arial"/>
        </w:rPr>
      </w:pPr>
    </w:p>
    <w:p w:rsidR="00E656BD" w:rsidRPr="00787D58" w:rsidRDefault="00E656BD" w:rsidP="00045A0F">
      <w:pPr>
        <w:pStyle w:val="Odstavec2"/>
        <w:numPr>
          <w:ilvl w:val="0"/>
          <w:numId w:val="0"/>
        </w:numPr>
        <w:ind w:left="567"/>
        <w:rPr>
          <w:rFonts w:cs="Arial"/>
        </w:rPr>
      </w:pPr>
    </w:p>
    <w:p w:rsidR="0021315A" w:rsidRPr="009C078A" w:rsidRDefault="0021315A" w:rsidP="0021315A">
      <w:pPr>
        <w:rPr>
          <w:rFonts w:cs="Arial"/>
        </w:rPr>
      </w:pPr>
      <w:r w:rsidRPr="009C078A">
        <w:rPr>
          <w:rFonts w:cs="Arial"/>
          <w:b/>
        </w:rPr>
        <w:t xml:space="preserve">Za </w:t>
      </w:r>
      <w:r w:rsidR="00F1482F">
        <w:rPr>
          <w:rFonts w:cs="Arial"/>
          <w:b/>
        </w:rPr>
        <w:t>k</w:t>
      </w:r>
      <w:r w:rsidR="00EC4DD1" w:rsidRPr="009C078A">
        <w:rPr>
          <w:rFonts w:cs="Arial"/>
          <w:b/>
        </w:rPr>
        <w:t>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F1482F">
        <w:rPr>
          <w:rFonts w:cs="Arial"/>
          <w:b/>
        </w:rPr>
        <w:t>p</w:t>
      </w:r>
      <w:r w:rsidR="00EC4DD1" w:rsidRPr="009C078A">
        <w:rPr>
          <w:rFonts w:cs="Arial"/>
          <w:b/>
        </w:rPr>
        <w:t>rodávajícího</w:t>
      </w:r>
    </w:p>
    <w:p w:rsidR="0021315A" w:rsidRPr="009C078A" w:rsidRDefault="0021315A" w:rsidP="0021315A">
      <w:pPr>
        <w:rPr>
          <w:rFonts w:cs="Arial"/>
        </w:rPr>
      </w:pPr>
      <w:r w:rsidRPr="009C078A">
        <w:rPr>
          <w:rFonts w:cs="Arial"/>
        </w:rPr>
        <w:t>V Praze dne ……………</w:t>
      </w:r>
      <w:proofErr w:type="gramStart"/>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w:t>
      </w:r>
      <w:proofErr w:type="gramEnd"/>
      <w:r w:rsidRPr="009C078A">
        <w:rPr>
          <w:rFonts w:cs="Arial"/>
        </w:rPr>
        <w:t>………… dne…………….</w:t>
      </w:r>
    </w:p>
    <w:p w:rsidR="0021315A" w:rsidRPr="009C078A" w:rsidRDefault="0021315A" w:rsidP="0021315A">
      <w:pPr>
        <w:rPr>
          <w:rFonts w:cs="Arial"/>
        </w:rPr>
      </w:pPr>
    </w:p>
    <w:p w:rsidR="0021315A" w:rsidRPr="009C078A" w:rsidRDefault="0021315A" w:rsidP="0021315A">
      <w:pPr>
        <w:rPr>
          <w:rFonts w:cs="Arial"/>
        </w:rPr>
      </w:pPr>
    </w:p>
    <w:p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p>
    <w:p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rsidR="0021315A" w:rsidRPr="009C078A" w:rsidRDefault="0021315A" w:rsidP="0021315A">
      <w:pPr>
        <w:rPr>
          <w:rFonts w:cs="Arial"/>
        </w:rPr>
      </w:pPr>
      <w:r w:rsidRPr="009C078A">
        <w:rPr>
          <w:rFonts w:cs="Arial"/>
        </w:rPr>
        <w:t xml:space="preserve">Mgr. Jan Duspěva </w:t>
      </w:r>
      <w:r w:rsidRPr="009C078A">
        <w:rPr>
          <w:rFonts w:cs="Arial"/>
        </w:rPr>
        <w:tab/>
      </w:r>
    </w:p>
    <w:p w:rsidR="0021315A" w:rsidRPr="009C078A" w:rsidRDefault="0021315A" w:rsidP="0021315A">
      <w:pPr>
        <w:rPr>
          <w:rFonts w:cs="Arial"/>
        </w:rPr>
      </w:pPr>
      <w:r w:rsidRPr="009C078A">
        <w:rPr>
          <w:rFonts w:cs="Arial"/>
        </w:rPr>
        <w:t>předseda představenstva</w:t>
      </w:r>
      <w:r w:rsidRPr="009C078A">
        <w:rPr>
          <w:rFonts w:cs="Arial"/>
        </w:rPr>
        <w:tab/>
      </w:r>
    </w:p>
    <w:p w:rsidR="0021315A" w:rsidRPr="009C078A" w:rsidRDefault="0021315A" w:rsidP="0021315A">
      <w:pPr>
        <w:rPr>
          <w:rFonts w:cs="Arial"/>
        </w:rPr>
      </w:pPr>
    </w:p>
    <w:p w:rsidR="0021315A" w:rsidRPr="009C078A" w:rsidRDefault="0021315A" w:rsidP="0021315A">
      <w:pPr>
        <w:rPr>
          <w:rFonts w:cs="Arial"/>
        </w:rPr>
      </w:pPr>
      <w:r w:rsidRPr="00344EB8">
        <w:rPr>
          <w:rFonts w:cs="Arial"/>
        </w:rPr>
        <w:t>……………………………</w:t>
      </w:r>
      <w:r w:rsidRPr="009C078A">
        <w:rPr>
          <w:rFonts w:cs="Arial"/>
        </w:rPr>
        <w:tab/>
      </w:r>
    </w:p>
    <w:p w:rsidR="0021315A" w:rsidRPr="009C078A" w:rsidRDefault="0021315A" w:rsidP="0021315A">
      <w:pPr>
        <w:rPr>
          <w:rFonts w:cs="Arial"/>
        </w:rPr>
      </w:pPr>
      <w:r w:rsidRPr="009C078A">
        <w:rPr>
          <w:rFonts w:cs="Arial"/>
        </w:rPr>
        <w:t xml:space="preserve">Ing. </w:t>
      </w:r>
      <w:r w:rsidR="00F22D68">
        <w:rPr>
          <w:rFonts w:cs="Arial"/>
        </w:rPr>
        <w:t>František Todt</w:t>
      </w:r>
    </w:p>
    <w:p w:rsidR="0021315A" w:rsidRPr="009C078A" w:rsidRDefault="00F22D68" w:rsidP="0021315A">
      <w:pPr>
        <w:rPr>
          <w:rFonts w:cs="Arial"/>
        </w:rPr>
      </w:pPr>
      <w:r>
        <w:rPr>
          <w:rFonts w:cs="Arial"/>
        </w:rPr>
        <w:t>člen</w:t>
      </w:r>
      <w:r w:rsidR="0021315A" w:rsidRPr="009C078A">
        <w:rPr>
          <w:rFonts w:cs="Arial"/>
        </w:rPr>
        <w:t xml:space="preserve"> představenstva</w:t>
      </w:r>
    </w:p>
    <w:p w:rsidR="0021315A" w:rsidRPr="009C078A" w:rsidRDefault="0021315A" w:rsidP="0021315A">
      <w:pPr>
        <w:rPr>
          <w:rFonts w:cs="Arial"/>
        </w:rPr>
      </w:pPr>
    </w:p>
    <w:p w:rsidR="003D4A71" w:rsidRPr="009C078A" w:rsidRDefault="003D4A71" w:rsidP="0021315A">
      <w:pPr>
        <w:rPr>
          <w:rFonts w:cs="Arial"/>
        </w:rPr>
      </w:pPr>
    </w:p>
    <w:sectPr w:rsidR="003D4A71" w:rsidRPr="009C078A">
      <w:headerReference w:type="default" r:id="rId19"/>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002" w:rsidRDefault="00D07002">
      <w:r>
        <w:separator/>
      </w:r>
    </w:p>
  </w:endnote>
  <w:endnote w:type="continuationSeparator" w:id="0">
    <w:p w:rsidR="00D07002" w:rsidRDefault="00D0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45E" w:rsidRDefault="007A545E">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456FA">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456FA">
      <w:rPr>
        <w:rStyle w:val="slostrnky"/>
        <w:noProof/>
      </w:rPr>
      <w:t>14</w:t>
    </w:r>
    <w:r>
      <w:rPr>
        <w:rStyle w:val="slostrnky"/>
      </w:rPr>
      <w:fldChar w:fldCharType="end"/>
    </w:r>
  </w:p>
  <w:p w:rsidR="007A545E" w:rsidRDefault="007A54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002" w:rsidRDefault="00D07002">
      <w:r>
        <w:separator/>
      </w:r>
    </w:p>
  </w:footnote>
  <w:footnote w:type="continuationSeparator" w:id="0">
    <w:p w:rsidR="00D07002" w:rsidRDefault="00D07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A76" w:rsidRDefault="00335A76">
    <w:pPr>
      <w:pStyle w:val="Zhlav"/>
    </w:pPr>
    <w:r>
      <w:t>Číslo smlouvy:</w:t>
    </w:r>
  </w:p>
  <w:p w:rsidR="007A545E" w:rsidRDefault="00335A76">
    <w:pPr>
      <w:pStyle w:val="Zhlav"/>
    </w:pPr>
    <w:r>
      <w:t>Číslo ZŘ: 072/20/OCN</w:t>
    </w:r>
    <w:r w:rsidR="007A545E">
      <w:tab/>
    </w:r>
    <w:r w:rsidR="007A545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nsid w:val="6504202F"/>
    <w:multiLevelType w:val="multilevel"/>
    <w:tmpl w:val="B9D23CF2"/>
    <w:lvl w:ilvl="0">
      <w:start w:val="1"/>
      <w:numFmt w:val="ordinal"/>
      <w:pStyle w:val="lnek"/>
      <w:suff w:val="space"/>
      <w:lvlText w:val="Čl. %1"/>
      <w:lvlJc w:val="left"/>
      <w:pPr>
        <w:ind w:left="3148" w:hanging="454"/>
      </w:pPr>
      <w:rPr>
        <w:rFonts w:hint="default"/>
      </w:rPr>
    </w:lvl>
    <w:lvl w:ilvl="1">
      <w:start w:val="1"/>
      <w:numFmt w:val="ordinal"/>
      <w:pStyle w:val="Odstavec2"/>
      <w:lvlText w:val="%1%2"/>
      <w:lvlJc w:val="left"/>
      <w:pPr>
        <w:tabs>
          <w:tab w:val="num" w:pos="1790"/>
        </w:tabs>
        <w:ind w:left="1277" w:hanging="567"/>
      </w:pPr>
      <w:rPr>
        <w:rFonts w:hint="default"/>
        <w:i w:val="0"/>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7065327F"/>
    <w:multiLevelType w:val="hybridMultilevel"/>
    <w:tmpl w:val="012E8F5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7"/>
  </w:num>
  <w:num w:numId="2">
    <w:abstractNumId w:val="6"/>
  </w:num>
  <w:num w:numId="3">
    <w:abstractNumId w:val="6"/>
  </w:num>
  <w:num w:numId="4">
    <w:abstractNumId w:val="3"/>
  </w:num>
  <w:num w:numId="5">
    <w:abstractNumId w:val="7"/>
  </w:num>
  <w:num w:numId="6">
    <w:abstractNumId w:val="2"/>
  </w:num>
  <w:num w:numId="7">
    <w:abstractNumId w:val="9"/>
  </w:num>
  <w:num w:numId="8">
    <w:abstractNumId w:val="1"/>
  </w:num>
  <w:num w:numId="9">
    <w:abstractNumId w:val="4"/>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6"/>
    <w:lvlOverride w:ilvl="0">
      <w:startOverride w:val="1"/>
    </w:lvlOverride>
  </w:num>
  <w:num w:numId="14">
    <w:abstractNumId w:val="6"/>
    <w:lvlOverride w:ilvl="0">
      <w:startOverride w:val="1"/>
    </w:lvlOverride>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058F4"/>
    <w:rsid w:val="00025AA7"/>
    <w:rsid w:val="0003429E"/>
    <w:rsid w:val="000456FA"/>
    <w:rsid w:val="00045A0F"/>
    <w:rsid w:val="00047405"/>
    <w:rsid w:val="00051C3B"/>
    <w:rsid w:val="00051FE3"/>
    <w:rsid w:val="0005506E"/>
    <w:rsid w:val="00057DB7"/>
    <w:rsid w:val="00073A6F"/>
    <w:rsid w:val="000827BB"/>
    <w:rsid w:val="000901DA"/>
    <w:rsid w:val="00093CD9"/>
    <w:rsid w:val="00095151"/>
    <w:rsid w:val="000A0125"/>
    <w:rsid w:val="000B0096"/>
    <w:rsid w:val="000B5466"/>
    <w:rsid w:val="000C4339"/>
    <w:rsid w:val="000C6315"/>
    <w:rsid w:val="000C7EEC"/>
    <w:rsid w:val="000D19D8"/>
    <w:rsid w:val="000D1D99"/>
    <w:rsid w:val="000D29A1"/>
    <w:rsid w:val="000E05ED"/>
    <w:rsid w:val="000E1126"/>
    <w:rsid w:val="000E24A4"/>
    <w:rsid w:val="00102471"/>
    <w:rsid w:val="00107E5F"/>
    <w:rsid w:val="001334CA"/>
    <w:rsid w:val="00134DA4"/>
    <w:rsid w:val="001532E8"/>
    <w:rsid w:val="001533A6"/>
    <w:rsid w:val="0015554C"/>
    <w:rsid w:val="00163270"/>
    <w:rsid w:val="00171F7F"/>
    <w:rsid w:val="00180D32"/>
    <w:rsid w:val="00185B62"/>
    <w:rsid w:val="001927E5"/>
    <w:rsid w:val="00194B27"/>
    <w:rsid w:val="001A4A46"/>
    <w:rsid w:val="001A5851"/>
    <w:rsid w:val="001A7C8F"/>
    <w:rsid w:val="001B6AAD"/>
    <w:rsid w:val="001C1440"/>
    <w:rsid w:val="001C67B3"/>
    <w:rsid w:val="001C6B25"/>
    <w:rsid w:val="001D4911"/>
    <w:rsid w:val="001D6143"/>
    <w:rsid w:val="001E0367"/>
    <w:rsid w:val="001E0F24"/>
    <w:rsid w:val="001F2414"/>
    <w:rsid w:val="00204984"/>
    <w:rsid w:val="0020555D"/>
    <w:rsid w:val="0021016C"/>
    <w:rsid w:val="0021315A"/>
    <w:rsid w:val="00216448"/>
    <w:rsid w:val="00225234"/>
    <w:rsid w:val="002270C0"/>
    <w:rsid w:val="00227149"/>
    <w:rsid w:val="00233963"/>
    <w:rsid w:val="00233C51"/>
    <w:rsid w:val="002411E1"/>
    <w:rsid w:val="00245CA9"/>
    <w:rsid w:val="002525FB"/>
    <w:rsid w:val="00256927"/>
    <w:rsid w:val="00263564"/>
    <w:rsid w:val="0026396B"/>
    <w:rsid w:val="00277661"/>
    <w:rsid w:val="00280022"/>
    <w:rsid w:val="002960C6"/>
    <w:rsid w:val="00296236"/>
    <w:rsid w:val="002B66E3"/>
    <w:rsid w:val="002C77FA"/>
    <w:rsid w:val="002D28A6"/>
    <w:rsid w:val="002D51F5"/>
    <w:rsid w:val="002E1192"/>
    <w:rsid w:val="002E4D43"/>
    <w:rsid w:val="002E7064"/>
    <w:rsid w:val="002F6183"/>
    <w:rsid w:val="002F7353"/>
    <w:rsid w:val="00300F72"/>
    <w:rsid w:val="003126B3"/>
    <w:rsid w:val="0031724E"/>
    <w:rsid w:val="00327132"/>
    <w:rsid w:val="00333810"/>
    <w:rsid w:val="00335A76"/>
    <w:rsid w:val="003423D6"/>
    <w:rsid w:val="00344EB8"/>
    <w:rsid w:val="003470FC"/>
    <w:rsid w:val="003541D5"/>
    <w:rsid w:val="00363594"/>
    <w:rsid w:val="00371E55"/>
    <w:rsid w:val="0037330C"/>
    <w:rsid w:val="0037625A"/>
    <w:rsid w:val="00376668"/>
    <w:rsid w:val="003836E2"/>
    <w:rsid w:val="003A0A7B"/>
    <w:rsid w:val="003A512A"/>
    <w:rsid w:val="003B14A6"/>
    <w:rsid w:val="003C0244"/>
    <w:rsid w:val="003D4A71"/>
    <w:rsid w:val="003E664E"/>
    <w:rsid w:val="003F043E"/>
    <w:rsid w:val="003F3502"/>
    <w:rsid w:val="003F421A"/>
    <w:rsid w:val="003F629A"/>
    <w:rsid w:val="003F678D"/>
    <w:rsid w:val="003F7137"/>
    <w:rsid w:val="004016A9"/>
    <w:rsid w:val="00401E4A"/>
    <w:rsid w:val="004036A9"/>
    <w:rsid w:val="00410FB9"/>
    <w:rsid w:val="00414747"/>
    <w:rsid w:val="00415A70"/>
    <w:rsid w:val="00424E60"/>
    <w:rsid w:val="004258CA"/>
    <w:rsid w:val="00431097"/>
    <w:rsid w:val="0044371F"/>
    <w:rsid w:val="00443D70"/>
    <w:rsid w:val="004508A9"/>
    <w:rsid w:val="004678A8"/>
    <w:rsid w:val="00473AE2"/>
    <w:rsid w:val="00485E92"/>
    <w:rsid w:val="00490CF7"/>
    <w:rsid w:val="00490FEA"/>
    <w:rsid w:val="004A1B9E"/>
    <w:rsid w:val="004A353B"/>
    <w:rsid w:val="004C0F27"/>
    <w:rsid w:val="004C6354"/>
    <w:rsid w:val="004D442E"/>
    <w:rsid w:val="004E0AC8"/>
    <w:rsid w:val="004F122B"/>
    <w:rsid w:val="004F487F"/>
    <w:rsid w:val="004F5000"/>
    <w:rsid w:val="004F5BFD"/>
    <w:rsid w:val="00511200"/>
    <w:rsid w:val="00513E03"/>
    <w:rsid w:val="00514453"/>
    <w:rsid w:val="00516929"/>
    <w:rsid w:val="005218BC"/>
    <w:rsid w:val="00521FE0"/>
    <w:rsid w:val="0052521D"/>
    <w:rsid w:val="00536855"/>
    <w:rsid w:val="0054381F"/>
    <w:rsid w:val="005555DE"/>
    <w:rsid w:val="00556A8B"/>
    <w:rsid w:val="00561EB4"/>
    <w:rsid w:val="005662EA"/>
    <w:rsid w:val="005811A1"/>
    <w:rsid w:val="00582816"/>
    <w:rsid w:val="00582E04"/>
    <w:rsid w:val="00590290"/>
    <w:rsid w:val="005A0F79"/>
    <w:rsid w:val="005A61DB"/>
    <w:rsid w:val="005A6566"/>
    <w:rsid w:val="005B08B5"/>
    <w:rsid w:val="005C54C8"/>
    <w:rsid w:val="005C5D01"/>
    <w:rsid w:val="005D1EC9"/>
    <w:rsid w:val="005D418A"/>
    <w:rsid w:val="005E06A4"/>
    <w:rsid w:val="005E23C4"/>
    <w:rsid w:val="005E2D41"/>
    <w:rsid w:val="005E71FC"/>
    <w:rsid w:val="005F6EEA"/>
    <w:rsid w:val="006067C5"/>
    <w:rsid w:val="00623BCE"/>
    <w:rsid w:val="00624F56"/>
    <w:rsid w:val="006273CF"/>
    <w:rsid w:val="00635D66"/>
    <w:rsid w:val="006459C1"/>
    <w:rsid w:val="00654B29"/>
    <w:rsid w:val="006555D3"/>
    <w:rsid w:val="00655C3C"/>
    <w:rsid w:val="00661FF9"/>
    <w:rsid w:val="006708FD"/>
    <w:rsid w:val="006733F7"/>
    <w:rsid w:val="00683296"/>
    <w:rsid w:val="006857A4"/>
    <w:rsid w:val="006911B7"/>
    <w:rsid w:val="006A232C"/>
    <w:rsid w:val="006D5DE2"/>
    <w:rsid w:val="00715D52"/>
    <w:rsid w:val="00721179"/>
    <w:rsid w:val="00721C8A"/>
    <w:rsid w:val="00724588"/>
    <w:rsid w:val="00731345"/>
    <w:rsid w:val="0073276A"/>
    <w:rsid w:val="007343C9"/>
    <w:rsid w:val="007363D3"/>
    <w:rsid w:val="00740683"/>
    <w:rsid w:val="0074072F"/>
    <w:rsid w:val="00752B22"/>
    <w:rsid w:val="00772D7B"/>
    <w:rsid w:val="00773054"/>
    <w:rsid w:val="00777E64"/>
    <w:rsid w:val="00783335"/>
    <w:rsid w:val="007868A4"/>
    <w:rsid w:val="00787D58"/>
    <w:rsid w:val="007A3815"/>
    <w:rsid w:val="007A545E"/>
    <w:rsid w:val="007A7780"/>
    <w:rsid w:val="007B1761"/>
    <w:rsid w:val="007B1B24"/>
    <w:rsid w:val="007B38A4"/>
    <w:rsid w:val="007B3D22"/>
    <w:rsid w:val="007C49D4"/>
    <w:rsid w:val="007C5746"/>
    <w:rsid w:val="007C5DA2"/>
    <w:rsid w:val="007D0431"/>
    <w:rsid w:val="007F2F7E"/>
    <w:rsid w:val="007F3FC6"/>
    <w:rsid w:val="00821FFC"/>
    <w:rsid w:val="00825D95"/>
    <w:rsid w:val="008370F0"/>
    <w:rsid w:val="00837CF8"/>
    <w:rsid w:val="00851581"/>
    <w:rsid w:val="008847AF"/>
    <w:rsid w:val="0089402F"/>
    <w:rsid w:val="008A3003"/>
    <w:rsid w:val="008A5813"/>
    <w:rsid w:val="008B35C9"/>
    <w:rsid w:val="008C46FD"/>
    <w:rsid w:val="008C56E0"/>
    <w:rsid w:val="008C5DE8"/>
    <w:rsid w:val="008C66AE"/>
    <w:rsid w:val="008D1542"/>
    <w:rsid w:val="008E0054"/>
    <w:rsid w:val="008E6CAD"/>
    <w:rsid w:val="008F3CF3"/>
    <w:rsid w:val="009053F9"/>
    <w:rsid w:val="00910241"/>
    <w:rsid w:val="009502C0"/>
    <w:rsid w:val="009502CA"/>
    <w:rsid w:val="009609F4"/>
    <w:rsid w:val="0096401F"/>
    <w:rsid w:val="0096414A"/>
    <w:rsid w:val="0096768C"/>
    <w:rsid w:val="0097724F"/>
    <w:rsid w:val="0098115E"/>
    <w:rsid w:val="00981ED1"/>
    <w:rsid w:val="00985206"/>
    <w:rsid w:val="00985BBB"/>
    <w:rsid w:val="009909AB"/>
    <w:rsid w:val="00993FC2"/>
    <w:rsid w:val="009962B0"/>
    <w:rsid w:val="009B12CE"/>
    <w:rsid w:val="009B2AF0"/>
    <w:rsid w:val="009C078A"/>
    <w:rsid w:val="009C2FD0"/>
    <w:rsid w:val="009D165A"/>
    <w:rsid w:val="009E5CCC"/>
    <w:rsid w:val="009F19EE"/>
    <w:rsid w:val="009F4458"/>
    <w:rsid w:val="00A0151A"/>
    <w:rsid w:val="00A03E71"/>
    <w:rsid w:val="00A11487"/>
    <w:rsid w:val="00A20A86"/>
    <w:rsid w:val="00A266D9"/>
    <w:rsid w:val="00A365D7"/>
    <w:rsid w:val="00A44245"/>
    <w:rsid w:val="00A46989"/>
    <w:rsid w:val="00A5128C"/>
    <w:rsid w:val="00A5175B"/>
    <w:rsid w:val="00A53C68"/>
    <w:rsid w:val="00A54D5C"/>
    <w:rsid w:val="00A61849"/>
    <w:rsid w:val="00A64017"/>
    <w:rsid w:val="00A65ACA"/>
    <w:rsid w:val="00A77201"/>
    <w:rsid w:val="00A97F53"/>
    <w:rsid w:val="00AD2289"/>
    <w:rsid w:val="00AD5C3F"/>
    <w:rsid w:val="00AE3CC7"/>
    <w:rsid w:val="00AE52C9"/>
    <w:rsid w:val="00AF68B0"/>
    <w:rsid w:val="00B1101B"/>
    <w:rsid w:val="00B12DA4"/>
    <w:rsid w:val="00B20BE0"/>
    <w:rsid w:val="00B246EF"/>
    <w:rsid w:val="00B305EA"/>
    <w:rsid w:val="00B32192"/>
    <w:rsid w:val="00B51EE7"/>
    <w:rsid w:val="00B543C5"/>
    <w:rsid w:val="00B64483"/>
    <w:rsid w:val="00B71A6C"/>
    <w:rsid w:val="00B7232B"/>
    <w:rsid w:val="00B74311"/>
    <w:rsid w:val="00B85895"/>
    <w:rsid w:val="00B877BD"/>
    <w:rsid w:val="00B96459"/>
    <w:rsid w:val="00BA4DC4"/>
    <w:rsid w:val="00BA59A8"/>
    <w:rsid w:val="00BB420B"/>
    <w:rsid w:val="00BB569E"/>
    <w:rsid w:val="00BC078B"/>
    <w:rsid w:val="00BD2607"/>
    <w:rsid w:val="00BD5C41"/>
    <w:rsid w:val="00BD763E"/>
    <w:rsid w:val="00BD795B"/>
    <w:rsid w:val="00BE1D1F"/>
    <w:rsid w:val="00BE2E82"/>
    <w:rsid w:val="00BE59CE"/>
    <w:rsid w:val="00BF30DF"/>
    <w:rsid w:val="00C03000"/>
    <w:rsid w:val="00C205E5"/>
    <w:rsid w:val="00C2242E"/>
    <w:rsid w:val="00C264D1"/>
    <w:rsid w:val="00C279DF"/>
    <w:rsid w:val="00C30D59"/>
    <w:rsid w:val="00C41454"/>
    <w:rsid w:val="00C42C74"/>
    <w:rsid w:val="00C4449A"/>
    <w:rsid w:val="00C51D10"/>
    <w:rsid w:val="00C523BA"/>
    <w:rsid w:val="00C55C57"/>
    <w:rsid w:val="00C57288"/>
    <w:rsid w:val="00C630B2"/>
    <w:rsid w:val="00C6418F"/>
    <w:rsid w:val="00C7254D"/>
    <w:rsid w:val="00C732B7"/>
    <w:rsid w:val="00C76017"/>
    <w:rsid w:val="00C83BBE"/>
    <w:rsid w:val="00C962BE"/>
    <w:rsid w:val="00CA4D9D"/>
    <w:rsid w:val="00CD1BFE"/>
    <w:rsid w:val="00CE5DA2"/>
    <w:rsid w:val="00CF07E3"/>
    <w:rsid w:val="00CF1AD9"/>
    <w:rsid w:val="00CF6FEE"/>
    <w:rsid w:val="00D060BB"/>
    <w:rsid w:val="00D07002"/>
    <w:rsid w:val="00D07862"/>
    <w:rsid w:val="00D07EBA"/>
    <w:rsid w:val="00D10A33"/>
    <w:rsid w:val="00D17CE0"/>
    <w:rsid w:val="00D264C4"/>
    <w:rsid w:val="00D31BF2"/>
    <w:rsid w:val="00D32CF1"/>
    <w:rsid w:val="00D41EAD"/>
    <w:rsid w:val="00D469E7"/>
    <w:rsid w:val="00D477D3"/>
    <w:rsid w:val="00D51607"/>
    <w:rsid w:val="00D53DC7"/>
    <w:rsid w:val="00D542F4"/>
    <w:rsid w:val="00D615EC"/>
    <w:rsid w:val="00D676FD"/>
    <w:rsid w:val="00D67AE1"/>
    <w:rsid w:val="00D7215A"/>
    <w:rsid w:val="00D7510F"/>
    <w:rsid w:val="00D76F2C"/>
    <w:rsid w:val="00D771DD"/>
    <w:rsid w:val="00D8222F"/>
    <w:rsid w:val="00D924A6"/>
    <w:rsid w:val="00D971FA"/>
    <w:rsid w:val="00DB57EE"/>
    <w:rsid w:val="00DC2D90"/>
    <w:rsid w:val="00DC5596"/>
    <w:rsid w:val="00DC7AA9"/>
    <w:rsid w:val="00DD57F1"/>
    <w:rsid w:val="00DD6392"/>
    <w:rsid w:val="00DE2F9B"/>
    <w:rsid w:val="00DF61DD"/>
    <w:rsid w:val="00DF71C1"/>
    <w:rsid w:val="00E00091"/>
    <w:rsid w:val="00E029CD"/>
    <w:rsid w:val="00E04991"/>
    <w:rsid w:val="00E067F8"/>
    <w:rsid w:val="00E105A4"/>
    <w:rsid w:val="00E137BF"/>
    <w:rsid w:val="00E24EDC"/>
    <w:rsid w:val="00E2746B"/>
    <w:rsid w:val="00E322F9"/>
    <w:rsid w:val="00E34C90"/>
    <w:rsid w:val="00E34C9D"/>
    <w:rsid w:val="00E36300"/>
    <w:rsid w:val="00E40418"/>
    <w:rsid w:val="00E42D29"/>
    <w:rsid w:val="00E446F3"/>
    <w:rsid w:val="00E479BE"/>
    <w:rsid w:val="00E54651"/>
    <w:rsid w:val="00E57589"/>
    <w:rsid w:val="00E63733"/>
    <w:rsid w:val="00E64CDC"/>
    <w:rsid w:val="00E64ECF"/>
    <w:rsid w:val="00E656BD"/>
    <w:rsid w:val="00E66C0B"/>
    <w:rsid w:val="00E746CE"/>
    <w:rsid w:val="00E852B7"/>
    <w:rsid w:val="00E86B78"/>
    <w:rsid w:val="00EA0733"/>
    <w:rsid w:val="00EB3E3C"/>
    <w:rsid w:val="00EB4CE7"/>
    <w:rsid w:val="00EB5FCB"/>
    <w:rsid w:val="00EC024D"/>
    <w:rsid w:val="00EC4DD1"/>
    <w:rsid w:val="00ED18F8"/>
    <w:rsid w:val="00ED5741"/>
    <w:rsid w:val="00EE0DFF"/>
    <w:rsid w:val="00EE19B1"/>
    <w:rsid w:val="00EF0E14"/>
    <w:rsid w:val="00F1482F"/>
    <w:rsid w:val="00F178F6"/>
    <w:rsid w:val="00F22D68"/>
    <w:rsid w:val="00F30727"/>
    <w:rsid w:val="00F307EB"/>
    <w:rsid w:val="00F40533"/>
    <w:rsid w:val="00F41BD1"/>
    <w:rsid w:val="00F43AAD"/>
    <w:rsid w:val="00F50F30"/>
    <w:rsid w:val="00F66854"/>
    <w:rsid w:val="00F702DA"/>
    <w:rsid w:val="00F827EF"/>
    <w:rsid w:val="00F90A2C"/>
    <w:rsid w:val="00FA75C2"/>
    <w:rsid w:val="00FC3FAA"/>
    <w:rsid w:val="00FC6FBC"/>
    <w:rsid w:val="00FD5F33"/>
    <w:rsid w:val="00FE3E45"/>
    <w:rsid w:val="00FF0250"/>
    <w:rsid w:val="00FF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Plain Text" w:uiPriority="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clear" w:pos="1790"/>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1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UnresolvedMention">
    <w:name w:val="Unresolved Mention"/>
    <w:basedOn w:val="Standardnpsmoodstavce"/>
    <w:uiPriority w:val="99"/>
    <w:semiHidden/>
    <w:unhideWhenUsed/>
    <w:rsid w:val="00DB57E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Plain Text" w:uiPriority="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clear" w:pos="1790"/>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1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11"/>
      </w:numPr>
      <w:spacing w:after="0"/>
    </w:pPr>
    <w:rPr>
      <w:szCs w:val="20"/>
    </w:rPr>
  </w:style>
  <w:style w:type="paragraph" w:customStyle="1" w:styleId="Odrky2rove">
    <w:name w:val="Odrážky 2 úroveň"/>
    <w:basedOn w:val="Normln"/>
    <w:rsid w:val="009B2AF0"/>
    <w:pPr>
      <w:numPr>
        <w:ilvl w:val="1"/>
        <w:numId w:val="11"/>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UnresolvedMention">
    <w:name w:val="Unresolved Mention"/>
    <w:basedOn w:val="Standardnpsmoodstavce"/>
    <w:uiPriority w:val="99"/>
    <w:semiHidden/>
    <w:unhideWhenUsed/>
    <w:rsid w:val="00DB5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i" TargetMode="External"/><Relationship Id="rId18" Type="http://schemas.openxmlformats.org/officeDocument/2006/relationships/hyperlink" Target="https://www.ceproas.cz/public/files/userfiles/dokumenty/Registr_bezpecnostnich_pozadavku_2020-02-0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ceproas.cz/eurooil/cerpaci-stanice" TargetMode="External"/><Relationship Id="rId17"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barton@ceproas.cz" TargetMode="External"/><Relationship Id="rId5" Type="http://schemas.openxmlformats.org/officeDocument/2006/relationships/settings" Target="settings.xml"/><Relationship Id="rId15" Type="http://schemas.openxmlformats.org/officeDocument/2006/relationships/hyperlink" Target="https://www.ceproas.cz/vyberova-rizeni" TargetMode="External"/><Relationship Id="rId10" Type="http://schemas.openxmlformats.org/officeDocument/2006/relationships/hyperlink" Target="mailto:vaclav.polanka@ceproas.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ladimir.vacek@ceproas.cz" TargetMode="External"/><Relationship Id="rId14" Type="http://schemas.openxmlformats.org/officeDocument/2006/relationships/hyperlink" Target="http://www.ceproas.cz"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F34A5-A505-486E-A7FD-F15D54EA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Template>
  <TotalTime>1</TotalTime>
  <Pages>1</Pages>
  <Words>7369</Words>
  <Characters>43483</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Ševecová Ivana</cp:lastModifiedBy>
  <cp:revision>6</cp:revision>
  <cp:lastPrinted>2020-04-21T12:23:00Z</cp:lastPrinted>
  <dcterms:created xsi:type="dcterms:W3CDTF">2020-04-20T08:23:00Z</dcterms:created>
  <dcterms:modified xsi:type="dcterms:W3CDTF">2020-04-21T12:23:00Z</dcterms:modified>
</cp:coreProperties>
</file>